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E3A" w:rsidRDefault="00525E3A" w:rsidP="00C81B93">
      <w:pPr>
        <w:autoSpaceDE w:val="0"/>
        <w:spacing w:after="0" w:line="240" w:lineRule="auto"/>
        <w:jc w:val="center"/>
        <w:rPr>
          <w:rFonts w:ascii="Times New Roman" w:hAnsi="Times New Roman" w:cs="Times New Roman"/>
          <w:bCs/>
          <w:color w:val="FF0000"/>
          <w:sz w:val="28"/>
          <w:szCs w:val="28"/>
          <w:lang w:eastAsia="zh-CN"/>
        </w:rPr>
      </w:pPr>
      <w:r>
        <w:rPr>
          <w:rFonts w:ascii="Times New Roman" w:hAnsi="Times New Roman" w:cs="Times New Roman"/>
          <w:bCs/>
          <w:color w:val="FF0000"/>
          <w:sz w:val="28"/>
          <w:szCs w:val="28"/>
          <w:lang w:eastAsia="zh-CN"/>
        </w:rPr>
        <w:t>ПРОЕКТ</w:t>
      </w:r>
    </w:p>
    <w:p w:rsidR="00525E3A" w:rsidRDefault="00525E3A" w:rsidP="00C81B93">
      <w:pPr>
        <w:autoSpaceDE w:val="0"/>
        <w:spacing w:after="0" w:line="240" w:lineRule="auto"/>
        <w:jc w:val="center"/>
        <w:rPr>
          <w:rFonts w:ascii="Times New Roman" w:hAnsi="Times New Roman" w:cs="Times New Roman"/>
          <w:bCs/>
          <w:color w:val="FF0000"/>
          <w:sz w:val="28"/>
          <w:szCs w:val="28"/>
          <w:lang w:eastAsia="zh-CN"/>
        </w:rPr>
      </w:pPr>
    </w:p>
    <w:p w:rsidR="00525E3A" w:rsidRPr="00CD41A4" w:rsidRDefault="00525E3A" w:rsidP="00C81B93">
      <w:pPr>
        <w:spacing w:line="240" w:lineRule="auto"/>
        <w:jc w:val="center"/>
        <w:rPr>
          <w:rFonts w:ascii="Arial" w:hAnsi="Arial" w:cs="Arial"/>
          <w:sz w:val="24"/>
          <w:szCs w:val="24"/>
        </w:rPr>
      </w:pPr>
      <w:r w:rsidRPr="00CD41A4">
        <w:rPr>
          <w:rFonts w:ascii="Arial" w:hAnsi="Arial" w:cs="Arial"/>
          <w:sz w:val="24"/>
          <w:szCs w:val="24"/>
        </w:rPr>
        <w:t xml:space="preserve">СОВЕТ  ДЕПУТАТОВ  </w:t>
      </w:r>
    </w:p>
    <w:p w:rsidR="00525E3A" w:rsidRPr="00CD41A4" w:rsidRDefault="00525E3A" w:rsidP="00C81B93">
      <w:pPr>
        <w:spacing w:line="240" w:lineRule="auto"/>
        <w:jc w:val="center"/>
        <w:rPr>
          <w:rFonts w:ascii="Arial" w:hAnsi="Arial" w:cs="Arial"/>
          <w:sz w:val="24"/>
          <w:szCs w:val="24"/>
        </w:rPr>
      </w:pPr>
      <w:r w:rsidRPr="00CD41A4">
        <w:rPr>
          <w:rFonts w:ascii="Arial" w:hAnsi="Arial" w:cs="Arial"/>
          <w:sz w:val="24"/>
          <w:szCs w:val="24"/>
        </w:rPr>
        <w:t>ПИЧУЖИНСКОГО  СЕЛЬСКОГО  ПОСЕЛЕНИЯ</w:t>
      </w:r>
    </w:p>
    <w:p w:rsidR="00525E3A" w:rsidRPr="00CD41A4" w:rsidRDefault="00525E3A" w:rsidP="00C81B93">
      <w:pPr>
        <w:spacing w:line="240" w:lineRule="auto"/>
        <w:jc w:val="center"/>
        <w:rPr>
          <w:rFonts w:ascii="Arial" w:hAnsi="Arial" w:cs="Arial"/>
          <w:sz w:val="24"/>
          <w:szCs w:val="24"/>
        </w:rPr>
      </w:pPr>
      <w:r w:rsidRPr="00CD41A4">
        <w:rPr>
          <w:rFonts w:ascii="Arial" w:hAnsi="Arial" w:cs="Arial"/>
          <w:sz w:val="24"/>
          <w:szCs w:val="24"/>
        </w:rPr>
        <w:t>ДУБОВСКОГО МУНИЦИПАЛЬНОГО  РАЙОНА  ВОЛГОГРАДСКОЙ  ОБЛАСТИ</w:t>
      </w:r>
    </w:p>
    <w:p w:rsidR="00525E3A" w:rsidRPr="00CD41A4" w:rsidRDefault="00525E3A" w:rsidP="00C81B93">
      <w:pPr>
        <w:pStyle w:val="Heading2"/>
        <w:tabs>
          <w:tab w:val="left" w:pos="0"/>
        </w:tabs>
        <w:rPr>
          <w:rFonts w:ascii="Arial" w:hAnsi="Arial" w:cs="Arial"/>
          <w:sz w:val="24"/>
        </w:rPr>
      </w:pPr>
    </w:p>
    <w:p w:rsidR="00525E3A" w:rsidRPr="00CD41A4" w:rsidRDefault="00525E3A" w:rsidP="00C81B93">
      <w:pPr>
        <w:pStyle w:val="Heading2"/>
        <w:tabs>
          <w:tab w:val="left" w:pos="0"/>
        </w:tabs>
        <w:rPr>
          <w:rFonts w:ascii="Arial" w:hAnsi="Arial" w:cs="Arial"/>
          <w:sz w:val="24"/>
        </w:rPr>
      </w:pPr>
    </w:p>
    <w:p w:rsidR="00525E3A" w:rsidRPr="00CD41A4" w:rsidRDefault="00525E3A" w:rsidP="00C81B93">
      <w:pPr>
        <w:pStyle w:val="Heading2"/>
        <w:tabs>
          <w:tab w:val="left" w:pos="0"/>
        </w:tabs>
        <w:rPr>
          <w:rFonts w:ascii="Arial" w:hAnsi="Arial" w:cs="Arial"/>
          <w:sz w:val="24"/>
        </w:rPr>
      </w:pPr>
      <w:r w:rsidRPr="00CD41A4">
        <w:rPr>
          <w:rFonts w:ascii="Arial" w:hAnsi="Arial" w:cs="Arial"/>
          <w:sz w:val="24"/>
        </w:rPr>
        <w:t xml:space="preserve">РЕШЕНИЕ </w:t>
      </w:r>
    </w:p>
    <w:p w:rsidR="00525E3A" w:rsidRPr="00F92BCE" w:rsidRDefault="00525E3A" w:rsidP="00EE594D">
      <w:pPr>
        <w:spacing w:after="0"/>
        <w:jc w:val="center"/>
        <w:rPr>
          <w:rFonts w:ascii="Arial" w:hAnsi="Arial" w:cs="Arial"/>
          <w:b/>
          <w:sz w:val="24"/>
          <w:szCs w:val="24"/>
        </w:rPr>
      </w:pPr>
    </w:p>
    <w:p w:rsidR="00525E3A" w:rsidRPr="00801162" w:rsidRDefault="00525E3A" w:rsidP="002D7BF4">
      <w:pPr>
        <w:autoSpaceDE w:val="0"/>
        <w:spacing w:after="0" w:line="240" w:lineRule="auto"/>
        <w:rPr>
          <w:rFonts w:ascii="Arial" w:hAnsi="Arial" w:cs="Arial"/>
          <w:bCs/>
          <w:color w:val="000000"/>
          <w:sz w:val="24"/>
          <w:szCs w:val="24"/>
          <w:lang w:eastAsia="zh-CN"/>
        </w:rPr>
      </w:pPr>
      <w:r>
        <w:rPr>
          <w:rFonts w:ascii="Arial" w:hAnsi="Arial" w:cs="Arial"/>
          <w:bCs/>
          <w:color w:val="000000"/>
          <w:sz w:val="24"/>
          <w:szCs w:val="24"/>
          <w:lang w:eastAsia="zh-CN"/>
        </w:rPr>
        <w:t xml:space="preserve">                </w:t>
      </w:r>
      <w:smartTag w:uri="urn:schemas-microsoft-com:office:smarttags" w:element="metricconverter">
        <w:smartTagPr>
          <w:attr w:name="ProductID" w:val="2017 г"/>
        </w:smartTagPr>
        <w:r>
          <w:rPr>
            <w:rFonts w:ascii="Arial" w:hAnsi="Arial" w:cs="Arial"/>
            <w:bCs/>
            <w:color w:val="000000"/>
            <w:sz w:val="24"/>
            <w:szCs w:val="24"/>
            <w:lang w:eastAsia="zh-CN"/>
          </w:rPr>
          <w:t>2017 г</w:t>
        </w:r>
      </w:smartTag>
      <w:r w:rsidRPr="00801162">
        <w:rPr>
          <w:rFonts w:ascii="Arial" w:hAnsi="Arial" w:cs="Arial"/>
          <w:bCs/>
          <w:color w:val="000000"/>
          <w:sz w:val="24"/>
          <w:szCs w:val="24"/>
          <w:lang w:eastAsia="zh-CN"/>
        </w:rPr>
        <w:t xml:space="preserve">                                                                          </w:t>
      </w:r>
      <w:r>
        <w:rPr>
          <w:rFonts w:ascii="Arial" w:hAnsi="Arial" w:cs="Arial"/>
          <w:bCs/>
          <w:color w:val="000000"/>
          <w:sz w:val="24"/>
          <w:szCs w:val="24"/>
          <w:lang w:eastAsia="zh-CN"/>
        </w:rPr>
        <w:t xml:space="preserve"> № </w:t>
      </w:r>
    </w:p>
    <w:p w:rsidR="00525E3A" w:rsidRPr="00801162" w:rsidRDefault="00525E3A" w:rsidP="002D7BF4">
      <w:pPr>
        <w:autoSpaceDE w:val="0"/>
        <w:spacing w:after="0" w:line="240" w:lineRule="auto"/>
        <w:ind w:right="3826"/>
        <w:rPr>
          <w:rFonts w:ascii="Arial" w:hAnsi="Arial" w:cs="Arial"/>
          <w:color w:val="000000"/>
          <w:sz w:val="24"/>
          <w:szCs w:val="24"/>
          <w:lang w:eastAsia="zh-CN"/>
        </w:rPr>
      </w:pPr>
    </w:p>
    <w:p w:rsidR="00525E3A" w:rsidRPr="00EE594D" w:rsidRDefault="00525E3A" w:rsidP="00EE594D">
      <w:pPr>
        <w:autoSpaceDE w:val="0"/>
        <w:spacing w:after="0" w:line="240" w:lineRule="auto"/>
        <w:ind w:right="566"/>
        <w:jc w:val="center"/>
        <w:rPr>
          <w:rFonts w:ascii="Arial" w:hAnsi="Arial" w:cs="Arial"/>
          <w:b/>
          <w:color w:val="000000"/>
          <w:sz w:val="24"/>
          <w:szCs w:val="24"/>
          <w:lang w:eastAsia="zh-CN"/>
        </w:rPr>
      </w:pPr>
      <w:r w:rsidRPr="00EE594D">
        <w:rPr>
          <w:rFonts w:ascii="Arial" w:hAnsi="Arial" w:cs="Arial"/>
          <w:b/>
          <w:color w:val="000000"/>
          <w:sz w:val="24"/>
          <w:szCs w:val="24"/>
          <w:lang w:eastAsia="zh-CN"/>
        </w:rPr>
        <w:t xml:space="preserve">Об утверждении Порядка организации и проведении публичных слушаний в </w:t>
      </w:r>
      <w:r>
        <w:rPr>
          <w:rFonts w:ascii="Arial" w:hAnsi="Arial" w:cs="Arial"/>
          <w:b/>
          <w:color w:val="000000"/>
          <w:sz w:val="24"/>
          <w:szCs w:val="24"/>
          <w:lang w:eastAsia="zh-CN"/>
        </w:rPr>
        <w:t>Пичужинском</w:t>
      </w:r>
      <w:r w:rsidRPr="00EE594D">
        <w:rPr>
          <w:rFonts w:ascii="Arial" w:hAnsi="Arial" w:cs="Arial"/>
          <w:b/>
          <w:color w:val="000000"/>
          <w:sz w:val="24"/>
          <w:szCs w:val="24"/>
          <w:lang w:eastAsia="zh-CN"/>
        </w:rPr>
        <w:t xml:space="preserve"> сельском поселении Дубовского муниципального района</w:t>
      </w:r>
    </w:p>
    <w:p w:rsidR="00525E3A" w:rsidRPr="00EE594D" w:rsidRDefault="00525E3A" w:rsidP="002D7BF4">
      <w:pPr>
        <w:autoSpaceDE w:val="0"/>
        <w:spacing w:after="0" w:line="240" w:lineRule="auto"/>
        <w:rPr>
          <w:rFonts w:ascii="Arial" w:hAnsi="Arial" w:cs="Arial"/>
          <w:b/>
          <w:color w:val="000000"/>
          <w:sz w:val="24"/>
          <w:szCs w:val="24"/>
          <w:lang w:eastAsia="zh-CN"/>
        </w:rPr>
      </w:pPr>
    </w:p>
    <w:p w:rsidR="00525E3A" w:rsidRPr="00EE594D" w:rsidRDefault="00525E3A" w:rsidP="002D7BF4">
      <w:pPr>
        <w:autoSpaceDE w:val="0"/>
        <w:spacing w:after="0" w:line="240" w:lineRule="auto"/>
        <w:jc w:val="both"/>
        <w:rPr>
          <w:rFonts w:ascii="Arial" w:hAnsi="Arial" w:cs="Arial"/>
          <w:color w:val="000000"/>
          <w:sz w:val="24"/>
          <w:szCs w:val="24"/>
          <w:lang w:eastAsia="zh-CN"/>
        </w:rPr>
      </w:pPr>
    </w:p>
    <w:p w:rsidR="00525E3A" w:rsidRPr="00EE594D" w:rsidRDefault="00525E3A" w:rsidP="002D7BF4">
      <w:pPr>
        <w:autoSpaceDE w:val="0"/>
        <w:spacing w:after="0" w:line="240" w:lineRule="auto"/>
        <w:jc w:val="both"/>
        <w:rPr>
          <w:rFonts w:ascii="Arial" w:hAnsi="Arial" w:cs="Arial"/>
          <w:color w:val="000000"/>
          <w:sz w:val="24"/>
          <w:szCs w:val="24"/>
          <w:lang w:eastAsia="zh-CN"/>
        </w:rPr>
      </w:pPr>
    </w:p>
    <w:p w:rsidR="00525E3A" w:rsidRPr="00EE594D" w:rsidRDefault="00525E3A" w:rsidP="002D7BF4">
      <w:pPr>
        <w:autoSpaceDE w:val="0"/>
        <w:spacing w:after="0" w:line="240" w:lineRule="auto"/>
        <w:ind w:firstLine="567"/>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В соответствии со статьей  28 Федерального закона от 06 октября </w:t>
      </w:r>
      <w:smartTag w:uri="urn:schemas-microsoft-com:office:smarttags" w:element="metricconverter">
        <w:smartTagPr>
          <w:attr w:name="ProductID" w:val="2003 г"/>
        </w:smartTagPr>
        <w:r w:rsidRPr="00EE594D">
          <w:rPr>
            <w:rFonts w:ascii="Arial" w:hAnsi="Arial" w:cs="Arial"/>
            <w:color w:val="000000"/>
            <w:sz w:val="24"/>
            <w:szCs w:val="24"/>
            <w:lang w:eastAsia="zh-CN"/>
          </w:rPr>
          <w:t>2003 г</w:t>
        </w:r>
      </w:smartTag>
      <w:r w:rsidRPr="00EE594D">
        <w:rPr>
          <w:rFonts w:ascii="Arial" w:hAnsi="Arial" w:cs="Arial"/>
          <w:color w:val="000000"/>
          <w:sz w:val="24"/>
          <w:szCs w:val="24"/>
          <w:lang w:eastAsia="zh-CN"/>
        </w:rPr>
        <w:t xml:space="preserve">.  № 131 -ФЗ «Об общих принципах организации местного самоуправления в Российской Федерации», Градостроительным кодексом РФ, Уставом </w:t>
      </w:r>
      <w:r>
        <w:rPr>
          <w:rFonts w:ascii="Arial" w:hAnsi="Arial" w:cs="Arial"/>
          <w:color w:val="000000"/>
          <w:sz w:val="24"/>
          <w:szCs w:val="24"/>
          <w:lang w:eastAsia="zh-CN"/>
        </w:rPr>
        <w:t>Пичужинского</w:t>
      </w:r>
      <w:r w:rsidRPr="00EE594D">
        <w:rPr>
          <w:rFonts w:ascii="Arial" w:hAnsi="Arial" w:cs="Arial"/>
          <w:color w:val="000000"/>
          <w:sz w:val="24"/>
          <w:szCs w:val="24"/>
          <w:lang w:eastAsia="zh-CN"/>
        </w:rPr>
        <w:t xml:space="preserve"> сельского поселения, с целью обеспечения участия граждан, проживающих  на территории </w:t>
      </w:r>
      <w:r>
        <w:rPr>
          <w:rFonts w:ascii="Arial" w:hAnsi="Arial" w:cs="Arial"/>
          <w:color w:val="000000"/>
          <w:sz w:val="24"/>
          <w:szCs w:val="24"/>
          <w:lang w:eastAsia="zh-CN"/>
        </w:rPr>
        <w:t>Пичужинскоо</w:t>
      </w:r>
      <w:r w:rsidRPr="00EE594D">
        <w:rPr>
          <w:rFonts w:ascii="Arial" w:hAnsi="Arial" w:cs="Arial"/>
          <w:color w:val="000000"/>
          <w:sz w:val="24"/>
          <w:szCs w:val="24"/>
          <w:lang w:eastAsia="zh-CN"/>
        </w:rPr>
        <w:t xml:space="preserve"> сельского поселения  в обсуждении проектов муниципальных правовых актов по вопросам местного значения, Совет депутатов </w:t>
      </w:r>
      <w:r>
        <w:rPr>
          <w:rFonts w:ascii="Arial" w:hAnsi="Arial" w:cs="Arial"/>
          <w:color w:val="000000"/>
          <w:sz w:val="24"/>
          <w:szCs w:val="24"/>
          <w:lang w:eastAsia="zh-CN"/>
        </w:rPr>
        <w:t>Пичужинского</w:t>
      </w:r>
      <w:r w:rsidRPr="00EE594D">
        <w:rPr>
          <w:rFonts w:ascii="Arial" w:hAnsi="Arial" w:cs="Arial"/>
          <w:color w:val="000000"/>
          <w:sz w:val="24"/>
          <w:szCs w:val="24"/>
          <w:lang w:eastAsia="zh-CN"/>
        </w:rPr>
        <w:t xml:space="preserve"> сельского поселения, </w:t>
      </w:r>
    </w:p>
    <w:p w:rsidR="00525E3A" w:rsidRPr="00EE594D" w:rsidRDefault="00525E3A" w:rsidP="002D7BF4">
      <w:pPr>
        <w:autoSpaceDE w:val="0"/>
        <w:spacing w:after="0" w:line="240" w:lineRule="auto"/>
        <w:ind w:firstLine="567"/>
        <w:jc w:val="both"/>
        <w:rPr>
          <w:rFonts w:ascii="Arial" w:hAnsi="Arial" w:cs="Arial"/>
          <w:color w:val="000000"/>
          <w:sz w:val="24"/>
          <w:szCs w:val="24"/>
          <w:lang w:eastAsia="zh-CN"/>
        </w:rPr>
      </w:pPr>
    </w:p>
    <w:p w:rsidR="00525E3A" w:rsidRPr="00EE594D" w:rsidRDefault="00525E3A" w:rsidP="002D7BF4">
      <w:pPr>
        <w:autoSpaceDE w:val="0"/>
        <w:spacing w:after="0" w:line="240" w:lineRule="auto"/>
        <w:ind w:firstLine="567"/>
        <w:jc w:val="center"/>
        <w:rPr>
          <w:rFonts w:ascii="Arial" w:hAnsi="Arial" w:cs="Arial"/>
          <w:b/>
          <w:color w:val="000000"/>
          <w:sz w:val="24"/>
          <w:szCs w:val="24"/>
          <w:lang w:eastAsia="zh-CN"/>
        </w:rPr>
      </w:pPr>
      <w:r w:rsidRPr="00EE594D">
        <w:rPr>
          <w:rFonts w:ascii="Arial" w:hAnsi="Arial" w:cs="Arial"/>
          <w:b/>
          <w:color w:val="000000"/>
          <w:sz w:val="24"/>
          <w:szCs w:val="24"/>
          <w:lang w:eastAsia="zh-CN"/>
        </w:rPr>
        <w:t>РЕШИЛ:</w:t>
      </w:r>
    </w:p>
    <w:p w:rsidR="00525E3A" w:rsidRPr="00EE594D" w:rsidRDefault="00525E3A" w:rsidP="002D7BF4">
      <w:pPr>
        <w:autoSpaceDE w:val="0"/>
        <w:spacing w:after="0" w:line="240" w:lineRule="auto"/>
        <w:ind w:firstLine="567"/>
        <w:jc w:val="both"/>
        <w:rPr>
          <w:rFonts w:ascii="Arial" w:hAnsi="Arial" w:cs="Arial"/>
          <w:color w:val="000000"/>
          <w:sz w:val="24"/>
          <w:szCs w:val="24"/>
          <w:lang w:eastAsia="zh-CN"/>
        </w:rPr>
      </w:pPr>
    </w:p>
    <w:p w:rsidR="00525E3A" w:rsidRPr="00EE594D" w:rsidRDefault="00525E3A" w:rsidP="002D7BF4">
      <w:pPr>
        <w:tabs>
          <w:tab w:val="left" w:pos="9354"/>
        </w:tabs>
        <w:autoSpaceDE w:val="0"/>
        <w:spacing w:after="0" w:line="240" w:lineRule="auto"/>
        <w:ind w:right="-2" w:firstLine="567"/>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1. Утвердить прилагаемый Порядок организации и проведения публичных слушаний в </w:t>
      </w:r>
      <w:r>
        <w:rPr>
          <w:rFonts w:ascii="Arial" w:hAnsi="Arial" w:cs="Arial"/>
          <w:color w:val="000000"/>
          <w:sz w:val="24"/>
          <w:szCs w:val="24"/>
          <w:lang w:eastAsia="zh-CN"/>
        </w:rPr>
        <w:t>Пичужинского</w:t>
      </w:r>
      <w:r w:rsidRPr="00EE594D">
        <w:rPr>
          <w:rFonts w:ascii="Arial" w:hAnsi="Arial" w:cs="Arial"/>
          <w:color w:val="000000"/>
          <w:sz w:val="24"/>
          <w:szCs w:val="24"/>
          <w:lang w:eastAsia="zh-CN"/>
        </w:rPr>
        <w:t xml:space="preserve"> сельском поселении;</w:t>
      </w:r>
    </w:p>
    <w:p w:rsidR="00525E3A" w:rsidRDefault="00525E3A" w:rsidP="002D7BF4">
      <w:pPr>
        <w:tabs>
          <w:tab w:val="left" w:pos="9354"/>
        </w:tabs>
        <w:autoSpaceDE w:val="0"/>
        <w:spacing w:after="0" w:line="240" w:lineRule="auto"/>
        <w:ind w:right="-2"/>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         2. Настоящее решение вступает в силу  со дня его подписания  и подлежит обнародованию на информационных стендах в  местах, установленных для обнародования муниципальных правовых актов, а также в сети Интернет на официальном сайте </w:t>
      </w:r>
      <w:r>
        <w:rPr>
          <w:rFonts w:ascii="Arial" w:hAnsi="Arial" w:cs="Arial"/>
          <w:color w:val="000000"/>
          <w:sz w:val="24"/>
          <w:szCs w:val="24"/>
          <w:lang w:eastAsia="zh-CN"/>
        </w:rPr>
        <w:t>Пичужинского</w:t>
      </w:r>
      <w:r w:rsidRPr="00EE594D">
        <w:rPr>
          <w:rFonts w:ascii="Arial" w:hAnsi="Arial" w:cs="Arial"/>
          <w:color w:val="000000"/>
          <w:sz w:val="24"/>
          <w:szCs w:val="24"/>
          <w:lang w:eastAsia="zh-CN"/>
        </w:rPr>
        <w:t xml:space="preserve"> сельского поселения  Дубовского муниципального района  Волгоградской области.</w:t>
      </w:r>
    </w:p>
    <w:p w:rsidR="00525E3A" w:rsidRPr="00EE594D" w:rsidRDefault="00525E3A" w:rsidP="002D7BF4">
      <w:pPr>
        <w:tabs>
          <w:tab w:val="left" w:pos="9354"/>
        </w:tabs>
        <w:autoSpaceDE w:val="0"/>
        <w:spacing w:after="0" w:line="240" w:lineRule="auto"/>
        <w:ind w:right="-2"/>
        <w:jc w:val="both"/>
        <w:rPr>
          <w:rFonts w:ascii="Arial" w:hAnsi="Arial" w:cs="Arial"/>
          <w:color w:val="000000"/>
          <w:sz w:val="24"/>
          <w:szCs w:val="24"/>
          <w:lang w:eastAsia="zh-CN"/>
        </w:rPr>
      </w:pPr>
      <w:r>
        <w:rPr>
          <w:rFonts w:ascii="Arial" w:hAnsi="Arial" w:cs="Arial"/>
          <w:color w:val="000000"/>
          <w:sz w:val="24"/>
          <w:szCs w:val="24"/>
          <w:lang w:eastAsia="zh-CN"/>
        </w:rPr>
        <w:t xml:space="preserve">          3.  Признать утратившими силу Решение Совета депутатвов Пичужинского сельского поселения от 05.02.2009 гш. № 39/78</w:t>
      </w:r>
    </w:p>
    <w:p w:rsidR="00525E3A" w:rsidRPr="00EE594D" w:rsidRDefault="00525E3A" w:rsidP="002D7BF4">
      <w:pPr>
        <w:autoSpaceDE w:val="0"/>
        <w:spacing w:after="0" w:line="240" w:lineRule="auto"/>
        <w:jc w:val="both"/>
        <w:rPr>
          <w:rFonts w:ascii="Arial" w:hAnsi="Arial" w:cs="Arial"/>
          <w:color w:val="000000"/>
          <w:sz w:val="24"/>
          <w:szCs w:val="24"/>
          <w:lang w:eastAsia="zh-CN"/>
        </w:rPr>
      </w:pPr>
    </w:p>
    <w:p w:rsidR="00525E3A" w:rsidRPr="00EE594D" w:rsidRDefault="00525E3A" w:rsidP="002D7BF4">
      <w:pPr>
        <w:autoSpaceDE w:val="0"/>
        <w:spacing w:after="0" w:line="240" w:lineRule="auto"/>
        <w:jc w:val="both"/>
        <w:rPr>
          <w:rFonts w:ascii="Arial" w:hAnsi="Arial" w:cs="Arial"/>
          <w:color w:val="000000"/>
          <w:sz w:val="24"/>
          <w:szCs w:val="24"/>
          <w:lang w:eastAsia="zh-CN"/>
        </w:rPr>
      </w:pPr>
    </w:p>
    <w:p w:rsidR="00525E3A" w:rsidRPr="00EE594D" w:rsidRDefault="00525E3A" w:rsidP="002D7BF4">
      <w:pPr>
        <w:autoSpaceDE w:val="0"/>
        <w:spacing w:after="0" w:line="240" w:lineRule="auto"/>
        <w:jc w:val="both"/>
        <w:rPr>
          <w:rFonts w:ascii="Arial" w:hAnsi="Arial" w:cs="Arial"/>
          <w:color w:val="000000"/>
          <w:sz w:val="24"/>
          <w:szCs w:val="24"/>
          <w:lang w:eastAsia="zh-CN"/>
        </w:rPr>
      </w:pPr>
    </w:p>
    <w:p w:rsidR="00525E3A" w:rsidRPr="00EE594D" w:rsidRDefault="00525E3A" w:rsidP="002D7BF4">
      <w:pPr>
        <w:autoSpaceDE w:val="0"/>
        <w:spacing w:after="0" w:line="240" w:lineRule="auto"/>
        <w:jc w:val="both"/>
        <w:rPr>
          <w:rFonts w:ascii="Arial" w:hAnsi="Arial" w:cs="Arial"/>
          <w:color w:val="000000"/>
          <w:sz w:val="24"/>
          <w:szCs w:val="24"/>
          <w:lang w:eastAsia="zh-CN"/>
        </w:rPr>
      </w:pPr>
    </w:p>
    <w:p w:rsidR="00525E3A" w:rsidRDefault="00525E3A" w:rsidP="00EE594D">
      <w:pPr>
        <w:tabs>
          <w:tab w:val="left" w:pos="7305"/>
        </w:tabs>
        <w:autoSpaceDE w:val="0"/>
        <w:spacing w:after="0" w:line="240" w:lineRule="auto"/>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Глава </w:t>
      </w:r>
      <w:r>
        <w:rPr>
          <w:rFonts w:ascii="Arial" w:hAnsi="Arial" w:cs="Arial"/>
          <w:color w:val="000000"/>
          <w:sz w:val="24"/>
          <w:szCs w:val="24"/>
          <w:lang w:eastAsia="zh-CN"/>
        </w:rPr>
        <w:t>Пичужинского</w:t>
      </w:r>
      <w:r w:rsidRPr="00EE594D">
        <w:rPr>
          <w:rFonts w:ascii="Arial" w:hAnsi="Arial" w:cs="Arial"/>
          <w:color w:val="000000"/>
          <w:sz w:val="24"/>
          <w:szCs w:val="24"/>
          <w:lang w:eastAsia="zh-CN"/>
        </w:rPr>
        <w:t xml:space="preserve"> </w:t>
      </w:r>
    </w:p>
    <w:p w:rsidR="00525E3A" w:rsidRPr="00EE594D" w:rsidRDefault="00525E3A" w:rsidP="00EE594D">
      <w:pPr>
        <w:tabs>
          <w:tab w:val="left" w:pos="7305"/>
        </w:tabs>
        <w:autoSpaceDE w:val="0"/>
        <w:spacing w:after="0" w:line="240" w:lineRule="auto"/>
        <w:jc w:val="both"/>
        <w:rPr>
          <w:rFonts w:ascii="Arial" w:hAnsi="Arial" w:cs="Arial"/>
          <w:color w:val="000000"/>
          <w:sz w:val="24"/>
          <w:szCs w:val="24"/>
          <w:lang w:eastAsia="zh-CN"/>
        </w:rPr>
      </w:pPr>
      <w:r w:rsidRPr="00EE594D">
        <w:rPr>
          <w:rFonts w:ascii="Arial" w:hAnsi="Arial" w:cs="Arial"/>
          <w:color w:val="000000"/>
          <w:sz w:val="24"/>
          <w:szCs w:val="24"/>
          <w:lang w:eastAsia="zh-CN"/>
        </w:rPr>
        <w:t>сельского  поселения</w:t>
      </w:r>
      <w:r>
        <w:rPr>
          <w:rFonts w:ascii="Arial" w:hAnsi="Arial" w:cs="Arial"/>
          <w:color w:val="000000"/>
          <w:sz w:val="24"/>
          <w:szCs w:val="24"/>
          <w:lang w:eastAsia="zh-CN"/>
        </w:rPr>
        <w:t>:</w:t>
      </w:r>
      <w:r>
        <w:rPr>
          <w:rFonts w:ascii="Arial" w:hAnsi="Arial" w:cs="Arial"/>
          <w:color w:val="000000"/>
          <w:sz w:val="24"/>
          <w:szCs w:val="24"/>
          <w:lang w:eastAsia="zh-CN"/>
        </w:rPr>
        <w:tab/>
        <w:t>Н.А. Климешов.</w:t>
      </w:r>
      <w:r w:rsidRPr="00EE594D">
        <w:rPr>
          <w:rFonts w:ascii="Arial" w:hAnsi="Arial" w:cs="Arial"/>
          <w:color w:val="000000"/>
          <w:sz w:val="24"/>
          <w:szCs w:val="24"/>
          <w:lang w:eastAsia="zh-CN"/>
        </w:rPr>
        <w:t xml:space="preserve">                          </w:t>
      </w:r>
      <w:r>
        <w:rPr>
          <w:rFonts w:ascii="Arial" w:hAnsi="Arial" w:cs="Arial"/>
          <w:color w:val="000000"/>
          <w:sz w:val="24"/>
          <w:szCs w:val="24"/>
          <w:lang w:eastAsia="zh-CN"/>
        </w:rPr>
        <w:t xml:space="preserve">          </w:t>
      </w:r>
      <w:r w:rsidRPr="00EE594D">
        <w:rPr>
          <w:rFonts w:ascii="Arial" w:hAnsi="Arial" w:cs="Arial"/>
          <w:color w:val="000000"/>
          <w:sz w:val="24"/>
          <w:szCs w:val="24"/>
          <w:lang w:eastAsia="zh-CN"/>
        </w:rPr>
        <w:t xml:space="preserve"> </w:t>
      </w:r>
    </w:p>
    <w:p w:rsidR="00525E3A" w:rsidRPr="00EE594D" w:rsidRDefault="00525E3A" w:rsidP="002D7BF4">
      <w:pPr>
        <w:rPr>
          <w:rFonts w:ascii="Arial" w:hAnsi="Arial" w:cs="Arial"/>
        </w:rPr>
      </w:pPr>
    </w:p>
    <w:p w:rsidR="00525E3A" w:rsidRDefault="00525E3A" w:rsidP="002D7BF4"/>
    <w:p w:rsidR="00525E3A" w:rsidRDefault="00525E3A" w:rsidP="002D7BF4"/>
    <w:p w:rsidR="00525E3A" w:rsidRDefault="00525E3A" w:rsidP="002D7BF4"/>
    <w:p w:rsidR="00525E3A" w:rsidRDefault="00525E3A" w:rsidP="002D7BF4"/>
    <w:p w:rsidR="00525E3A" w:rsidRDefault="00525E3A" w:rsidP="002D7BF4"/>
    <w:p w:rsidR="00525E3A" w:rsidRDefault="00525E3A" w:rsidP="002D7BF4"/>
    <w:p w:rsidR="00525E3A" w:rsidRDefault="00525E3A" w:rsidP="002D7BF4"/>
    <w:p w:rsidR="00525E3A" w:rsidRPr="00EE594D" w:rsidRDefault="00525E3A" w:rsidP="002D7BF4">
      <w:pPr>
        <w:widowControl w:val="0"/>
        <w:autoSpaceDE w:val="0"/>
        <w:spacing w:after="0" w:line="240" w:lineRule="auto"/>
        <w:jc w:val="right"/>
        <w:rPr>
          <w:rFonts w:ascii="Arial" w:hAnsi="Arial" w:cs="Arial"/>
          <w:color w:val="000000"/>
          <w:lang w:eastAsia="zh-CN"/>
        </w:rPr>
      </w:pPr>
      <w:r w:rsidRPr="00EE594D">
        <w:rPr>
          <w:rFonts w:ascii="Arial" w:hAnsi="Arial" w:cs="Arial"/>
          <w:color w:val="000000"/>
          <w:lang w:eastAsia="zh-CN"/>
        </w:rPr>
        <w:t>Утверждено</w:t>
      </w:r>
    </w:p>
    <w:p w:rsidR="00525E3A" w:rsidRPr="00EE594D" w:rsidRDefault="00525E3A" w:rsidP="002D7BF4">
      <w:pPr>
        <w:widowControl w:val="0"/>
        <w:autoSpaceDE w:val="0"/>
        <w:spacing w:after="0" w:line="240" w:lineRule="auto"/>
        <w:jc w:val="right"/>
        <w:rPr>
          <w:rFonts w:ascii="Arial" w:hAnsi="Arial" w:cs="Arial"/>
          <w:color w:val="000000"/>
          <w:lang w:eastAsia="zh-CN"/>
        </w:rPr>
      </w:pPr>
      <w:r w:rsidRPr="00EE594D">
        <w:rPr>
          <w:rFonts w:ascii="Arial" w:hAnsi="Arial" w:cs="Arial"/>
          <w:color w:val="000000"/>
          <w:lang w:eastAsia="zh-CN"/>
        </w:rPr>
        <w:t>решением Совета  депутатов</w:t>
      </w:r>
    </w:p>
    <w:p w:rsidR="00525E3A" w:rsidRPr="00EE594D" w:rsidRDefault="00525E3A" w:rsidP="002D7BF4">
      <w:pPr>
        <w:widowControl w:val="0"/>
        <w:autoSpaceDE w:val="0"/>
        <w:spacing w:after="0" w:line="240" w:lineRule="auto"/>
        <w:jc w:val="right"/>
        <w:rPr>
          <w:rFonts w:ascii="Arial" w:hAnsi="Arial" w:cs="Arial"/>
          <w:color w:val="000000"/>
          <w:lang w:eastAsia="zh-CN"/>
        </w:rPr>
      </w:pPr>
      <w:r>
        <w:rPr>
          <w:rFonts w:ascii="Arial" w:hAnsi="Arial" w:cs="Arial"/>
          <w:color w:val="000000"/>
          <w:lang w:eastAsia="zh-CN"/>
        </w:rPr>
        <w:t>Пичужинского</w:t>
      </w:r>
      <w:r w:rsidRPr="00EE594D">
        <w:rPr>
          <w:rFonts w:ascii="Arial" w:hAnsi="Arial" w:cs="Arial"/>
          <w:color w:val="000000"/>
          <w:lang w:eastAsia="zh-CN"/>
        </w:rPr>
        <w:t xml:space="preserve"> сельского поселения</w:t>
      </w:r>
    </w:p>
    <w:p w:rsidR="00525E3A" w:rsidRPr="00EE594D" w:rsidRDefault="00525E3A" w:rsidP="002D7BF4">
      <w:pPr>
        <w:widowControl w:val="0"/>
        <w:autoSpaceDE w:val="0"/>
        <w:spacing w:after="0" w:line="240" w:lineRule="auto"/>
        <w:jc w:val="right"/>
        <w:rPr>
          <w:rFonts w:ascii="Arial" w:hAnsi="Arial" w:cs="Arial"/>
          <w:color w:val="000000"/>
          <w:lang w:eastAsia="zh-CN"/>
        </w:rPr>
      </w:pPr>
      <w:r>
        <w:rPr>
          <w:rFonts w:ascii="Arial" w:hAnsi="Arial" w:cs="Arial"/>
          <w:color w:val="000000"/>
          <w:lang w:eastAsia="zh-CN"/>
        </w:rPr>
        <w:t xml:space="preserve">от                           </w:t>
      </w:r>
      <w:smartTag w:uri="urn:schemas-microsoft-com:office:smarttags" w:element="metricconverter">
        <w:smartTagPr>
          <w:attr w:name="ProductID" w:val="2017 г"/>
        </w:smartTagPr>
        <w:r>
          <w:rPr>
            <w:rFonts w:ascii="Arial" w:hAnsi="Arial" w:cs="Arial"/>
            <w:color w:val="000000"/>
            <w:lang w:eastAsia="zh-CN"/>
          </w:rPr>
          <w:t>2017 г</w:t>
        </w:r>
      </w:smartTag>
      <w:r>
        <w:rPr>
          <w:rFonts w:ascii="Arial" w:hAnsi="Arial" w:cs="Arial"/>
          <w:color w:val="000000"/>
          <w:lang w:eastAsia="zh-CN"/>
        </w:rPr>
        <w:t xml:space="preserve"> № </w:t>
      </w:r>
    </w:p>
    <w:p w:rsidR="00525E3A" w:rsidRPr="00EE594D" w:rsidRDefault="00525E3A" w:rsidP="002D7BF4">
      <w:pPr>
        <w:widowControl w:val="0"/>
        <w:autoSpaceDE w:val="0"/>
        <w:spacing w:after="0" w:line="240" w:lineRule="auto"/>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jc w:val="center"/>
        <w:rPr>
          <w:rFonts w:ascii="Arial" w:hAnsi="Arial" w:cs="Arial"/>
          <w:b/>
          <w:color w:val="000000"/>
          <w:sz w:val="24"/>
          <w:szCs w:val="24"/>
          <w:lang w:eastAsia="zh-CN"/>
        </w:rPr>
      </w:pPr>
      <w:bookmarkStart w:id="0" w:name="P33"/>
      <w:bookmarkEnd w:id="0"/>
    </w:p>
    <w:p w:rsidR="00525E3A" w:rsidRPr="00EE594D" w:rsidRDefault="00525E3A" w:rsidP="002D7BF4">
      <w:pPr>
        <w:widowControl w:val="0"/>
        <w:autoSpaceDE w:val="0"/>
        <w:spacing w:after="0" w:line="240" w:lineRule="auto"/>
        <w:jc w:val="center"/>
        <w:rPr>
          <w:rFonts w:ascii="Arial" w:hAnsi="Arial" w:cs="Arial"/>
          <w:b/>
          <w:color w:val="000000"/>
          <w:sz w:val="24"/>
          <w:szCs w:val="24"/>
          <w:lang w:eastAsia="zh-CN"/>
        </w:rPr>
      </w:pPr>
      <w:r w:rsidRPr="00EE594D">
        <w:rPr>
          <w:rFonts w:ascii="Arial" w:hAnsi="Arial" w:cs="Arial"/>
          <w:b/>
          <w:color w:val="000000"/>
          <w:sz w:val="24"/>
          <w:szCs w:val="24"/>
          <w:lang w:eastAsia="zh-CN"/>
        </w:rPr>
        <w:t>ПОРЯДОК</w:t>
      </w:r>
    </w:p>
    <w:p w:rsidR="00525E3A" w:rsidRPr="00EE594D" w:rsidRDefault="00525E3A" w:rsidP="002D7BF4">
      <w:pPr>
        <w:widowControl w:val="0"/>
        <w:autoSpaceDE w:val="0"/>
        <w:spacing w:after="0" w:line="240" w:lineRule="auto"/>
        <w:jc w:val="center"/>
        <w:rPr>
          <w:rFonts w:ascii="Arial" w:hAnsi="Arial" w:cs="Arial"/>
          <w:b/>
          <w:color w:val="000000"/>
          <w:sz w:val="24"/>
          <w:szCs w:val="24"/>
          <w:lang w:eastAsia="zh-CN"/>
        </w:rPr>
      </w:pPr>
      <w:r w:rsidRPr="00EE594D">
        <w:rPr>
          <w:rFonts w:ascii="Arial" w:hAnsi="Arial" w:cs="Arial"/>
          <w:b/>
          <w:color w:val="000000"/>
          <w:sz w:val="24"/>
          <w:szCs w:val="24"/>
          <w:lang w:eastAsia="zh-CN"/>
        </w:rPr>
        <w:t>ОРГАНИЗАЦИИ И ПРОВЕДЕНИЯ ПУБЛИЧНЫХ СЛУШАНИЙ</w:t>
      </w:r>
    </w:p>
    <w:p w:rsidR="00525E3A" w:rsidRPr="00EE594D" w:rsidRDefault="00525E3A" w:rsidP="002D7BF4">
      <w:pPr>
        <w:widowControl w:val="0"/>
        <w:autoSpaceDE w:val="0"/>
        <w:spacing w:after="0" w:line="240" w:lineRule="auto"/>
        <w:jc w:val="center"/>
        <w:rPr>
          <w:rFonts w:ascii="Arial" w:hAnsi="Arial" w:cs="Arial"/>
          <w:b/>
          <w:color w:val="000000"/>
          <w:sz w:val="24"/>
          <w:szCs w:val="24"/>
          <w:lang w:eastAsia="zh-CN"/>
        </w:rPr>
      </w:pPr>
      <w:r w:rsidRPr="00EE594D">
        <w:rPr>
          <w:rFonts w:ascii="Arial" w:hAnsi="Arial" w:cs="Arial"/>
          <w:b/>
          <w:color w:val="000000"/>
          <w:sz w:val="24"/>
          <w:szCs w:val="24"/>
          <w:lang w:eastAsia="zh-CN"/>
        </w:rPr>
        <w:t xml:space="preserve">В </w:t>
      </w:r>
      <w:r>
        <w:rPr>
          <w:rFonts w:ascii="Arial" w:hAnsi="Arial" w:cs="Arial"/>
          <w:b/>
          <w:color w:val="000000"/>
          <w:sz w:val="24"/>
          <w:szCs w:val="24"/>
          <w:lang w:eastAsia="zh-CN"/>
        </w:rPr>
        <w:t>ПИЧУЖИНСКОМ</w:t>
      </w:r>
      <w:r w:rsidRPr="00EE594D">
        <w:rPr>
          <w:rFonts w:ascii="Arial" w:hAnsi="Arial" w:cs="Arial"/>
          <w:b/>
          <w:color w:val="000000"/>
          <w:sz w:val="24"/>
          <w:szCs w:val="24"/>
          <w:lang w:eastAsia="zh-CN"/>
        </w:rPr>
        <w:t xml:space="preserve"> СЕЛЬСКОМ ПОСЕЛЕНИИ</w:t>
      </w:r>
    </w:p>
    <w:p w:rsidR="00525E3A" w:rsidRPr="00EE594D" w:rsidRDefault="00525E3A" w:rsidP="002D7BF4">
      <w:pPr>
        <w:widowControl w:val="0"/>
        <w:autoSpaceDE w:val="0"/>
        <w:spacing w:after="0" w:line="240" w:lineRule="auto"/>
        <w:jc w:val="center"/>
        <w:rPr>
          <w:rFonts w:ascii="Arial" w:hAnsi="Arial" w:cs="Arial"/>
          <w:b/>
          <w:color w:val="000000"/>
          <w:sz w:val="24"/>
          <w:szCs w:val="24"/>
          <w:lang w:eastAsia="zh-CN"/>
        </w:rPr>
      </w:pPr>
    </w:p>
    <w:p w:rsidR="00525E3A" w:rsidRPr="00EE594D" w:rsidRDefault="00525E3A" w:rsidP="002D7BF4">
      <w:pPr>
        <w:widowControl w:val="0"/>
        <w:autoSpaceDE w:val="0"/>
        <w:spacing w:after="0" w:line="240" w:lineRule="auto"/>
        <w:jc w:val="center"/>
        <w:rPr>
          <w:rFonts w:ascii="Arial" w:hAnsi="Arial" w:cs="Arial"/>
          <w:color w:val="000000"/>
          <w:sz w:val="24"/>
          <w:szCs w:val="24"/>
          <w:lang w:eastAsia="zh-CN"/>
        </w:rPr>
      </w:pPr>
      <w:r w:rsidRPr="00EE594D">
        <w:rPr>
          <w:rFonts w:ascii="Arial" w:hAnsi="Arial" w:cs="Arial"/>
          <w:color w:val="000000"/>
          <w:sz w:val="24"/>
          <w:szCs w:val="24"/>
          <w:lang w:eastAsia="zh-CN"/>
        </w:rPr>
        <w:t>1. Общие положения</w:t>
      </w:r>
    </w:p>
    <w:p w:rsidR="00525E3A" w:rsidRPr="00EE594D" w:rsidRDefault="00525E3A" w:rsidP="002D7BF4">
      <w:pPr>
        <w:widowControl w:val="0"/>
        <w:autoSpaceDE w:val="0"/>
        <w:spacing w:after="0" w:line="240" w:lineRule="auto"/>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1.1. Настоящий Порядок разработан в соответствии с Конституцией Российской Федерации, Федеральным законом от 06.10.2003 № 131-ФЗ «Об общих принципах организации местного самоуправления в Российской Федерации», Градостроительным кодексом Российской Федерации, Уставом </w:t>
      </w:r>
      <w:r>
        <w:rPr>
          <w:rFonts w:ascii="Arial" w:hAnsi="Arial" w:cs="Arial"/>
          <w:color w:val="000000"/>
          <w:sz w:val="24"/>
          <w:szCs w:val="24"/>
          <w:lang w:eastAsia="zh-CN"/>
        </w:rPr>
        <w:t>Пичужинского</w:t>
      </w:r>
      <w:r w:rsidRPr="00EE594D">
        <w:rPr>
          <w:rFonts w:ascii="Arial" w:hAnsi="Arial" w:cs="Arial"/>
          <w:color w:val="000000"/>
          <w:sz w:val="24"/>
          <w:szCs w:val="24"/>
          <w:lang w:eastAsia="zh-CN"/>
        </w:rPr>
        <w:t xml:space="preserve"> сельского поселения Дубовского муниципального района Волгоградской области</w:t>
      </w:r>
      <w:r w:rsidRPr="00EE594D">
        <w:rPr>
          <w:rFonts w:ascii="Arial" w:hAnsi="Arial" w:cs="Arial"/>
          <w:sz w:val="24"/>
          <w:szCs w:val="24"/>
          <w:lang w:eastAsia="zh-CN"/>
        </w:rPr>
        <w:t>,</w:t>
      </w:r>
      <w:r w:rsidRPr="00EE594D">
        <w:rPr>
          <w:rFonts w:ascii="Arial" w:hAnsi="Arial" w:cs="Arial"/>
          <w:color w:val="000000"/>
          <w:sz w:val="24"/>
          <w:szCs w:val="24"/>
          <w:lang w:eastAsia="zh-CN"/>
        </w:rPr>
        <w:t xml:space="preserve">  направлен на реализацию установленного Конституцией Российской Федерации права граждан Российской Федерации на осуществление местного самоуправления посредством участия в публичных слушаниях и определяет вопросы организации и проведения публичных слушаний на территории </w:t>
      </w:r>
      <w:r>
        <w:rPr>
          <w:rFonts w:ascii="Arial" w:hAnsi="Arial" w:cs="Arial"/>
          <w:sz w:val="24"/>
          <w:szCs w:val="24"/>
          <w:lang w:eastAsia="zh-CN"/>
        </w:rPr>
        <w:t>Пичужинского</w:t>
      </w:r>
      <w:r w:rsidRPr="00EE594D">
        <w:rPr>
          <w:rFonts w:ascii="Arial" w:hAnsi="Arial" w:cs="Arial"/>
          <w:sz w:val="24"/>
          <w:szCs w:val="24"/>
          <w:lang w:eastAsia="zh-CN"/>
        </w:rPr>
        <w:t xml:space="preserve"> сельского поселения Дубовского </w:t>
      </w:r>
      <w:r w:rsidRPr="00EE594D">
        <w:rPr>
          <w:rFonts w:ascii="Arial" w:hAnsi="Arial" w:cs="Arial"/>
          <w:color w:val="000000"/>
          <w:sz w:val="24"/>
          <w:szCs w:val="24"/>
          <w:lang w:eastAsia="zh-CN"/>
        </w:rPr>
        <w:t>муниципального района Волгоградской области (далее – сельское поселение).</w:t>
      </w:r>
    </w:p>
    <w:p w:rsidR="00525E3A" w:rsidRPr="00EE594D" w:rsidRDefault="00525E3A" w:rsidP="002D7BF4">
      <w:pPr>
        <w:widowControl w:val="0"/>
        <w:autoSpaceDE w:val="0"/>
        <w:spacing w:after="0" w:line="240" w:lineRule="auto"/>
        <w:jc w:val="both"/>
        <w:rPr>
          <w:rFonts w:ascii="Arial" w:hAnsi="Arial" w:cs="Arial"/>
          <w:sz w:val="24"/>
          <w:szCs w:val="24"/>
          <w:lang w:eastAsia="zh-CN"/>
        </w:rPr>
      </w:pPr>
    </w:p>
    <w:p w:rsidR="00525E3A" w:rsidRPr="00EE594D" w:rsidRDefault="00525E3A" w:rsidP="002D7BF4">
      <w:pPr>
        <w:widowControl w:val="0"/>
        <w:autoSpaceDE w:val="0"/>
        <w:spacing w:after="0" w:line="240" w:lineRule="auto"/>
        <w:jc w:val="center"/>
        <w:rPr>
          <w:rFonts w:ascii="Arial" w:hAnsi="Arial" w:cs="Arial"/>
          <w:sz w:val="24"/>
          <w:szCs w:val="24"/>
          <w:lang w:eastAsia="zh-CN"/>
        </w:rPr>
      </w:pPr>
      <w:r w:rsidRPr="00EE594D">
        <w:rPr>
          <w:rFonts w:ascii="Arial" w:hAnsi="Arial" w:cs="Arial"/>
          <w:sz w:val="24"/>
          <w:szCs w:val="24"/>
          <w:lang w:eastAsia="zh-CN"/>
        </w:rPr>
        <w:t>2. Основные понятия</w:t>
      </w:r>
    </w:p>
    <w:p w:rsidR="00525E3A" w:rsidRPr="00EE594D" w:rsidRDefault="00525E3A" w:rsidP="002D7BF4">
      <w:pPr>
        <w:widowControl w:val="0"/>
        <w:autoSpaceDE w:val="0"/>
        <w:spacing w:after="0" w:line="240" w:lineRule="auto"/>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2.1. В настоящем Порядке используются следующие понятия: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публичные слушания - форма непосредственного участия населения сельского поселения в решении вопросов местного значения сельского поселения  путем обсуждения проектов муниципальных правовых актов по вопросам местного значения сельского поселения;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организация публичных слушаний - деятельность, направленная на заблаговременное оповещение жителей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сельского поселения, опубликование (обнародование)  результатов публичных слушаний;</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инициаторы проведения публичных слушаний - население сельского поселения, Совет депутатов </w:t>
      </w:r>
      <w:r>
        <w:rPr>
          <w:rFonts w:ascii="Arial" w:hAnsi="Arial" w:cs="Arial"/>
          <w:color w:val="000000"/>
          <w:sz w:val="24"/>
          <w:szCs w:val="24"/>
          <w:lang w:eastAsia="zh-CN"/>
        </w:rPr>
        <w:t>Пичужинского</w:t>
      </w:r>
      <w:r w:rsidRPr="00EE594D">
        <w:rPr>
          <w:rFonts w:ascii="Arial" w:hAnsi="Arial" w:cs="Arial"/>
          <w:color w:val="000000"/>
          <w:sz w:val="24"/>
          <w:szCs w:val="24"/>
          <w:lang w:eastAsia="zh-CN"/>
        </w:rPr>
        <w:t xml:space="preserve"> сельского поселения  (далее - представительный орган сельского поселения), глава </w:t>
      </w:r>
      <w:r>
        <w:rPr>
          <w:rFonts w:ascii="Arial" w:hAnsi="Arial" w:cs="Arial"/>
          <w:color w:val="000000"/>
          <w:sz w:val="24"/>
          <w:szCs w:val="24"/>
          <w:lang w:eastAsia="zh-CN"/>
        </w:rPr>
        <w:t>Пичужинского</w:t>
      </w:r>
      <w:r w:rsidRPr="00EE594D">
        <w:rPr>
          <w:rFonts w:ascii="Arial" w:hAnsi="Arial" w:cs="Arial"/>
          <w:color w:val="000000"/>
          <w:sz w:val="24"/>
          <w:szCs w:val="24"/>
          <w:lang w:eastAsia="zh-CN"/>
        </w:rPr>
        <w:t xml:space="preserve"> сельского поселения Дубовского муниципального района Волгоградской области (далее - глава сельского поселения);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участники публичных слушаний - население сельского поселения, представители инициативной группы граждан, депутаты представительного органа сельского поселения глава сельского поселения, должностные лица администрации </w:t>
      </w:r>
      <w:r>
        <w:rPr>
          <w:rFonts w:ascii="Arial" w:hAnsi="Arial" w:cs="Arial"/>
          <w:color w:val="000000"/>
          <w:sz w:val="24"/>
          <w:szCs w:val="24"/>
          <w:lang w:eastAsia="zh-CN"/>
        </w:rPr>
        <w:t>Пичужинского</w:t>
      </w:r>
      <w:r w:rsidRPr="00EE594D">
        <w:rPr>
          <w:rFonts w:ascii="Arial" w:hAnsi="Arial" w:cs="Arial"/>
          <w:color w:val="000000"/>
          <w:sz w:val="24"/>
          <w:szCs w:val="24"/>
          <w:lang w:eastAsia="zh-CN"/>
        </w:rPr>
        <w:t xml:space="preserve"> сельского поселения Дубовского муниципального района Волгоградской области (далее - администрация сельского поселения), специалисты, привлеченные организатором проведения публичных слушаний.</w:t>
      </w:r>
    </w:p>
    <w:p w:rsidR="00525E3A" w:rsidRPr="00EE594D" w:rsidRDefault="00525E3A" w:rsidP="002D7BF4">
      <w:pPr>
        <w:widowControl w:val="0"/>
        <w:autoSpaceDE w:val="0"/>
        <w:spacing w:after="0" w:line="240" w:lineRule="auto"/>
        <w:ind w:firstLine="540"/>
        <w:jc w:val="both"/>
        <w:rPr>
          <w:rFonts w:ascii="Arial" w:hAnsi="Arial" w:cs="Arial"/>
          <w:sz w:val="24"/>
          <w:szCs w:val="24"/>
          <w:lang w:eastAsia="en-US"/>
        </w:rPr>
      </w:pPr>
      <w:r w:rsidRPr="00EE594D">
        <w:rPr>
          <w:rFonts w:ascii="Arial" w:hAnsi="Arial" w:cs="Arial"/>
          <w:color w:val="000000"/>
          <w:sz w:val="24"/>
          <w:szCs w:val="24"/>
          <w:lang w:eastAsia="zh-CN"/>
        </w:rPr>
        <w:t xml:space="preserve"> уполномоченный орган по проведению публичных слушаний</w:t>
      </w:r>
      <w:r w:rsidRPr="00EE594D">
        <w:rPr>
          <w:rFonts w:ascii="Arial" w:hAnsi="Arial" w:cs="Arial"/>
          <w:sz w:val="24"/>
          <w:szCs w:val="24"/>
          <w:lang w:eastAsia="en-US"/>
        </w:rPr>
        <w:t xml:space="preserve"> (далее - уполномоченный орган) - орган местного самоуправления, его структурное подразделение, временно образуемый организационный комитет по проведению  публичных слушаний (далее - оргкомитет), иные органы, уполномоченные в соответствии с законодательством, муниципальными правовыми актами осуществлять организационные и иные действия по подготовке и проведению публичных слушаний;</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en-US"/>
        </w:rPr>
      </w:pPr>
      <w:r w:rsidRPr="00EE594D">
        <w:rPr>
          <w:rFonts w:ascii="Arial" w:hAnsi="Arial" w:cs="Arial"/>
          <w:color w:val="000000"/>
          <w:sz w:val="24"/>
          <w:szCs w:val="24"/>
          <w:lang w:eastAsia="zh-CN"/>
        </w:rPr>
        <w:t xml:space="preserve">  эксперт публичных слушаний - </w:t>
      </w:r>
      <w:r w:rsidRPr="00EE594D">
        <w:rPr>
          <w:rFonts w:ascii="Arial" w:hAnsi="Arial" w:cs="Arial"/>
          <w:sz w:val="24"/>
          <w:szCs w:val="24"/>
          <w:lang w:eastAsia="en-US"/>
        </w:rPr>
        <w:t>лицо, обладающее специальными знаниями по вопросам публичных слушаний и определенное в этом статусе уполномоченным органом.</w:t>
      </w:r>
    </w:p>
    <w:p w:rsidR="00525E3A" w:rsidRPr="00EE594D" w:rsidRDefault="00525E3A" w:rsidP="002D7BF4">
      <w:pPr>
        <w:widowControl w:val="0"/>
        <w:autoSpaceDE w:val="0"/>
        <w:spacing w:after="0" w:line="240" w:lineRule="auto"/>
        <w:jc w:val="both"/>
        <w:rPr>
          <w:rFonts w:ascii="Arial" w:hAnsi="Arial" w:cs="Arial"/>
          <w:color w:val="000000"/>
          <w:sz w:val="24"/>
          <w:szCs w:val="24"/>
          <w:lang w:eastAsia="en-US"/>
        </w:rPr>
      </w:pPr>
    </w:p>
    <w:p w:rsidR="00525E3A" w:rsidRPr="00EE594D" w:rsidRDefault="00525E3A" w:rsidP="002D7BF4">
      <w:pPr>
        <w:widowControl w:val="0"/>
        <w:autoSpaceDE w:val="0"/>
        <w:spacing w:after="0" w:line="240" w:lineRule="auto"/>
        <w:jc w:val="both"/>
        <w:rPr>
          <w:rFonts w:ascii="Arial" w:hAnsi="Arial" w:cs="Arial"/>
          <w:color w:val="000000"/>
          <w:sz w:val="24"/>
          <w:szCs w:val="24"/>
          <w:lang w:eastAsia="en-US"/>
        </w:rPr>
      </w:pPr>
    </w:p>
    <w:p w:rsidR="00525E3A" w:rsidRPr="00EE594D" w:rsidRDefault="00525E3A" w:rsidP="002D7BF4">
      <w:pPr>
        <w:widowControl w:val="0"/>
        <w:autoSpaceDE w:val="0"/>
        <w:spacing w:after="0" w:line="240" w:lineRule="auto"/>
        <w:jc w:val="center"/>
        <w:rPr>
          <w:rFonts w:ascii="Arial" w:hAnsi="Arial" w:cs="Arial"/>
          <w:color w:val="000000"/>
          <w:sz w:val="24"/>
          <w:szCs w:val="24"/>
          <w:lang w:eastAsia="zh-CN"/>
        </w:rPr>
      </w:pPr>
      <w:r w:rsidRPr="00EE594D">
        <w:rPr>
          <w:rFonts w:ascii="Arial" w:hAnsi="Arial" w:cs="Arial"/>
          <w:color w:val="000000"/>
          <w:sz w:val="24"/>
          <w:szCs w:val="24"/>
          <w:lang w:eastAsia="zh-CN"/>
        </w:rPr>
        <w:t>3. Цели проведения публичных слушаний</w:t>
      </w:r>
    </w:p>
    <w:p w:rsidR="00525E3A" w:rsidRPr="00EE594D" w:rsidRDefault="00525E3A" w:rsidP="002D7BF4">
      <w:pPr>
        <w:widowControl w:val="0"/>
        <w:autoSpaceDE w:val="0"/>
        <w:spacing w:after="0" w:line="240" w:lineRule="auto"/>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3.1. Публичные слушания проводятся в целях:</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 реализации права граждан Российской Федерации на осуществление местного самоуправления посредством участия в публичных слушаниях;</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2) обеспечения гласности и соблюдения интересов населения сельского поселения при подготовке и принятии муниципальных правовых актов по вопросам местного значения сельского поселения;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3) информирования населения сельского поселения о наиболее важных вопросах, по которым предполагается принятие соответствующих решений органами местного самоуправления сельского поселения;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4) выявления общественного мнения по вопросам, выносимым на публичные слушания;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5) содействия взаимопониманию между органами местного самоуправления сельского поселения и населением сельского поселения;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6) подготовки рекомендаций (предложений) для принятия решений органами местного самоуправления сельского поселения по проектам муниципальных правовых актов, выносимых на публичные слушания.</w:t>
      </w:r>
    </w:p>
    <w:p w:rsidR="00525E3A" w:rsidRPr="00EE594D" w:rsidRDefault="00525E3A" w:rsidP="002D7BF4">
      <w:pPr>
        <w:widowControl w:val="0"/>
        <w:autoSpaceDE w:val="0"/>
        <w:spacing w:after="0" w:line="240" w:lineRule="auto"/>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jc w:val="center"/>
        <w:rPr>
          <w:rFonts w:ascii="Arial" w:hAnsi="Arial" w:cs="Arial"/>
          <w:color w:val="000000"/>
          <w:sz w:val="24"/>
          <w:szCs w:val="24"/>
          <w:lang w:eastAsia="zh-CN"/>
        </w:rPr>
      </w:pPr>
      <w:r w:rsidRPr="00EE594D">
        <w:rPr>
          <w:rFonts w:ascii="Arial" w:hAnsi="Arial" w:cs="Arial"/>
          <w:color w:val="000000"/>
          <w:sz w:val="24"/>
          <w:szCs w:val="24"/>
          <w:lang w:eastAsia="zh-CN"/>
        </w:rPr>
        <w:t>4. Задачи публичных слушаний</w:t>
      </w:r>
    </w:p>
    <w:p w:rsidR="00525E3A" w:rsidRPr="00EE594D" w:rsidRDefault="00525E3A" w:rsidP="002D7BF4">
      <w:pPr>
        <w:widowControl w:val="0"/>
        <w:autoSpaceDE w:val="0"/>
        <w:spacing w:after="0" w:line="240" w:lineRule="auto"/>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4.1. Задачами публичных слушаний являются: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 доведение до населения сельского поселения полной и точной информации о проектах муниципальных правовых актов, а также вопросов, выносимых на публичные слушания;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2) обсуждение и выяснение мнения населения сельского поселения по проектам муниципальных правовых актов и вопросам, выносимым на публичные слушания;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3) оценка отношения населения сельского поселения к рассматриваемым проектам муниципальных правовых актов, а также вопросам, выносимым на публичные слушания;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4) выявление предложений и рекомендаций со стороны населения сельского поселения по важнейшим мероприятиям, проводимым органами местного самоуправления сельского поселения, затрагивающим интересы населения сельского поселения.</w:t>
      </w:r>
    </w:p>
    <w:p w:rsidR="00525E3A" w:rsidRPr="00EE594D" w:rsidRDefault="00525E3A" w:rsidP="002D7BF4">
      <w:pPr>
        <w:widowControl w:val="0"/>
        <w:autoSpaceDE w:val="0"/>
        <w:spacing w:after="0" w:line="240" w:lineRule="auto"/>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jc w:val="center"/>
        <w:rPr>
          <w:rFonts w:ascii="Arial" w:hAnsi="Arial" w:cs="Arial"/>
          <w:color w:val="000000"/>
          <w:sz w:val="24"/>
          <w:szCs w:val="24"/>
          <w:lang w:eastAsia="zh-CN"/>
        </w:rPr>
      </w:pPr>
      <w:r w:rsidRPr="00EE594D">
        <w:rPr>
          <w:rFonts w:ascii="Arial" w:hAnsi="Arial" w:cs="Arial"/>
          <w:color w:val="000000"/>
          <w:sz w:val="24"/>
          <w:szCs w:val="24"/>
          <w:lang w:eastAsia="zh-CN"/>
        </w:rPr>
        <w:t>5. Принципы организации и проведения публичных слушаний</w:t>
      </w:r>
    </w:p>
    <w:p w:rsidR="00525E3A" w:rsidRPr="00EE594D" w:rsidRDefault="00525E3A" w:rsidP="002D7BF4">
      <w:pPr>
        <w:widowControl w:val="0"/>
        <w:autoSpaceDE w:val="0"/>
        <w:spacing w:after="0" w:line="240" w:lineRule="auto"/>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5.1. Основными принципами организации и проведения публичных слушаний являются: законность, гарантированность, добровольность, гласность, информированность.</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5.2. Населению сельского поселения гарантируется беспрепятственное участие в публичных слушаниях в порядке, установленном федеральным законодательством, Уставом </w:t>
      </w:r>
      <w:r>
        <w:rPr>
          <w:rFonts w:ascii="Arial" w:hAnsi="Arial" w:cs="Arial"/>
          <w:color w:val="000000"/>
          <w:sz w:val="24"/>
          <w:szCs w:val="24"/>
          <w:lang w:eastAsia="zh-CN"/>
        </w:rPr>
        <w:t>Пичужинского</w:t>
      </w:r>
      <w:r w:rsidRPr="00EE594D">
        <w:rPr>
          <w:rFonts w:ascii="Arial" w:hAnsi="Arial" w:cs="Arial"/>
          <w:color w:val="000000"/>
          <w:sz w:val="24"/>
          <w:szCs w:val="24"/>
          <w:lang w:eastAsia="zh-CN"/>
        </w:rPr>
        <w:t xml:space="preserve"> сельского поселения Дубовского муниципального района Волгоградской области (далее - устав сельского поселения), настоящим Порядком.</w:t>
      </w:r>
    </w:p>
    <w:p w:rsidR="00525E3A" w:rsidRPr="00EE594D" w:rsidRDefault="00525E3A" w:rsidP="005A5A3F">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5.3. Участие в публичных слушаниях осуществляется добровольно. Никто не вправе</w:t>
      </w:r>
      <w:r>
        <w:rPr>
          <w:rFonts w:ascii="Arial" w:hAnsi="Arial" w:cs="Arial"/>
          <w:color w:val="000000"/>
          <w:sz w:val="24"/>
          <w:szCs w:val="24"/>
          <w:lang w:eastAsia="zh-CN"/>
        </w:rPr>
        <w:t xml:space="preserve"> </w:t>
      </w:r>
      <w:r w:rsidRPr="00EE594D">
        <w:rPr>
          <w:rFonts w:ascii="Arial" w:hAnsi="Arial" w:cs="Arial"/>
          <w:color w:val="000000"/>
          <w:sz w:val="24"/>
          <w:szCs w:val="24"/>
          <w:lang w:eastAsia="zh-CN"/>
        </w:rPr>
        <w:t>принуждать жителей сельского поселения к участию либо отказу от участия в публичных слушаниях.</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5.4. Проведение публичных слушаний осуществляется гласно. Каждый житель сельского поселения вправе знать о дне, времени, месте проведения публичных слушаний, вопросах, выносимых на публичные слушания.</w:t>
      </w:r>
    </w:p>
    <w:p w:rsidR="00525E3A" w:rsidRPr="00EE594D" w:rsidRDefault="00525E3A" w:rsidP="002D7BF4">
      <w:pPr>
        <w:widowControl w:val="0"/>
        <w:autoSpaceDE w:val="0"/>
        <w:spacing w:after="0" w:line="240" w:lineRule="auto"/>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jc w:val="center"/>
        <w:rPr>
          <w:rFonts w:ascii="Arial" w:hAnsi="Arial" w:cs="Arial"/>
          <w:color w:val="000000"/>
          <w:sz w:val="24"/>
          <w:szCs w:val="24"/>
          <w:lang w:eastAsia="zh-CN"/>
        </w:rPr>
      </w:pPr>
      <w:r w:rsidRPr="00EE594D">
        <w:rPr>
          <w:rFonts w:ascii="Arial" w:hAnsi="Arial" w:cs="Arial"/>
          <w:color w:val="000000"/>
          <w:sz w:val="24"/>
          <w:szCs w:val="24"/>
          <w:lang w:eastAsia="zh-CN"/>
        </w:rPr>
        <w:t>6. Вопросы, выносимые на публичные слушания</w:t>
      </w:r>
    </w:p>
    <w:p w:rsidR="00525E3A" w:rsidRPr="00EE594D" w:rsidRDefault="00525E3A" w:rsidP="002D7BF4">
      <w:pPr>
        <w:widowControl w:val="0"/>
        <w:autoSpaceDE w:val="0"/>
        <w:spacing w:after="0" w:line="240" w:lineRule="auto"/>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6.1. Публичные слушания могут проводиться по любым проектам нормативных правовых актов, принимаемых в рамках полномочий органов местного самоуправления сельского поселения.</w:t>
      </w:r>
    </w:p>
    <w:p w:rsidR="00525E3A" w:rsidRPr="00EE594D" w:rsidRDefault="00525E3A" w:rsidP="002D7BF4">
      <w:pPr>
        <w:widowControl w:val="0"/>
        <w:autoSpaceDE w:val="0"/>
        <w:spacing w:after="0" w:line="240" w:lineRule="auto"/>
        <w:ind w:firstLine="540"/>
        <w:jc w:val="both"/>
        <w:rPr>
          <w:rFonts w:ascii="Arial" w:hAnsi="Arial" w:cs="Arial"/>
          <w:sz w:val="24"/>
          <w:szCs w:val="24"/>
          <w:lang w:eastAsia="zh-CN"/>
        </w:rPr>
      </w:pPr>
      <w:bookmarkStart w:id="1" w:name="P81"/>
      <w:bookmarkEnd w:id="1"/>
      <w:r w:rsidRPr="00EE594D">
        <w:rPr>
          <w:rFonts w:ascii="Arial" w:hAnsi="Arial" w:cs="Arial"/>
          <w:color w:val="000000"/>
          <w:sz w:val="24"/>
          <w:szCs w:val="24"/>
          <w:lang w:eastAsia="zh-CN"/>
        </w:rPr>
        <w:t>6.2. На публичные слушания в обязательном порядке выносятся:</w:t>
      </w:r>
    </w:p>
    <w:p w:rsidR="00525E3A" w:rsidRDefault="00525E3A" w:rsidP="009D6047">
      <w:pPr>
        <w:autoSpaceDE w:val="0"/>
        <w:spacing w:after="0" w:line="240" w:lineRule="auto"/>
        <w:ind w:firstLine="540"/>
        <w:jc w:val="both"/>
        <w:rPr>
          <w:rFonts w:ascii="Arial" w:hAnsi="Arial" w:cs="Arial"/>
          <w:sz w:val="24"/>
          <w:szCs w:val="24"/>
          <w:lang w:eastAsia="zh-CN"/>
        </w:rPr>
      </w:pPr>
      <w:r w:rsidRPr="00EE594D">
        <w:rPr>
          <w:rFonts w:ascii="Arial" w:hAnsi="Arial" w:cs="Arial"/>
          <w:sz w:val="24"/>
          <w:szCs w:val="24"/>
          <w:lang w:eastAsia="zh-CN"/>
        </w:rPr>
        <w:t xml:space="preserve">1) проект устава муниципального образования, а также проект муниципального правового акта о внесении изменений и дополнений в данный устав, кроме случаев, когда </w:t>
      </w:r>
      <w:r>
        <w:rPr>
          <w:rFonts w:ascii="Arial" w:hAnsi="Arial" w:cs="Arial"/>
          <w:sz w:val="24"/>
          <w:szCs w:val="24"/>
          <w:lang w:eastAsia="zh-CN"/>
        </w:rPr>
        <w:t>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bookmarkStart w:id="2" w:name="_GoBack"/>
      <w:bookmarkEnd w:id="2"/>
    </w:p>
    <w:p w:rsidR="00525E3A" w:rsidRPr="00EE594D" w:rsidRDefault="00525E3A" w:rsidP="002D7BF4">
      <w:pPr>
        <w:autoSpaceDE w:val="0"/>
        <w:spacing w:after="0" w:line="240" w:lineRule="auto"/>
        <w:ind w:firstLine="540"/>
        <w:jc w:val="both"/>
        <w:rPr>
          <w:rFonts w:ascii="Arial" w:hAnsi="Arial" w:cs="Arial"/>
          <w:sz w:val="24"/>
          <w:szCs w:val="24"/>
          <w:lang w:eastAsia="zh-CN"/>
        </w:rPr>
      </w:pPr>
      <w:r w:rsidRPr="00EE594D">
        <w:rPr>
          <w:rFonts w:ascii="Arial" w:hAnsi="Arial" w:cs="Arial"/>
          <w:sz w:val="24"/>
          <w:szCs w:val="24"/>
          <w:lang w:eastAsia="zh-CN"/>
        </w:rPr>
        <w:t>2) проект местного бюджета и отчет о его исполнении;</w:t>
      </w:r>
    </w:p>
    <w:p w:rsidR="00525E3A" w:rsidRPr="00EE594D" w:rsidRDefault="00525E3A" w:rsidP="002D7BF4">
      <w:pPr>
        <w:autoSpaceDE w:val="0"/>
        <w:spacing w:after="0" w:line="240" w:lineRule="auto"/>
        <w:ind w:firstLine="540"/>
        <w:jc w:val="both"/>
        <w:rPr>
          <w:rFonts w:ascii="Arial" w:hAnsi="Arial" w:cs="Arial"/>
          <w:sz w:val="24"/>
          <w:szCs w:val="24"/>
          <w:lang w:eastAsia="zh-CN"/>
        </w:rPr>
      </w:pPr>
      <w:r w:rsidRPr="00EE594D">
        <w:rPr>
          <w:rFonts w:ascii="Arial" w:hAnsi="Arial" w:cs="Arial"/>
          <w:sz w:val="24"/>
          <w:szCs w:val="24"/>
          <w:lang w:eastAsia="zh-CN"/>
        </w:rP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525E3A" w:rsidRPr="00EE594D" w:rsidRDefault="00525E3A" w:rsidP="002D7BF4">
      <w:pPr>
        <w:autoSpaceDE w:val="0"/>
        <w:spacing w:after="0" w:line="240" w:lineRule="auto"/>
        <w:ind w:firstLine="540"/>
        <w:jc w:val="both"/>
        <w:rPr>
          <w:rFonts w:ascii="Arial" w:hAnsi="Arial" w:cs="Arial"/>
          <w:color w:val="000000"/>
          <w:sz w:val="24"/>
          <w:szCs w:val="24"/>
          <w:lang w:eastAsia="zh-CN"/>
        </w:rPr>
      </w:pPr>
      <w:r w:rsidRPr="00EE594D">
        <w:rPr>
          <w:rFonts w:ascii="Arial" w:hAnsi="Arial" w:cs="Arial"/>
          <w:sz w:val="24"/>
          <w:szCs w:val="24"/>
          <w:lang w:eastAsia="zh-CN"/>
        </w:rPr>
        <w:t>4) вопросы о преобразовании муниципального образования, за исключением случаев, если в соответствии со статьей 13 Федерального закона от 06.10.2003 N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en-US"/>
        </w:rPr>
      </w:pPr>
      <w:r w:rsidRPr="00EE594D">
        <w:rPr>
          <w:rFonts w:ascii="Arial" w:hAnsi="Arial" w:cs="Arial"/>
          <w:color w:val="000000"/>
          <w:sz w:val="24"/>
          <w:szCs w:val="24"/>
          <w:lang w:eastAsia="zh-CN"/>
        </w:rPr>
        <w:t xml:space="preserve">6.3. </w:t>
      </w:r>
      <w:r w:rsidRPr="00EE594D">
        <w:rPr>
          <w:rFonts w:ascii="Arial" w:hAnsi="Arial" w:cs="Arial"/>
          <w:sz w:val="24"/>
          <w:szCs w:val="24"/>
          <w:lang w:eastAsia="en-US"/>
        </w:rPr>
        <w:t xml:space="preserve"> Возможность вынесения на публичные слушания иных вопросов определяется в соответствии с законодательством, </w:t>
      </w:r>
      <w:r w:rsidRPr="00EE594D">
        <w:rPr>
          <w:rFonts w:ascii="Arial" w:hAnsi="Arial" w:cs="Arial"/>
          <w:color w:val="000000"/>
          <w:sz w:val="24"/>
          <w:szCs w:val="24"/>
          <w:lang w:eastAsia="en-US"/>
        </w:rPr>
        <w:t>Уставом</w:t>
      </w:r>
      <w:r w:rsidRPr="00EE594D">
        <w:rPr>
          <w:rFonts w:ascii="Arial" w:hAnsi="Arial" w:cs="Arial"/>
          <w:sz w:val="24"/>
          <w:szCs w:val="24"/>
          <w:lang w:eastAsia="en-US"/>
        </w:rPr>
        <w:t xml:space="preserve"> муниципального образования, иными муниципальными правовыми актами.</w:t>
      </w:r>
    </w:p>
    <w:p w:rsidR="00525E3A" w:rsidRPr="00EE594D" w:rsidRDefault="00525E3A" w:rsidP="002D7BF4">
      <w:pPr>
        <w:widowControl w:val="0"/>
        <w:autoSpaceDE w:val="0"/>
        <w:spacing w:after="0" w:line="240" w:lineRule="auto"/>
        <w:rPr>
          <w:rFonts w:ascii="Arial" w:hAnsi="Arial" w:cs="Arial"/>
          <w:color w:val="000000"/>
          <w:sz w:val="24"/>
          <w:szCs w:val="24"/>
          <w:lang w:eastAsia="en-US"/>
        </w:rPr>
      </w:pPr>
    </w:p>
    <w:p w:rsidR="00525E3A" w:rsidRPr="00EE594D" w:rsidRDefault="00525E3A" w:rsidP="002D7BF4">
      <w:pPr>
        <w:widowControl w:val="0"/>
        <w:autoSpaceDE w:val="0"/>
        <w:spacing w:after="0" w:line="240" w:lineRule="auto"/>
        <w:jc w:val="center"/>
        <w:rPr>
          <w:rFonts w:ascii="Arial" w:hAnsi="Arial" w:cs="Arial"/>
          <w:color w:val="000000"/>
          <w:sz w:val="24"/>
          <w:szCs w:val="24"/>
          <w:lang w:eastAsia="zh-CN"/>
        </w:rPr>
      </w:pPr>
      <w:r w:rsidRPr="00EE594D">
        <w:rPr>
          <w:rFonts w:ascii="Arial" w:hAnsi="Arial" w:cs="Arial"/>
          <w:color w:val="000000"/>
          <w:sz w:val="24"/>
          <w:szCs w:val="24"/>
          <w:lang w:eastAsia="zh-CN"/>
        </w:rPr>
        <w:t>7. Участие в публичных слушаниях</w:t>
      </w:r>
    </w:p>
    <w:p w:rsidR="00525E3A" w:rsidRPr="00EE594D" w:rsidRDefault="00525E3A" w:rsidP="002D7BF4">
      <w:pPr>
        <w:widowControl w:val="0"/>
        <w:autoSpaceDE w:val="0"/>
        <w:spacing w:after="0" w:line="240" w:lineRule="auto"/>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7.1. Правом на участие в публичных слушаниях обладают граждане, постоянно или преимущественно проживающие на территории сельского поселения и достигшие на момент проведения публичных слушаний 18-летнего возраста, а также юридические лица, органы территориального общественного самоуправления, интересы которых затрагивает намечаемая деятельность или принимаемые документы.</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7.2. Участники публичных слушаний вправе представить в орган, назначивший проведение публичных слушаний, свои письменные предложения и замечания, касающиеся обсуждаемых вопросов, для включения их в протокол публичных слушаний до дня проведения публичных слушаний.</w:t>
      </w:r>
    </w:p>
    <w:p w:rsidR="00525E3A" w:rsidRPr="00EE594D" w:rsidRDefault="00525E3A" w:rsidP="005A5A3F">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7.3. На публичные слушания приглашаются граждане, проживающие на территории сельского поселения, и их представители; представители предприятий, учреждений организаций независимо от организационно-правовой формы и форм собственности, располагающихся на территории сельского поселения; представители общественных </w:t>
      </w:r>
      <w:r>
        <w:rPr>
          <w:rFonts w:ascii="Arial" w:hAnsi="Arial" w:cs="Arial"/>
          <w:color w:val="000000"/>
          <w:sz w:val="24"/>
          <w:szCs w:val="24"/>
          <w:lang w:eastAsia="zh-CN"/>
        </w:rPr>
        <w:t xml:space="preserve"> </w:t>
      </w:r>
      <w:r w:rsidRPr="00EE594D">
        <w:rPr>
          <w:rFonts w:ascii="Arial" w:hAnsi="Arial" w:cs="Arial"/>
          <w:color w:val="000000"/>
          <w:sz w:val="24"/>
          <w:szCs w:val="24"/>
          <w:lang w:eastAsia="zh-CN"/>
        </w:rPr>
        <w:t>объединений и других некоммерческих организаций, органов территориального общественного самоуправления, если намечаемая деятельность затрагивает их законные интересы или может оказывать воздействие на территорию их проживания или местонахождения. Для участия в публичных слушаниях могут быть приглашены независимые эксперты, представители средств массовой информации.</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Публичные слушания проводятся на территории сельского поселения.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jc w:val="center"/>
        <w:rPr>
          <w:rFonts w:ascii="Arial" w:hAnsi="Arial" w:cs="Arial"/>
          <w:color w:val="000000"/>
          <w:sz w:val="24"/>
          <w:szCs w:val="24"/>
          <w:lang w:eastAsia="zh-CN"/>
        </w:rPr>
      </w:pPr>
      <w:r w:rsidRPr="00EE594D">
        <w:rPr>
          <w:rFonts w:ascii="Arial" w:hAnsi="Arial" w:cs="Arial"/>
          <w:color w:val="000000"/>
          <w:sz w:val="24"/>
          <w:szCs w:val="24"/>
          <w:lang w:eastAsia="zh-CN"/>
        </w:rPr>
        <w:t>8. Инициатива публичных слушаний</w:t>
      </w:r>
    </w:p>
    <w:p w:rsidR="00525E3A" w:rsidRPr="00EE594D" w:rsidRDefault="00525E3A" w:rsidP="002D7BF4">
      <w:pPr>
        <w:widowControl w:val="0"/>
        <w:autoSpaceDE w:val="0"/>
        <w:spacing w:after="0" w:line="240" w:lineRule="auto"/>
        <w:jc w:val="center"/>
        <w:rPr>
          <w:rFonts w:ascii="Arial" w:hAnsi="Arial" w:cs="Arial"/>
          <w:color w:val="000000"/>
          <w:sz w:val="24"/>
          <w:szCs w:val="24"/>
          <w:lang w:eastAsia="zh-CN"/>
        </w:rPr>
      </w:pP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8.1. Публичные слушания проводятся по инициативе населения, представительного органа сельского поселения или главы сельского поселения.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8.2. Каждый гражданин Российской Федерации или группа граждан, проживающий(ие) на территории сельского поселения, обладающий(ие) избирательным правом Российской Федерации, для инициирования публичных слушаний по вопросам местного значения формируют инициативную группу численностью не менее 12 человек, достигших 18-летнего возраста (далее - инициативная группа).</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Решение о формировании инициативной группы принимается ее членами на собрании и оформляется протоколом. В протоколе указываются вопросы, планируемые к вынесению на публичные слушания, а также перечисляются члены инициативной группы.</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8.3. Для рассмотрения вопроса о назначении публичных слушаний по инициативе населения сельского поселения его инициаторы направляют в представительный орган сельского поселения заявление о назначении публичных слушаний с указанием вопроса публичных слушаний и обоснованием его общественной значимости по форме согласно приложению № 1 к настоящему Порядку, к которому должны быть приложены следующие документы:</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 проект муниципального правового акта, предлагаемого для вынесения на публичные слушания;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2) </w:t>
      </w:r>
      <w:hyperlink r:id="rId4" w:anchor="P248" w:history="1">
        <w:r w:rsidRPr="00EE594D">
          <w:rPr>
            <w:rStyle w:val="Hyperlink"/>
            <w:rFonts w:ascii="Arial" w:hAnsi="Arial" w:cs="Arial"/>
            <w:color w:val="000000"/>
            <w:sz w:val="24"/>
            <w:szCs w:val="24"/>
            <w:lang w:eastAsia="zh-CN"/>
          </w:rPr>
          <w:t>список</w:t>
        </w:r>
      </w:hyperlink>
      <w:r w:rsidRPr="00EE594D">
        <w:rPr>
          <w:rFonts w:ascii="Arial" w:hAnsi="Arial" w:cs="Arial"/>
          <w:color w:val="000000"/>
          <w:sz w:val="24"/>
          <w:szCs w:val="24"/>
          <w:lang w:eastAsia="zh-CN"/>
        </w:rPr>
        <w:t xml:space="preserve"> инициативной группы по форме согласно приложению № 2 к настоящему Порядку;</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3) протокол о создании инициативной группы граждан.</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8.4. Заявление о назначении публичных слушаний, внесенное инициативной группой граждан, рассматривается на заседании представительного органа сельского поселения.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8.5. Представительный орган сельского поселения по результатам рассмотрения поданных инициативной группой документов большинством голосов принимает решение о назначении публичных слушаний или обоснованно отказывает в их назначении.</w:t>
      </w:r>
    </w:p>
    <w:p w:rsidR="00525E3A" w:rsidRPr="00EE594D" w:rsidRDefault="00525E3A" w:rsidP="002D7BF4">
      <w:pPr>
        <w:widowControl w:val="0"/>
        <w:autoSpaceDE w:val="0"/>
        <w:spacing w:after="0" w:line="240" w:lineRule="auto"/>
        <w:jc w:val="center"/>
        <w:rPr>
          <w:rFonts w:ascii="Arial" w:hAnsi="Arial" w:cs="Arial"/>
          <w:color w:val="000000"/>
          <w:sz w:val="24"/>
          <w:szCs w:val="24"/>
          <w:lang w:eastAsia="zh-CN"/>
        </w:rPr>
      </w:pPr>
    </w:p>
    <w:p w:rsidR="00525E3A" w:rsidRPr="00EE594D" w:rsidRDefault="00525E3A" w:rsidP="002D7BF4">
      <w:pPr>
        <w:widowControl w:val="0"/>
        <w:autoSpaceDE w:val="0"/>
        <w:spacing w:after="0" w:line="240" w:lineRule="auto"/>
        <w:jc w:val="center"/>
        <w:rPr>
          <w:rFonts w:ascii="Arial" w:hAnsi="Arial" w:cs="Arial"/>
          <w:color w:val="000000"/>
          <w:sz w:val="24"/>
          <w:szCs w:val="24"/>
          <w:lang w:eastAsia="zh-CN"/>
        </w:rPr>
      </w:pPr>
      <w:r w:rsidRPr="00EE594D">
        <w:rPr>
          <w:rFonts w:ascii="Arial" w:hAnsi="Arial" w:cs="Arial"/>
          <w:color w:val="000000"/>
          <w:sz w:val="24"/>
          <w:szCs w:val="24"/>
          <w:lang w:eastAsia="zh-CN"/>
        </w:rPr>
        <w:t>9. Порядок назначения публичных слушаний</w:t>
      </w:r>
    </w:p>
    <w:p w:rsidR="00525E3A" w:rsidRPr="00EE594D" w:rsidRDefault="00525E3A" w:rsidP="002D7BF4">
      <w:pPr>
        <w:widowControl w:val="0"/>
        <w:autoSpaceDE w:val="0"/>
        <w:spacing w:after="0" w:line="240" w:lineRule="auto"/>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9.1. Публичные слушания, проводимые по инициативе населения или представительного органа сельского поселения, назначаются решением представительного органа сельского поселения, а по инициативе главы сельского поселения – постановлением администрации сельского поселения.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9.2. Решение представительного органа сельского поселения, постановление администрации сельского поселения о назначении публичных слушаний должны приниматься не позднее чем за 15 дней до даты рассмотрения вопроса на публичных слушаниях.</w:t>
      </w:r>
    </w:p>
    <w:p w:rsidR="00525E3A" w:rsidRPr="00EE594D" w:rsidRDefault="00525E3A" w:rsidP="002D7BF4">
      <w:pPr>
        <w:widowControl w:val="0"/>
        <w:autoSpaceDE w:val="0"/>
        <w:spacing w:after="0" w:line="240" w:lineRule="auto"/>
        <w:ind w:firstLine="540"/>
        <w:jc w:val="both"/>
        <w:rPr>
          <w:rFonts w:ascii="Arial" w:hAnsi="Arial" w:cs="Arial"/>
          <w:sz w:val="24"/>
          <w:szCs w:val="24"/>
          <w:lang w:eastAsia="zh-CN"/>
        </w:rPr>
      </w:pPr>
      <w:r w:rsidRPr="00EE594D">
        <w:rPr>
          <w:rFonts w:ascii="Arial" w:hAnsi="Arial" w:cs="Arial"/>
          <w:color w:val="000000"/>
          <w:sz w:val="24"/>
          <w:szCs w:val="24"/>
          <w:lang w:eastAsia="zh-CN"/>
        </w:rPr>
        <w:t>9.3. В решении представительного органа сельского поселения, постановлении главы сельского поселения о назначении публичных слушаний указываются:</w:t>
      </w:r>
    </w:p>
    <w:p w:rsidR="00525E3A" w:rsidRPr="00EE594D" w:rsidRDefault="00525E3A" w:rsidP="002D7BF4">
      <w:pPr>
        <w:autoSpaceDE w:val="0"/>
        <w:spacing w:after="0" w:line="240" w:lineRule="auto"/>
        <w:ind w:firstLine="540"/>
        <w:jc w:val="both"/>
        <w:rPr>
          <w:rFonts w:ascii="Arial" w:hAnsi="Arial" w:cs="Arial"/>
          <w:sz w:val="24"/>
          <w:szCs w:val="24"/>
          <w:lang w:eastAsia="zh-CN"/>
        </w:rPr>
      </w:pPr>
      <w:r w:rsidRPr="00EE594D">
        <w:rPr>
          <w:rFonts w:ascii="Arial" w:hAnsi="Arial" w:cs="Arial"/>
          <w:sz w:val="24"/>
          <w:szCs w:val="24"/>
          <w:lang w:eastAsia="zh-CN"/>
        </w:rPr>
        <w:t>1) вопрос (вопросы) публичных слушаний;</w:t>
      </w:r>
    </w:p>
    <w:p w:rsidR="00525E3A" w:rsidRPr="00EE594D" w:rsidRDefault="00525E3A" w:rsidP="002D7BF4">
      <w:pPr>
        <w:autoSpaceDE w:val="0"/>
        <w:spacing w:after="0" w:line="240" w:lineRule="auto"/>
        <w:ind w:firstLine="540"/>
        <w:jc w:val="both"/>
        <w:rPr>
          <w:rFonts w:ascii="Arial" w:hAnsi="Arial" w:cs="Arial"/>
          <w:sz w:val="24"/>
          <w:szCs w:val="24"/>
          <w:lang w:eastAsia="zh-CN"/>
        </w:rPr>
      </w:pPr>
      <w:r w:rsidRPr="00EE594D">
        <w:rPr>
          <w:rFonts w:ascii="Arial" w:hAnsi="Arial" w:cs="Arial"/>
          <w:sz w:val="24"/>
          <w:szCs w:val="24"/>
          <w:lang w:eastAsia="zh-CN"/>
        </w:rPr>
        <w:t>2) дата, время  и место проведения публичных слушаний;</w:t>
      </w:r>
    </w:p>
    <w:p w:rsidR="00525E3A" w:rsidRPr="00EE594D" w:rsidRDefault="00525E3A" w:rsidP="002D7BF4">
      <w:pPr>
        <w:autoSpaceDE w:val="0"/>
        <w:spacing w:after="0" w:line="240" w:lineRule="auto"/>
        <w:ind w:firstLine="540"/>
        <w:jc w:val="both"/>
        <w:rPr>
          <w:rFonts w:ascii="Arial" w:hAnsi="Arial" w:cs="Arial"/>
          <w:color w:val="000000"/>
          <w:sz w:val="24"/>
          <w:szCs w:val="24"/>
          <w:lang w:eastAsia="zh-CN"/>
        </w:rPr>
      </w:pPr>
      <w:r w:rsidRPr="00EE594D">
        <w:rPr>
          <w:rFonts w:ascii="Arial" w:hAnsi="Arial" w:cs="Arial"/>
          <w:sz w:val="24"/>
          <w:szCs w:val="24"/>
          <w:lang w:eastAsia="zh-CN"/>
        </w:rPr>
        <w:t>3) уполномоченный орган и его состав.</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9.4. Решение представительного органа сельского поселения, постановление администрации сельского поселения о назначении публичных слушаний подлежит официальному опубликованию (обнародованию) не позднее чем за 15 дней до проведения публичных слушаний. Официальному опубликованию (обнародованию) также подлежит информация о порядке учета предложений по проекту решения, предлагаемого к рассмотрению на публичных слушаниях.</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9.5. Вместе с нормативным актом о назначении публичных слушаний подлежит опубликованию (обнародованию) проект выносимого на публичные слушания муниципального правового акта (в случае вынесения на публичные слушания проекта муниципального правового акта).</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9.6. С момента опубликования (обнародования) решения (постановления) о проведении публичных слушаний их участники считаются оповещенными о времени и месте проведения публичных слушаний.</w:t>
      </w:r>
    </w:p>
    <w:p w:rsidR="00525E3A" w:rsidRPr="00EE594D" w:rsidRDefault="00525E3A" w:rsidP="002D7BF4">
      <w:pPr>
        <w:widowControl w:val="0"/>
        <w:autoSpaceDE w:val="0"/>
        <w:spacing w:after="0" w:line="240" w:lineRule="auto"/>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jc w:val="center"/>
        <w:rPr>
          <w:rFonts w:ascii="Arial" w:hAnsi="Arial" w:cs="Arial"/>
          <w:color w:val="000000"/>
          <w:sz w:val="24"/>
          <w:szCs w:val="24"/>
          <w:lang w:eastAsia="zh-CN"/>
        </w:rPr>
      </w:pPr>
      <w:r w:rsidRPr="00EE594D">
        <w:rPr>
          <w:rFonts w:ascii="Arial" w:hAnsi="Arial" w:cs="Arial"/>
          <w:color w:val="000000"/>
          <w:sz w:val="24"/>
          <w:szCs w:val="24"/>
          <w:lang w:eastAsia="zh-CN"/>
        </w:rPr>
        <w:t>10. Порядок организации (подготовки) публичных слушаний</w:t>
      </w:r>
    </w:p>
    <w:p w:rsidR="00525E3A" w:rsidRPr="00EE594D" w:rsidRDefault="00525E3A" w:rsidP="002D7BF4">
      <w:pPr>
        <w:widowControl w:val="0"/>
        <w:autoSpaceDE w:val="0"/>
        <w:spacing w:after="0" w:line="240" w:lineRule="auto"/>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10.1. Материально-техническое, организационное и информационное обеспечение проведения публичных слушаний возлагается на администрацию сельского поселения. </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10.2. Расходы на подготовку и проведение публичных слушаний осуществляются из средств бюджета сельского поселения.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10.3. Организатор публичных слушаний:</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 подготавливает и утверждает повестку публичных слушаний;</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2) запрашивает у органов местного самоуправления информацию и документацию, относящуюся к вопросам, выносимым на публичные слушания;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3) назначает секретаря публичных слушаний для ведения и составления протокола;</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4) регистрирует участников публичных слушаний, принимает от граждан и экспертов заявки на выступления в рамках публичных слушаний;</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5) определяет докладчиков (содокладчиков);</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6) устанавливает порядок выступления на публичных слушаниях;</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7) обнародует предложения и рекомендации, поступившие от граждан и экспертов по вопросам, выносимым на публичные слушания, для ознакомления с ними жителей сельского поселения;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8) формирует единый документ для распространения на публичных слушаниях, содержащий все поступившие предложения с указанием лиц, их внесших;</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9) производит информирование граждан о времени и месте проведения публичных слушаний;</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10) организует проведение голосования участников публичных слушаний;</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11) устанавливает результаты публичных слушаний;</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12) подготавливает проект итогового документа, состоящего из рекомендаций, и обеспечивает его опубликование (обнародование);</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13) организует оформление рекомендаций и предложений, принятых на публичных слушаниях по итогам обсуждения поставленного вопроса, и передает их в представительный орган сельского поселения или главе сельского поселения, назначившим публичные слушания.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10.4. Публичные слушания ведет глава сельского поселения либо лицо, официально им уполномоченное.</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10.5. Срок проведения публичных слушаний с момента оповещения населения сельского поселения о времени и месте их проведения до дня официального опубликования (обнародования) заключения о результатах публичных слушаний не может быть более 3 месяцев, за исключением случаев, предусмотренных Градостроительным </w:t>
      </w:r>
      <w:hyperlink r:id="rId5" w:history="1">
        <w:r w:rsidRPr="00EE594D">
          <w:rPr>
            <w:rStyle w:val="Hyperlink"/>
            <w:rFonts w:ascii="Arial" w:hAnsi="Arial" w:cs="Arial"/>
            <w:color w:val="000000"/>
            <w:sz w:val="24"/>
            <w:szCs w:val="24"/>
            <w:lang w:eastAsia="zh-CN"/>
          </w:rPr>
          <w:t>кодексом</w:t>
        </w:r>
      </w:hyperlink>
      <w:r w:rsidRPr="00EE594D">
        <w:rPr>
          <w:rFonts w:ascii="Arial" w:hAnsi="Arial" w:cs="Arial"/>
          <w:color w:val="000000"/>
          <w:sz w:val="24"/>
          <w:szCs w:val="24"/>
          <w:lang w:eastAsia="zh-CN"/>
        </w:rPr>
        <w:t xml:space="preserve"> Российской Федерации.</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10.6. Организация и проведение публичных слушаний по вопросам градостроительной деятельности осуществляется с учетом требований, установленных Градостроительным </w:t>
      </w:r>
      <w:hyperlink r:id="rId6" w:history="1">
        <w:r w:rsidRPr="00EE594D">
          <w:rPr>
            <w:rStyle w:val="Hyperlink"/>
            <w:rFonts w:ascii="Arial" w:hAnsi="Arial" w:cs="Arial"/>
            <w:color w:val="000000"/>
            <w:sz w:val="24"/>
            <w:szCs w:val="24"/>
            <w:lang w:eastAsia="zh-CN"/>
          </w:rPr>
          <w:t>кодексом</w:t>
        </w:r>
      </w:hyperlink>
      <w:r w:rsidRPr="00EE594D">
        <w:rPr>
          <w:rFonts w:ascii="Arial" w:hAnsi="Arial" w:cs="Arial"/>
          <w:color w:val="000000"/>
          <w:sz w:val="24"/>
          <w:szCs w:val="24"/>
          <w:lang w:eastAsia="zh-CN"/>
        </w:rPr>
        <w:t xml:space="preserve"> Российской Федерации.</w:t>
      </w:r>
    </w:p>
    <w:p w:rsidR="00525E3A" w:rsidRPr="00EE594D" w:rsidRDefault="00525E3A" w:rsidP="002D7BF4">
      <w:pPr>
        <w:widowControl w:val="0"/>
        <w:autoSpaceDE w:val="0"/>
        <w:spacing w:after="0" w:line="240" w:lineRule="auto"/>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jc w:val="center"/>
        <w:rPr>
          <w:rFonts w:ascii="Arial" w:hAnsi="Arial" w:cs="Arial"/>
          <w:color w:val="000000"/>
          <w:sz w:val="24"/>
          <w:szCs w:val="24"/>
          <w:lang w:eastAsia="zh-CN"/>
        </w:rPr>
      </w:pPr>
      <w:r w:rsidRPr="00EE594D">
        <w:rPr>
          <w:rFonts w:ascii="Arial" w:hAnsi="Arial" w:cs="Arial"/>
          <w:color w:val="000000"/>
          <w:sz w:val="24"/>
          <w:szCs w:val="24"/>
          <w:lang w:eastAsia="zh-CN"/>
        </w:rPr>
        <w:t>11. Проведение публичных слушаний</w:t>
      </w:r>
    </w:p>
    <w:p w:rsidR="00525E3A" w:rsidRPr="00EE594D" w:rsidRDefault="00525E3A" w:rsidP="002D7BF4">
      <w:pPr>
        <w:widowControl w:val="0"/>
        <w:autoSpaceDE w:val="0"/>
        <w:spacing w:after="0" w:line="240" w:lineRule="auto"/>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11.1. Публичные слушания проводятся в рабочие дни, проведение публичных слушаний в праздничные дни не допускается.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11.2. В течение одного часа перед открытием публичных слушаний организаторами проведения публичных слушаний проводится регистрация участников публичных слушаний с указанием фамилии, имени, отчества, адреса регистрации (на основании паспорта или иных документов, удостоверяющих личность и подтверждающих постоянное проживание на территории муниципального района) участника публичных слушаний.</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11.3. Председательствующий на публичных слушаниях открывает публичные слушания и оглашает перечень вопросов публичных слушаний, предложения организатора по порядку проведения публичных слушаний, представляет себя и секретаря, указывает инициаторов проведения публичных слушаний. Секретарь ведет </w:t>
      </w:r>
      <w:hyperlink r:id="rId7" w:anchor="P298" w:history="1">
        <w:r w:rsidRPr="00EE594D">
          <w:rPr>
            <w:rStyle w:val="Hyperlink"/>
            <w:rFonts w:ascii="Arial" w:hAnsi="Arial" w:cs="Arial"/>
            <w:color w:val="000000"/>
            <w:sz w:val="24"/>
            <w:szCs w:val="24"/>
            <w:lang w:eastAsia="zh-CN"/>
          </w:rPr>
          <w:t>протокол</w:t>
        </w:r>
      </w:hyperlink>
      <w:r w:rsidRPr="00EE594D">
        <w:rPr>
          <w:rFonts w:ascii="Arial" w:hAnsi="Arial" w:cs="Arial"/>
          <w:color w:val="000000"/>
          <w:sz w:val="24"/>
          <w:szCs w:val="24"/>
          <w:lang w:eastAsia="zh-CN"/>
        </w:rPr>
        <w:t xml:space="preserve"> публичных слушаний по форме согласно приложению № 3 к настоящему Порядку.</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11.4. На публичных слушаниях устанавливается следующий регламент работы:</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время для основного доклада предоставляется в пределах 30 минут;</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для содокладов - до 10 минут;</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для обсуждения вопросов по докладу и содокладу - до 60 минут;</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для выступлений в прениях - до 5 минут.</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11.5. Председательствующий на публичных слушаниях обеспечивает соблюдение порядка проведения публичных слушаний. Для открытия прений председательствующий на публичных слушаниях предоставляет слово участникам публичных слушаний в порядке поступления их предложений. В случае если выступающий на публичных слушаниях превышает время, установленное регламентом для выступления, либо отклоняется от темы обсуждаемого вопроса, председательствующий на публичных слушаниях вправе сделать выступающему предупреждение, а если предупреждение не учитывается - прервать выступление. Каждый из участников публичных слушаний по существу одного и того же вопроса выступает один раз. Повторное выступление участников публичных слушаний допускается только с разрешения председательствующего на публичных слушаниях.</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Участники публичных слушаний не вправе выступать на публичных слушаниях без разрешения председательствующего на публичных слушаниях. Участник публичных слушаний, нарушивший вышеуказанные требования, а также нарушающий порядок во время проведения публичных слушаний, после предупреждения председательствующего на публичных слушаниях может быть удален из зала, где проводятся публичные слушания.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11.6. Участниками публичных слушаний, получающими право на выступление, являются лица, которые зарегистрировались в качестве выступающих и (или) внесли в письменной форме свои рекомендации и предложения по вопросам публичных слушаний не позднее 3 рабочих дней до даты проведения публичных слушаний.</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11.7. Право выступить другим участникам публичных слушаний, кроме зарегистрированных в качестве выступающих, может предоставить председательствующий на публичных слушаниях. Все желающие выступить на слушаниях берут слово только с разрешения председательствующего на публичных слушаниях.</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11.8. Организаторы проведения публичных слушаний обязаны обеспечить желающим участвовать в публичных слушаниях беспрепятственный доступ в помещение, в котором проводятся публичные слушания.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11.9. По окончании выступлений участников публичных слушаний (или по истечении предоставленного времени) председательствующий на публичных слушаниях дает возможность задать им уточняющие вопросы и дополнительное время для ответов на вопросы.</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11.10. Участники публичных слушаний вправе снять свои рекомендации и (или) присоединиться к предложениям, выдвинутым другими участниками публичных слушаний.</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11.11. По итогам проведения публичных слушаний принимаются рекомендации (предложения) к представительному органу сельского поселения или главе сельского поселения, оформленные в виде </w:t>
      </w:r>
      <w:hyperlink r:id="rId8" w:anchor="P335" w:history="1">
        <w:r w:rsidRPr="00EE594D">
          <w:rPr>
            <w:rStyle w:val="Hyperlink"/>
            <w:rFonts w:ascii="Arial" w:hAnsi="Arial" w:cs="Arial"/>
            <w:color w:val="000000"/>
            <w:sz w:val="24"/>
            <w:szCs w:val="24"/>
            <w:lang w:eastAsia="zh-CN"/>
          </w:rPr>
          <w:t>заключения</w:t>
        </w:r>
      </w:hyperlink>
      <w:r w:rsidRPr="00EE594D">
        <w:rPr>
          <w:rFonts w:ascii="Arial" w:hAnsi="Arial" w:cs="Arial"/>
          <w:color w:val="000000"/>
          <w:sz w:val="24"/>
          <w:szCs w:val="24"/>
          <w:lang w:eastAsia="zh-CN"/>
        </w:rPr>
        <w:t xml:space="preserve"> о результатах публичных слушаний по форме согласно приложению № 4 к настоящему Порядку.</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Заключение о результатах публичных слушаний принимается путем открытого голосования простым большинством голосов от числа зарегистрированных участников публичных слушаний. Каждый присутствующий на слушаниях обладает одним голосом.       </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В случае отклонения участниками публичных слушаний всех предложенных вариантов решения вопроса местного значения организатор публичных слушаний с учетом высказанных замечаний и предложений в течение срока, определенного на самих слушаниях, проводит доработку итогового решения. Доработанное решение (решения) снова выносятся на публичные слушания. Количество дополнительных публичных слушаний по вопросу местного значения не ограничивается.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11.12. Протокол публичных слушаний оформляется в течение 5 рабочих дней со дня проведения публичных слушаний. В протоколе в обязательном порядке должны быть отражены позиции и мнения участников слушаний по обсуждаемому на слушаниях вопросу, высказанные ими в ходе слушаний. Протокол публичных слушаний подписывается председательствующим на публичных слушаниях и секретарем.</w:t>
      </w:r>
    </w:p>
    <w:p w:rsidR="00525E3A" w:rsidRPr="00EE594D" w:rsidRDefault="00525E3A" w:rsidP="002D7BF4">
      <w:pPr>
        <w:widowControl w:val="0"/>
        <w:autoSpaceDE w:val="0"/>
        <w:spacing w:after="0" w:line="240" w:lineRule="auto"/>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jc w:val="center"/>
        <w:rPr>
          <w:rFonts w:ascii="Arial" w:hAnsi="Arial" w:cs="Arial"/>
          <w:color w:val="000000"/>
          <w:sz w:val="24"/>
          <w:szCs w:val="24"/>
          <w:lang w:eastAsia="zh-CN"/>
        </w:rPr>
      </w:pPr>
      <w:r w:rsidRPr="00EE594D">
        <w:rPr>
          <w:rFonts w:ascii="Arial" w:hAnsi="Arial" w:cs="Arial"/>
          <w:color w:val="000000"/>
          <w:sz w:val="24"/>
          <w:szCs w:val="24"/>
          <w:lang w:eastAsia="zh-CN"/>
        </w:rPr>
        <w:t>12. Результаты публичных слушаний</w:t>
      </w:r>
    </w:p>
    <w:p w:rsidR="00525E3A" w:rsidRPr="00EE594D" w:rsidRDefault="00525E3A" w:rsidP="002D7BF4">
      <w:pPr>
        <w:widowControl w:val="0"/>
        <w:autoSpaceDE w:val="0"/>
        <w:spacing w:after="0" w:line="240" w:lineRule="auto"/>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12.1. По итогам проведения публичных слушаний организатор проведения публичных слушаний в течение 5 рабочих дней оформляет заключение о результатах публичных слушаний и официально опубликовывает (обнародует) его.</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12.2. Итоговый документ, принятый в рамках публичных слушаний, носит рекомендательный характер для органов и должностных лиц местного самоуправления сельского поселения.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12.3. Проект решения представительного органа сельского поселения, подготовленный на основании заключения о результатах публичных слушаний, проведенных представительным органом сельского поселения, включается в повестку дня очередного заседания представительного органа сельского поселения.</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12.4. На заседании представительного органа сельского поселения его председатель (или иное уполномоченное лицо) докладывает о результатах публичных слушаний.</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12.5. Глава сельского поселения в течение 15 рабочих дней рассматривает заключение о результатах публичных слушаний и принимает решение о подготовке соответствующего муниципального правового акта.</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12.6. Принятое решение представительного органа сельского поселения, постановление администрации сельского поселения, подготовленное на основании заключения о результатах публичных слушаний, подлежит официальному опубликованию (обнародованию) в установленном порядке.</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12.7. Материалы публичных слушаний должны храниться не менее 3 лет в представительном органе сельского поселения и администрации сельского поселения, а по истечении этого срока сдаются на хранение в архив в установленном порядке.</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12.8. Граждане вправе обжаловать решения, принятые по итогам публичных слушаний, в порядке, установленном действующим законодательством Российской Федерации порядке.</w:t>
      </w:r>
    </w:p>
    <w:p w:rsidR="00525E3A" w:rsidRPr="00EE594D" w:rsidRDefault="00525E3A" w:rsidP="002D7BF4">
      <w:pPr>
        <w:widowControl w:val="0"/>
        <w:autoSpaceDE w:val="0"/>
        <w:spacing w:after="0" w:line="240" w:lineRule="auto"/>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jc w:val="both"/>
        <w:rPr>
          <w:rFonts w:ascii="Arial" w:hAnsi="Arial" w:cs="Arial"/>
          <w:color w:val="000000"/>
          <w:sz w:val="24"/>
          <w:szCs w:val="24"/>
          <w:lang w:eastAsia="zh-CN"/>
        </w:rPr>
      </w:pPr>
    </w:p>
    <w:p w:rsidR="00525E3A" w:rsidRPr="00EE594D" w:rsidRDefault="00525E3A" w:rsidP="002D7BF4">
      <w:pPr>
        <w:autoSpaceDE w:val="0"/>
        <w:spacing w:after="0" w:line="240" w:lineRule="auto"/>
        <w:ind w:firstLine="540"/>
        <w:jc w:val="center"/>
        <w:rPr>
          <w:rFonts w:ascii="Arial" w:hAnsi="Arial" w:cs="Arial"/>
          <w:color w:val="000000"/>
          <w:sz w:val="24"/>
          <w:szCs w:val="24"/>
          <w:lang w:eastAsia="zh-CN"/>
        </w:rPr>
      </w:pPr>
      <w:r w:rsidRPr="00EE594D">
        <w:rPr>
          <w:rFonts w:ascii="Arial" w:hAnsi="Arial" w:cs="Arial"/>
          <w:color w:val="000000"/>
          <w:sz w:val="24"/>
          <w:szCs w:val="24"/>
          <w:lang w:eastAsia="zh-CN"/>
        </w:rPr>
        <w:t>13. Особенности рассмотрения на публичных слушаниях проекта устава муниципального образования и проекта муниципального правового акта о внесении изменений в Устав муниципального образования</w:t>
      </w:r>
    </w:p>
    <w:p w:rsidR="00525E3A" w:rsidRPr="00EE594D" w:rsidRDefault="00525E3A" w:rsidP="002D7BF4">
      <w:pPr>
        <w:autoSpaceDE w:val="0"/>
        <w:spacing w:after="0" w:line="240" w:lineRule="auto"/>
        <w:ind w:firstLine="540"/>
        <w:jc w:val="both"/>
        <w:rPr>
          <w:rFonts w:ascii="Arial" w:hAnsi="Arial" w:cs="Arial"/>
          <w:color w:val="000000"/>
          <w:sz w:val="24"/>
          <w:szCs w:val="24"/>
          <w:lang w:eastAsia="zh-CN"/>
        </w:rPr>
      </w:pPr>
    </w:p>
    <w:p w:rsidR="00525E3A" w:rsidRPr="00EE594D" w:rsidRDefault="00525E3A" w:rsidP="002D7BF4">
      <w:pPr>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13.1. Проект устава муниципального образования и проект муниципального правового акта о внесении изменений и дополнений в </w:t>
      </w:r>
      <w:hyperlink r:id="rId9" w:history="1">
        <w:r w:rsidRPr="00EE594D">
          <w:rPr>
            <w:rStyle w:val="Hyperlink"/>
            <w:rFonts w:ascii="Arial" w:hAnsi="Arial" w:cs="Arial"/>
            <w:color w:val="000000"/>
            <w:sz w:val="24"/>
            <w:szCs w:val="24"/>
            <w:lang w:eastAsia="zh-CN"/>
          </w:rPr>
          <w:t>Устав</w:t>
        </w:r>
      </w:hyperlink>
      <w:r w:rsidRPr="00EE594D">
        <w:rPr>
          <w:rFonts w:ascii="Arial" w:hAnsi="Arial" w:cs="Arial"/>
          <w:color w:val="000000"/>
          <w:sz w:val="24"/>
          <w:szCs w:val="24"/>
          <w:lang w:eastAsia="zh-CN"/>
        </w:rPr>
        <w:t xml:space="preserve"> муниципального образования рассматривается на публичных слушаниях с учетом особенностей, предусмотренных Федеральным </w:t>
      </w:r>
      <w:hyperlink r:id="rId10" w:history="1">
        <w:r w:rsidRPr="00EE594D">
          <w:rPr>
            <w:rStyle w:val="Hyperlink"/>
            <w:rFonts w:ascii="Arial" w:hAnsi="Arial" w:cs="Arial"/>
            <w:color w:val="000000"/>
            <w:sz w:val="24"/>
            <w:szCs w:val="24"/>
            <w:lang w:eastAsia="zh-CN"/>
          </w:rPr>
          <w:t>законом</w:t>
        </w:r>
      </w:hyperlink>
      <w:r w:rsidRPr="00EE594D">
        <w:rPr>
          <w:rFonts w:ascii="Arial" w:hAnsi="Arial" w:cs="Arial"/>
          <w:color w:val="000000"/>
          <w:sz w:val="24"/>
          <w:szCs w:val="24"/>
          <w:lang w:eastAsia="zh-CN"/>
        </w:rPr>
        <w:t xml:space="preserve"> от 06.10.2003 N 131-ФЗ "Об общих принципах организации местного самоуправления в Российской Федерации" и </w:t>
      </w:r>
      <w:hyperlink r:id="rId11" w:history="1">
        <w:r w:rsidRPr="00EE594D">
          <w:rPr>
            <w:rStyle w:val="Hyperlink"/>
            <w:rFonts w:ascii="Arial" w:hAnsi="Arial" w:cs="Arial"/>
            <w:color w:val="000000"/>
            <w:sz w:val="24"/>
            <w:szCs w:val="24"/>
            <w:lang w:eastAsia="zh-CN"/>
          </w:rPr>
          <w:t>Уставом</w:t>
        </w:r>
      </w:hyperlink>
      <w:r w:rsidRPr="00EE594D">
        <w:rPr>
          <w:rFonts w:ascii="Arial" w:hAnsi="Arial" w:cs="Arial"/>
          <w:color w:val="000000"/>
          <w:sz w:val="24"/>
          <w:szCs w:val="24"/>
          <w:lang w:eastAsia="zh-CN"/>
        </w:rPr>
        <w:t xml:space="preserve"> муниципального образования.</w:t>
      </w:r>
    </w:p>
    <w:p w:rsidR="00525E3A" w:rsidRPr="00EE594D" w:rsidRDefault="00525E3A" w:rsidP="002D7BF4">
      <w:pPr>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13.2. Проект устава муниципального образования и проект муниципального правового акта о внесении изменений и дополнений в </w:t>
      </w:r>
      <w:hyperlink r:id="rId12" w:history="1">
        <w:r w:rsidRPr="00EE594D">
          <w:rPr>
            <w:rStyle w:val="Hyperlink"/>
            <w:rFonts w:ascii="Arial" w:hAnsi="Arial" w:cs="Arial"/>
            <w:color w:val="000000"/>
            <w:sz w:val="24"/>
            <w:szCs w:val="24"/>
            <w:lang w:eastAsia="zh-CN"/>
          </w:rPr>
          <w:t>Устав</w:t>
        </w:r>
      </w:hyperlink>
      <w:r w:rsidRPr="00EE594D">
        <w:rPr>
          <w:rFonts w:ascii="Arial" w:hAnsi="Arial" w:cs="Arial"/>
          <w:color w:val="000000"/>
          <w:sz w:val="24"/>
          <w:szCs w:val="24"/>
          <w:lang w:eastAsia="zh-CN"/>
        </w:rPr>
        <w:t xml:space="preserve"> муниципального образования подлежит официальному опубликованию (обнародованию) не позднее чем за 30 дней до дня рассмотрения Советом  депутатов </w:t>
      </w:r>
      <w:r>
        <w:rPr>
          <w:rFonts w:ascii="Arial" w:hAnsi="Arial" w:cs="Arial"/>
          <w:color w:val="000000"/>
          <w:sz w:val="24"/>
          <w:szCs w:val="24"/>
          <w:lang w:eastAsia="zh-CN"/>
        </w:rPr>
        <w:t>Пичужинского</w:t>
      </w:r>
      <w:r w:rsidRPr="00EE594D">
        <w:rPr>
          <w:rFonts w:ascii="Arial" w:hAnsi="Arial" w:cs="Arial"/>
          <w:color w:val="000000"/>
          <w:sz w:val="24"/>
          <w:szCs w:val="24"/>
          <w:lang w:eastAsia="zh-CN"/>
        </w:rPr>
        <w:t xml:space="preserve"> сельского поселения вопроса о его принятии. Одновременно публикуются (обнародуются) порядок учета предложений по указанному проекту, порядок участия граждан в его обсуждении, а также решение Совета депутатов </w:t>
      </w:r>
      <w:r>
        <w:rPr>
          <w:rFonts w:ascii="Arial" w:hAnsi="Arial" w:cs="Arial"/>
          <w:color w:val="000000"/>
          <w:sz w:val="24"/>
          <w:szCs w:val="24"/>
          <w:lang w:eastAsia="zh-CN"/>
        </w:rPr>
        <w:t>Пичужинского</w:t>
      </w:r>
      <w:r w:rsidRPr="00EE594D">
        <w:rPr>
          <w:rFonts w:ascii="Arial" w:hAnsi="Arial" w:cs="Arial"/>
          <w:color w:val="000000"/>
          <w:sz w:val="24"/>
          <w:szCs w:val="24"/>
          <w:lang w:eastAsia="zh-CN"/>
        </w:rPr>
        <w:t xml:space="preserve"> сельского поселения о назначении публичных слушаний по проекту.</w:t>
      </w:r>
    </w:p>
    <w:p w:rsidR="00525E3A" w:rsidRPr="00EE594D" w:rsidRDefault="00525E3A" w:rsidP="002D7BF4">
      <w:pPr>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13.3. Публичные слушания по проекту устава или проекту муниципального правового акта о внесении изменений и дополнений в </w:t>
      </w:r>
      <w:hyperlink r:id="rId13" w:history="1">
        <w:r w:rsidRPr="00EE594D">
          <w:rPr>
            <w:rStyle w:val="Hyperlink"/>
            <w:rFonts w:ascii="Arial" w:hAnsi="Arial" w:cs="Arial"/>
            <w:color w:val="000000"/>
            <w:sz w:val="24"/>
            <w:szCs w:val="24"/>
            <w:lang w:eastAsia="zh-CN"/>
          </w:rPr>
          <w:t>Устав</w:t>
        </w:r>
      </w:hyperlink>
      <w:r w:rsidRPr="00EE594D">
        <w:rPr>
          <w:rFonts w:ascii="Arial" w:hAnsi="Arial" w:cs="Arial"/>
          <w:color w:val="000000"/>
          <w:sz w:val="24"/>
          <w:szCs w:val="24"/>
          <w:lang w:eastAsia="zh-CN"/>
        </w:rPr>
        <w:t xml:space="preserve"> муниципального образования проводятся не ранее чем через пятнадцать дней после дня опубликования (обнародования) проекта, но не позднее чем за пять дней до дня рассмотрения Советом депутатов </w:t>
      </w:r>
      <w:r>
        <w:rPr>
          <w:rFonts w:ascii="Arial" w:hAnsi="Arial" w:cs="Arial"/>
          <w:color w:val="000000"/>
          <w:sz w:val="24"/>
          <w:szCs w:val="24"/>
          <w:lang w:eastAsia="zh-CN"/>
        </w:rPr>
        <w:t>Пичужинского</w:t>
      </w:r>
      <w:r w:rsidRPr="00EE594D">
        <w:rPr>
          <w:rFonts w:ascii="Arial" w:hAnsi="Arial" w:cs="Arial"/>
          <w:color w:val="000000"/>
          <w:sz w:val="24"/>
          <w:szCs w:val="24"/>
          <w:lang w:eastAsia="zh-CN"/>
        </w:rPr>
        <w:t xml:space="preserve"> сельского поселения вопроса о его принятии.</w:t>
      </w:r>
    </w:p>
    <w:p w:rsidR="00525E3A" w:rsidRPr="00EE594D" w:rsidRDefault="00525E3A" w:rsidP="002D7BF4">
      <w:pPr>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13.4. Уполномоченным органом по проведению публичных слушаний по проекту устава или проекту муниципального правового акта о внесении изменений и дополнений в </w:t>
      </w:r>
      <w:hyperlink r:id="rId14" w:history="1">
        <w:r w:rsidRPr="00EE594D">
          <w:rPr>
            <w:rStyle w:val="Hyperlink"/>
            <w:rFonts w:ascii="Arial" w:hAnsi="Arial" w:cs="Arial"/>
            <w:color w:val="000000"/>
            <w:sz w:val="24"/>
            <w:szCs w:val="24"/>
            <w:lang w:eastAsia="zh-CN"/>
          </w:rPr>
          <w:t>Устав</w:t>
        </w:r>
      </w:hyperlink>
      <w:r w:rsidRPr="00EE594D">
        <w:rPr>
          <w:rFonts w:ascii="Arial" w:hAnsi="Arial" w:cs="Arial"/>
          <w:color w:val="000000"/>
          <w:sz w:val="24"/>
          <w:szCs w:val="24"/>
          <w:lang w:eastAsia="zh-CN"/>
        </w:rPr>
        <w:t xml:space="preserve"> муниципального образования является оргкомитет.</w:t>
      </w:r>
    </w:p>
    <w:p w:rsidR="00525E3A" w:rsidRPr="00EE594D" w:rsidRDefault="00525E3A" w:rsidP="002D7BF4">
      <w:pPr>
        <w:autoSpaceDE w:val="0"/>
        <w:spacing w:after="0" w:line="240" w:lineRule="auto"/>
        <w:ind w:firstLine="540"/>
        <w:jc w:val="both"/>
        <w:rPr>
          <w:rFonts w:ascii="Arial" w:hAnsi="Arial" w:cs="Arial"/>
          <w:color w:val="000000"/>
          <w:sz w:val="24"/>
          <w:szCs w:val="24"/>
          <w:lang w:eastAsia="zh-CN"/>
        </w:rPr>
      </w:pPr>
    </w:p>
    <w:p w:rsidR="00525E3A" w:rsidRPr="00EE594D" w:rsidRDefault="00525E3A" w:rsidP="002D7BF4">
      <w:pPr>
        <w:autoSpaceDE w:val="0"/>
        <w:spacing w:after="0" w:line="240" w:lineRule="auto"/>
        <w:ind w:firstLine="540"/>
        <w:jc w:val="center"/>
        <w:rPr>
          <w:rFonts w:ascii="Arial" w:hAnsi="Arial" w:cs="Arial"/>
          <w:color w:val="000000"/>
          <w:sz w:val="24"/>
          <w:szCs w:val="24"/>
          <w:lang w:eastAsia="zh-CN"/>
        </w:rPr>
      </w:pPr>
      <w:r w:rsidRPr="00EE594D">
        <w:rPr>
          <w:rFonts w:ascii="Arial" w:hAnsi="Arial" w:cs="Arial"/>
          <w:color w:val="000000"/>
          <w:sz w:val="24"/>
          <w:szCs w:val="24"/>
          <w:lang w:eastAsia="zh-CN"/>
        </w:rPr>
        <w:t xml:space="preserve">14. Особенности рассмотрения на публичных слушаниях проекта местного бюджета и отчета о его выполнении </w:t>
      </w:r>
    </w:p>
    <w:p w:rsidR="00525E3A" w:rsidRPr="00EE594D" w:rsidRDefault="00525E3A" w:rsidP="002D7BF4">
      <w:pPr>
        <w:autoSpaceDE w:val="0"/>
        <w:spacing w:after="0" w:line="240" w:lineRule="auto"/>
        <w:ind w:firstLine="540"/>
        <w:jc w:val="both"/>
        <w:rPr>
          <w:rFonts w:ascii="Arial" w:hAnsi="Arial" w:cs="Arial"/>
          <w:color w:val="000000"/>
          <w:sz w:val="24"/>
          <w:szCs w:val="24"/>
          <w:lang w:eastAsia="zh-CN"/>
        </w:rPr>
      </w:pPr>
    </w:p>
    <w:p w:rsidR="00525E3A" w:rsidRPr="00EE594D" w:rsidRDefault="00525E3A" w:rsidP="002D7BF4">
      <w:pPr>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14.1. Проект местного бюджета и годовой отчет о его исполнении рассматриваются на публичных слушаниях с учетом особенностей, предусмотренных Бюджетным </w:t>
      </w:r>
      <w:hyperlink r:id="rId15" w:history="1">
        <w:r w:rsidRPr="00EE594D">
          <w:rPr>
            <w:rStyle w:val="Hyperlink"/>
            <w:rFonts w:ascii="Arial" w:hAnsi="Arial" w:cs="Arial"/>
            <w:color w:val="000000"/>
            <w:sz w:val="24"/>
            <w:szCs w:val="24"/>
            <w:lang w:eastAsia="zh-CN"/>
          </w:rPr>
          <w:t>кодексом</w:t>
        </w:r>
      </w:hyperlink>
      <w:r w:rsidRPr="00EE594D">
        <w:rPr>
          <w:rFonts w:ascii="Arial" w:hAnsi="Arial" w:cs="Arial"/>
          <w:color w:val="000000"/>
          <w:sz w:val="24"/>
          <w:szCs w:val="24"/>
          <w:lang w:eastAsia="zh-CN"/>
        </w:rPr>
        <w:t xml:space="preserve"> Российской Федерации, иными федеральными законами, законами Волгоградской области, </w:t>
      </w:r>
      <w:hyperlink r:id="rId16" w:history="1">
        <w:r w:rsidRPr="00EE594D">
          <w:rPr>
            <w:rStyle w:val="Hyperlink"/>
            <w:rFonts w:ascii="Arial" w:hAnsi="Arial" w:cs="Arial"/>
            <w:color w:val="000000"/>
            <w:sz w:val="24"/>
            <w:szCs w:val="24"/>
            <w:lang w:eastAsia="zh-CN"/>
          </w:rPr>
          <w:t>Уставом</w:t>
        </w:r>
      </w:hyperlink>
      <w:r w:rsidRPr="00EE594D">
        <w:rPr>
          <w:rFonts w:ascii="Arial" w:hAnsi="Arial" w:cs="Arial"/>
          <w:color w:val="000000"/>
          <w:sz w:val="24"/>
          <w:szCs w:val="24"/>
          <w:lang w:eastAsia="zh-CN"/>
        </w:rPr>
        <w:t xml:space="preserve"> </w:t>
      </w:r>
      <w:r>
        <w:rPr>
          <w:rFonts w:ascii="Arial" w:hAnsi="Arial" w:cs="Arial"/>
          <w:color w:val="000000"/>
          <w:sz w:val="24"/>
          <w:szCs w:val="24"/>
          <w:lang w:eastAsia="zh-CN"/>
        </w:rPr>
        <w:t>Пичужинского</w:t>
      </w:r>
      <w:r w:rsidRPr="00EE594D">
        <w:rPr>
          <w:rFonts w:ascii="Arial" w:hAnsi="Arial" w:cs="Arial"/>
          <w:color w:val="000000"/>
          <w:sz w:val="24"/>
          <w:szCs w:val="24"/>
          <w:lang w:eastAsia="zh-CN"/>
        </w:rPr>
        <w:t xml:space="preserve"> сельского поселения, </w:t>
      </w:r>
      <w:hyperlink r:id="rId17" w:history="1">
        <w:r w:rsidRPr="00EE594D">
          <w:rPr>
            <w:rStyle w:val="Hyperlink"/>
            <w:rFonts w:ascii="Arial" w:hAnsi="Arial" w:cs="Arial"/>
            <w:color w:val="000000"/>
            <w:sz w:val="24"/>
            <w:szCs w:val="24"/>
            <w:lang w:eastAsia="zh-CN"/>
          </w:rPr>
          <w:t>Положением</w:t>
        </w:r>
      </w:hyperlink>
      <w:r w:rsidRPr="00EE594D">
        <w:rPr>
          <w:rFonts w:ascii="Arial" w:hAnsi="Arial" w:cs="Arial"/>
          <w:color w:val="000000"/>
          <w:sz w:val="24"/>
          <w:szCs w:val="24"/>
          <w:lang w:eastAsia="zh-CN"/>
        </w:rPr>
        <w:t xml:space="preserve"> о бюджетном процессе в </w:t>
      </w:r>
      <w:r>
        <w:rPr>
          <w:rFonts w:ascii="Arial" w:hAnsi="Arial" w:cs="Arial"/>
          <w:color w:val="000000"/>
          <w:sz w:val="24"/>
          <w:szCs w:val="24"/>
          <w:lang w:eastAsia="zh-CN"/>
        </w:rPr>
        <w:t>Пичужинском</w:t>
      </w:r>
      <w:r w:rsidRPr="00EE594D">
        <w:rPr>
          <w:rFonts w:ascii="Arial" w:hAnsi="Arial" w:cs="Arial"/>
          <w:color w:val="000000"/>
          <w:sz w:val="24"/>
          <w:szCs w:val="24"/>
          <w:lang w:eastAsia="zh-CN"/>
        </w:rPr>
        <w:t xml:space="preserve"> сельском поселении.</w:t>
      </w:r>
    </w:p>
    <w:p w:rsidR="00525E3A" w:rsidRPr="00EE594D" w:rsidRDefault="00525E3A" w:rsidP="002D7BF4">
      <w:pPr>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14.2. Решение о назначении публичных слушаний по проекту местного бюджета и отчету об исполнении местного бюджета принимается главой сельского поселения в течение десяти дней после внесения указанного проекта (отчета) в Совет сельского поселения и публикуется (обнародуется) в установленном настоящим Положением порядке вместе с проектом (отчетом). Указанный проект (отчет) публикуется (обнародуется) вместе с приложениями к нему, в которых содержатся сведения, отнесенные Бюджетным </w:t>
      </w:r>
      <w:hyperlink r:id="rId18" w:history="1">
        <w:r w:rsidRPr="00EE594D">
          <w:rPr>
            <w:rStyle w:val="Hyperlink"/>
            <w:rFonts w:ascii="Arial" w:hAnsi="Arial" w:cs="Arial"/>
            <w:color w:val="000000"/>
            <w:sz w:val="24"/>
            <w:szCs w:val="24"/>
            <w:lang w:eastAsia="zh-CN"/>
          </w:rPr>
          <w:t>кодексом</w:t>
        </w:r>
      </w:hyperlink>
      <w:r w:rsidRPr="00EE594D">
        <w:rPr>
          <w:rFonts w:ascii="Arial" w:hAnsi="Arial" w:cs="Arial"/>
          <w:color w:val="000000"/>
          <w:sz w:val="24"/>
          <w:szCs w:val="24"/>
          <w:lang w:eastAsia="zh-CN"/>
        </w:rPr>
        <w:t xml:space="preserve"> Российской Федерации к составу показателей, в обязательном порядке представляемых для рассмотрения решения о бюджете.</w:t>
      </w:r>
    </w:p>
    <w:p w:rsidR="00525E3A" w:rsidRPr="00EE594D" w:rsidRDefault="00525E3A" w:rsidP="002D7BF4">
      <w:pPr>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14.3. Публичные слушания по указанному проекту (отчету) проводятся не ранее чем через пять дней после дня опубликования ( обнародования) проекта, но не позднее чем за два дня до дня первого рассмотрения Советом депутатов </w:t>
      </w:r>
      <w:r>
        <w:rPr>
          <w:rFonts w:ascii="Arial" w:hAnsi="Arial" w:cs="Arial"/>
          <w:color w:val="000000"/>
          <w:sz w:val="24"/>
          <w:szCs w:val="24"/>
          <w:lang w:eastAsia="zh-CN"/>
        </w:rPr>
        <w:t>Пичужинского</w:t>
      </w:r>
      <w:r w:rsidRPr="00EE594D">
        <w:rPr>
          <w:rFonts w:ascii="Arial" w:hAnsi="Arial" w:cs="Arial"/>
          <w:color w:val="000000"/>
          <w:sz w:val="24"/>
          <w:szCs w:val="24"/>
          <w:lang w:eastAsia="zh-CN"/>
        </w:rPr>
        <w:t xml:space="preserve"> сельского поселения проекта (отчета).</w:t>
      </w:r>
    </w:p>
    <w:p w:rsidR="00525E3A" w:rsidRPr="00EE594D" w:rsidRDefault="00525E3A" w:rsidP="002D7BF4">
      <w:pPr>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14.4. Уполномоченным органом по проведению публичных слушаний по проекту местного бюджета и отчету об исполнении местного бюджета является оргкомитет.</w:t>
      </w:r>
    </w:p>
    <w:p w:rsidR="00525E3A" w:rsidRPr="00EE594D" w:rsidRDefault="00525E3A" w:rsidP="002D7BF4">
      <w:pPr>
        <w:autoSpaceDE w:val="0"/>
        <w:spacing w:after="0" w:line="240" w:lineRule="auto"/>
        <w:ind w:firstLine="540"/>
        <w:jc w:val="both"/>
        <w:rPr>
          <w:rFonts w:ascii="Arial" w:hAnsi="Arial" w:cs="Arial"/>
          <w:color w:val="000000"/>
          <w:sz w:val="24"/>
          <w:szCs w:val="24"/>
          <w:lang w:eastAsia="zh-CN"/>
        </w:rPr>
      </w:pPr>
    </w:p>
    <w:p w:rsidR="00525E3A" w:rsidRPr="00EE594D" w:rsidRDefault="00525E3A" w:rsidP="002D7BF4">
      <w:pPr>
        <w:autoSpaceDE w:val="0"/>
        <w:spacing w:after="0" w:line="240" w:lineRule="auto"/>
        <w:ind w:firstLine="540"/>
        <w:jc w:val="center"/>
        <w:rPr>
          <w:rFonts w:ascii="Arial" w:hAnsi="Arial" w:cs="Arial"/>
          <w:color w:val="000000"/>
          <w:sz w:val="24"/>
          <w:szCs w:val="24"/>
          <w:lang w:eastAsia="zh-CN"/>
        </w:rPr>
      </w:pPr>
      <w:r w:rsidRPr="00EE594D">
        <w:rPr>
          <w:rFonts w:ascii="Arial" w:hAnsi="Arial" w:cs="Arial"/>
          <w:color w:val="000000"/>
          <w:sz w:val="24"/>
          <w:szCs w:val="24"/>
          <w:lang w:eastAsia="zh-CN"/>
        </w:rPr>
        <w:t>15. Особенности рассмотрения на публичных слушаниях вопроса о преобразовании муниципального образования</w:t>
      </w:r>
    </w:p>
    <w:p w:rsidR="00525E3A" w:rsidRPr="00EE594D" w:rsidRDefault="00525E3A" w:rsidP="002D7BF4">
      <w:pPr>
        <w:autoSpaceDE w:val="0"/>
        <w:spacing w:after="0" w:line="240" w:lineRule="auto"/>
        <w:ind w:firstLine="540"/>
        <w:jc w:val="both"/>
        <w:rPr>
          <w:rFonts w:ascii="Arial" w:hAnsi="Arial" w:cs="Arial"/>
          <w:color w:val="000000"/>
          <w:sz w:val="24"/>
          <w:szCs w:val="24"/>
          <w:lang w:eastAsia="zh-CN"/>
        </w:rPr>
      </w:pPr>
    </w:p>
    <w:p w:rsidR="00525E3A" w:rsidRPr="00EE594D" w:rsidRDefault="00525E3A" w:rsidP="002D7BF4">
      <w:pPr>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15.1. Публичные слушания по вопросу о преобразовании муниципального образования организуются и проводятся в соответствии с особенностями, предусмотренными Федеральным </w:t>
      </w:r>
      <w:hyperlink r:id="rId19" w:history="1">
        <w:r w:rsidRPr="00EE594D">
          <w:rPr>
            <w:rStyle w:val="Hyperlink"/>
            <w:rFonts w:ascii="Arial" w:hAnsi="Arial" w:cs="Arial"/>
            <w:color w:val="000000"/>
            <w:sz w:val="24"/>
            <w:szCs w:val="24"/>
            <w:lang w:eastAsia="zh-CN"/>
          </w:rPr>
          <w:t>законом</w:t>
        </w:r>
      </w:hyperlink>
      <w:r w:rsidRPr="00EE594D">
        <w:rPr>
          <w:rFonts w:ascii="Arial" w:hAnsi="Arial" w:cs="Arial"/>
          <w:color w:val="000000"/>
          <w:sz w:val="24"/>
          <w:szCs w:val="24"/>
          <w:lang w:eastAsia="zh-CN"/>
        </w:rPr>
        <w:t xml:space="preserve"> от 06.10.2003 N 131-ФЗ "Об общих принципах организации местного самоуправления в Российской Федерации", </w:t>
      </w:r>
      <w:hyperlink r:id="rId20" w:history="1">
        <w:r w:rsidRPr="00EE594D">
          <w:rPr>
            <w:rStyle w:val="Hyperlink"/>
            <w:rFonts w:ascii="Arial" w:hAnsi="Arial" w:cs="Arial"/>
            <w:color w:val="000000"/>
            <w:sz w:val="24"/>
            <w:szCs w:val="24"/>
            <w:lang w:eastAsia="zh-CN"/>
          </w:rPr>
          <w:t>Уставом</w:t>
        </w:r>
      </w:hyperlink>
      <w:r w:rsidRPr="00EE594D">
        <w:rPr>
          <w:rFonts w:ascii="Arial" w:hAnsi="Arial" w:cs="Arial"/>
          <w:color w:val="000000"/>
          <w:sz w:val="24"/>
          <w:szCs w:val="24"/>
          <w:lang w:eastAsia="zh-CN"/>
        </w:rPr>
        <w:t xml:space="preserve"> </w:t>
      </w:r>
      <w:r>
        <w:rPr>
          <w:rFonts w:ascii="Arial" w:hAnsi="Arial" w:cs="Arial"/>
          <w:color w:val="000000"/>
          <w:sz w:val="24"/>
          <w:szCs w:val="24"/>
          <w:lang w:eastAsia="zh-CN"/>
        </w:rPr>
        <w:t>Пичужинского</w:t>
      </w:r>
      <w:r w:rsidRPr="00EE594D">
        <w:rPr>
          <w:rFonts w:ascii="Arial" w:hAnsi="Arial" w:cs="Arial"/>
          <w:color w:val="000000"/>
          <w:sz w:val="24"/>
          <w:szCs w:val="24"/>
          <w:lang w:eastAsia="zh-CN"/>
        </w:rPr>
        <w:t xml:space="preserve"> сельского поселения.</w:t>
      </w:r>
    </w:p>
    <w:p w:rsidR="00525E3A" w:rsidRPr="00EE594D" w:rsidRDefault="00525E3A" w:rsidP="002D7BF4">
      <w:pPr>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15.2. Решение о назначении публичных слушаний по данному вопросу принимается Советом депутатов </w:t>
      </w:r>
      <w:r>
        <w:rPr>
          <w:rFonts w:ascii="Arial" w:hAnsi="Arial" w:cs="Arial"/>
          <w:color w:val="000000"/>
          <w:sz w:val="24"/>
          <w:szCs w:val="24"/>
          <w:lang w:eastAsia="zh-CN"/>
        </w:rPr>
        <w:t>Пичужинского</w:t>
      </w:r>
      <w:r w:rsidRPr="00EE594D">
        <w:rPr>
          <w:rFonts w:ascii="Arial" w:hAnsi="Arial" w:cs="Arial"/>
          <w:color w:val="000000"/>
          <w:sz w:val="24"/>
          <w:szCs w:val="24"/>
          <w:lang w:eastAsia="zh-CN"/>
        </w:rPr>
        <w:t xml:space="preserve">  сельского поселения.</w:t>
      </w:r>
    </w:p>
    <w:p w:rsidR="00525E3A" w:rsidRPr="00EE594D" w:rsidRDefault="00525E3A" w:rsidP="002D7BF4">
      <w:pPr>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15.3. Уполномоченным органом по проведению публичных слушаний по вопросу о преобразовании сельского поселения является оргкомитет.</w:t>
      </w:r>
    </w:p>
    <w:p w:rsidR="00525E3A" w:rsidRPr="00EE594D" w:rsidRDefault="00525E3A" w:rsidP="002D7BF4">
      <w:pPr>
        <w:widowControl w:val="0"/>
        <w:autoSpaceDE w:val="0"/>
        <w:spacing w:after="0" w:line="240" w:lineRule="auto"/>
        <w:jc w:val="center"/>
        <w:rPr>
          <w:rFonts w:ascii="Arial" w:hAnsi="Arial" w:cs="Arial"/>
          <w:color w:val="000000"/>
          <w:sz w:val="24"/>
          <w:szCs w:val="24"/>
          <w:lang w:eastAsia="zh-CN"/>
        </w:rPr>
      </w:pPr>
    </w:p>
    <w:p w:rsidR="00525E3A" w:rsidRPr="00EE594D" w:rsidRDefault="00525E3A" w:rsidP="002D7BF4">
      <w:pPr>
        <w:widowControl w:val="0"/>
        <w:autoSpaceDE w:val="0"/>
        <w:spacing w:after="0" w:line="240" w:lineRule="auto"/>
        <w:jc w:val="center"/>
        <w:rPr>
          <w:rFonts w:ascii="Arial" w:hAnsi="Arial" w:cs="Arial"/>
          <w:color w:val="000000"/>
          <w:sz w:val="24"/>
          <w:szCs w:val="24"/>
          <w:lang w:eastAsia="zh-CN"/>
        </w:rPr>
      </w:pPr>
      <w:r w:rsidRPr="00EE594D">
        <w:rPr>
          <w:rFonts w:ascii="Arial" w:hAnsi="Arial" w:cs="Arial"/>
          <w:color w:val="000000"/>
          <w:sz w:val="24"/>
          <w:szCs w:val="24"/>
          <w:lang w:eastAsia="zh-CN"/>
        </w:rPr>
        <w:t>16. Ответственность должностных лиц за нарушение процедуры</w:t>
      </w:r>
    </w:p>
    <w:p w:rsidR="00525E3A" w:rsidRPr="00EE594D" w:rsidRDefault="00525E3A" w:rsidP="002D7BF4">
      <w:pPr>
        <w:widowControl w:val="0"/>
        <w:autoSpaceDE w:val="0"/>
        <w:spacing w:after="0" w:line="240" w:lineRule="auto"/>
        <w:jc w:val="center"/>
        <w:rPr>
          <w:rFonts w:ascii="Arial" w:hAnsi="Arial" w:cs="Arial"/>
          <w:color w:val="000000"/>
          <w:sz w:val="24"/>
          <w:szCs w:val="24"/>
          <w:lang w:eastAsia="zh-CN"/>
        </w:rPr>
      </w:pPr>
      <w:r w:rsidRPr="00EE594D">
        <w:rPr>
          <w:rFonts w:ascii="Arial" w:hAnsi="Arial" w:cs="Arial"/>
          <w:color w:val="000000"/>
          <w:sz w:val="24"/>
          <w:szCs w:val="24"/>
          <w:lang w:eastAsia="zh-CN"/>
        </w:rPr>
        <w:t>организации и проведения публичных слушаний</w:t>
      </w:r>
    </w:p>
    <w:p w:rsidR="00525E3A" w:rsidRPr="00EE594D" w:rsidRDefault="00525E3A" w:rsidP="002D7BF4">
      <w:pPr>
        <w:widowControl w:val="0"/>
        <w:autoSpaceDE w:val="0"/>
        <w:spacing w:after="0" w:line="240" w:lineRule="auto"/>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r w:rsidRPr="00EE594D">
        <w:rPr>
          <w:rFonts w:ascii="Arial" w:hAnsi="Arial" w:cs="Arial"/>
          <w:color w:val="000000"/>
          <w:sz w:val="24"/>
          <w:szCs w:val="24"/>
          <w:lang w:eastAsia="zh-CN"/>
        </w:rPr>
        <w:t xml:space="preserve">16.1. Должностные лица, нарушившие предусмотренный порядок организации и проведения публичных слушаний, привлекаются к ответственности в соответствии с действующим законодательством. </w:t>
      </w: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p>
    <w:p w:rsidR="00525E3A" w:rsidRPr="00EE594D" w:rsidRDefault="00525E3A" w:rsidP="002D7BF4">
      <w:pPr>
        <w:widowControl w:val="0"/>
        <w:autoSpaceDE w:val="0"/>
        <w:spacing w:after="0" w:line="240" w:lineRule="auto"/>
        <w:ind w:firstLine="540"/>
        <w:jc w:val="both"/>
        <w:rPr>
          <w:rFonts w:ascii="Arial" w:hAnsi="Arial" w:cs="Arial"/>
          <w:color w:val="000000"/>
          <w:sz w:val="24"/>
          <w:szCs w:val="24"/>
          <w:lang w:eastAsia="zh-CN"/>
        </w:rPr>
      </w:pPr>
    </w:p>
    <w:p w:rsidR="00525E3A" w:rsidRDefault="00525E3A" w:rsidP="002D7BF4">
      <w:pPr>
        <w:widowControl w:val="0"/>
        <w:autoSpaceDE w:val="0"/>
        <w:spacing w:after="0" w:line="240" w:lineRule="auto"/>
        <w:ind w:firstLine="540"/>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jc w:val="both"/>
        <w:rPr>
          <w:rFonts w:ascii="Times New Roman" w:hAnsi="Times New Roman" w:cs="Times New Roman"/>
          <w:color w:val="000000"/>
          <w:sz w:val="24"/>
          <w:szCs w:val="24"/>
          <w:lang w:eastAsia="zh-CN"/>
        </w:rPr>
      </w:pPr>
    </w:p>
    <w:p w:rsidR="00525E3A" w:rsidRPr="00EE594D" w:rsidRDefault="00525E3A" w:rsidP="002D7BF4">
      <w:pPr>
        <w:autoSpaceDE w:val="0"/>
        <w:spacing w:after="0" w:line="240" w:lineRule="auto"/>
        <w:jc w:val="right"/>
        <w:rPr>
          <w:rFonts w:ascii="Arial" w:hAnsi="Arial" w:cs="Arial"/>
          <w:lang w:eastAsia="zh-CN"/>
        </w:rPr>
      </w:pPr>
      <w:r w:rsidRPr="00EE594D">
        <w:rPr>
          <w:rFonts w:ascii="Arial" w:hAnsi="Arial" w:cs="Arial"/>
          <w:lang w:eastAsia="zh-CN"/>
        </w:rPr>
        <w:t>Приложение N 1</w:t>
      </w:r>
    </w:p>
    <w:p w:rsidR="00525E3A" w:rsidRPr="00EE594D" w:rsidRDefault="00525E3A" w:rsidP="002D7BF4">
      <w:pPr>
        <w:autoSpaceDE w:val="0"/>
        <w:spacing w:after="0" w:line="240" w:lineRule="auto"/>
        <w:jc w:val="right"/>
        <w:rPr>
          <w:rFonts w:ascii="Arial" w:hAnsi="Arial" w:cs="Arial"/>
          <w:color w:val="000000"/>
          <w:lang w:eastAsia="zh-CN"/>
        </w:rPr>
      </w:pPr>
      <w:r w:rsidRPr="00EE594D">
        <w:rPr>
          <w:rFonts w:ascii="Arial" w:hAnsi="Arial" w:cs="Arial"/>
          <w:lang w:eastAsia="zh-CN"/>
        </w:rPr>
        <w:t xml:space="preserve">к </w:t>
      </w:r>
      <w:r w:rsidRPr="00EE594D">
        <w:rPr>
          <w:rFonts w:ascii="Arial" w:hAnsi="Arial" w:cs="Arial"/>
          <w:color w:val="000000"/>
          <w:lang w:eastAsia="zh-CN"/>
        </w:rPr>
        <w:t xml:space="preserve">Порядку организации и проведения </w:t>
      </w:r>
    </w:p>
    <w:p w:rsidR="00525E3A" w:rsidRPr="00EE594D" w:rsidRDefault="00525E3A" w:rsidP="002D7BF4">
      <w:pPr>
        <w:autoSpaceDE w:val="0"/>
        <w:spacing w:after="0" w:line="240" w:lineRule="auto"/>
        <w:jc w:val="right"/>
        <w:rPr>
          <w:rFonts w:ascii="Arial" w:hAnsi="Arial" w:cs="Arial"/>
          <w:color w:val="000000"/>
          <w:lang w:eastAsia="zh-CN"/>
        </w:rPr>
      </w:pPr>
      <w:r w:rsidRPr="00EE594D">
        <w:rPr>
          <w:rFonts w:ascii="Arial" w:hAnsi="Arial" w:cs="Arial"/>
          <w:color w:val="000000"/>
          <w:lang w:eastAsia="zh-CN"/>
        </w:rPr>
        <w:t xml:space="preserve">публичных слушаний </w:t>
      </w:r>
    </w:p>
    <w:p w:rsidR="00525E3A" w:rsidRPr="00EE594D" w:rsidRDefault="00525E3A" w:rsidP="002D7BF4">
      <w:pPr>
        <w:autoSpaceDE w:val="0"/>
        <w:spacing w:after="0" w:line="240" w:lineRule="auto"/>
        <w:jc w:val="right"/>
        <w:rPr>
          <w:rFonts w:ascii="Arial" w:hAnsi="Arial" w:cs="Arial"/>
          <w:lang w:eastAsia="zh-CN"/>
        </w:rPr>
      </w:pPr>
      <w:r w:rsidRPr="00EE594D">
        <w:rPr>
          <w:rFonts w:ascii="Arial" w:hAnsi="Arial" w:cs="Arial"/>
          <w:color w:val="000000"/>
          <w:lang w:eastAsia="zh-CN"/>
        </w:rPr>
        <w:t xml:space="preserve">в </w:t>
      </w:r>
      <w:r>
        <w:rPr>
          <w:rFonts w:ascii="Arial" w:hAnsi="Arial" w:cs="Arial"/>
          <w:color w:val="000000"/>
          <w:lang w:eastAsia="zh-CN"/>
        </w:rPr>
        <w:t>Пичужинском</w:t>
      </w:r>
      <w:r w:rsidRPr="00EE594D">
        <w:rPr>
          <w:rFonts w:ascii="Arial" w:hAnsi="Arial" w:cs="Arial"/>
          <w:color w:val="000000"/>
          <w:lang w:eastAsia="zh-CN"/>
        </w:rPr>
        <w:t xml:space="preserve"> сельском поселении</w:t>
      </w: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Courier New" w:hAnsi="Courier New" w:cs="Courier New"/>
          <w:sz w:val="20"/>
          <w:szCs w:val="20"/>
          <w:lang w:eastAsia="zh-CN"/>
        </w:rPr>
      </w:pPr>
      <w:r>
        <w:rPr>
          <w:rFonts w:ascii="Courier New" w:hAnsi="Courier New" w:cs="Courier New"/>
          <w:sz w:val="20"/>
          <w:szCs w:val="20"/>
          <w:lang w:eastAsia="zh-CN"/>
        </w:rPr>
        <w:t xml:space="preserve">                                 </w:t>
      </w:r>
    </w:p>
    <w:p w:rsidR="00525E3A" w:rsidRDefault="00525E3A" w:rsidP="002D7BF4">
      <w:pPr>
        <w:autoSpaceDE w:val="0"/>
        <w:spacing w:after="0" w:line="240" w:lineRule="auto"/>
        <w:jc w:val="both"/>
        <w:rPr>
          <w:rFonts w:ascii="Courier New" w:hAnsi="Courier New" w:cs="Courier New"/>
          <w:sz w:val="20"/>
          <w:szCs w:val="20"/>
          <w:lang w:eastAsia="zh-CN"/>
        </w:rPr>
      </w:pPr>
    </w:p>
    <w:p w:rsidR="00525E3A" w:rsidRDefault="00525E3A" w:rsidP="002D7BF4">
      <w:pPr>
        <w:autoSpaceDE w:val="0"/>
        <w:spacing w:after="0" w:line="240" w:lineRule="auto"/>
        <w:jc w:val="both"/>
        <w:rPr>
          <w:rFonts w:ascii="Courier New" w:hAnsi="Courier New" w:cs="Courier New"/>
          <w:sz w:val="20"/>
          <w:szCs w:val="20"/>
          <w:lang w:eastAsia="zh-CN"/>
        </w:rPr>
      </w:pPr>
    </w:p>
    <w:p w:rsidR="00525E3A" w:rsidRPr="00A96A31" w:rsidRDefault="00525E3A" w:rsidP="00A96A31">
      <w:pPr>
        <w:autoSpaceDE w:val="0"/>
        <w:spacing w:after="0" w:line="240" w:lineRule="auto"/>
        <w:jc w:val="center"/>
        <w:rPr>
          <w:rFonts w:ascii="Arial" w:hAnsi="Arial" w:cs="Arial"/>
          <w:sz w:val="24"/>
          <w:szCs w:val="24"/>
          <w:lang w:eastAsia="zh-CN"/>
        </w:rPr>
      </w:pPr>
      <w:r w:rsidRPr="00A96A31">
        <w:rPr>
          <w:rFonts w:ascii="Arial" w:hAnsi="Arial" w:cs="Arial"/>
          <w:sz w:val="24"/>
          <w:szCs w:val="24"/>
          <w:lang w:eastAsia="zh-CN"/>
        </w:rPr>
        <w:t>ЗАЯВЛЕНИЕ</w:t>
      </w:r>
    </w:p>
    <w:p w:rsidR="00525E3A" w:rsidRPr="00A96A31" w:rsidRDefault="00525E3A" w:rsidP="00A96A31">
      <w:pPr>
        <w:autoSpaceDE w:val="0"/>
        <w:spacing w:after="0" w:line="240" w:lineRule="auto"/>
        <w:jc w:val="center"/>
        <w:rPr>
          <w:rFonts w:ascii="Arial" w:hAnsi="Arial" w:cs="Arial"/>
          <w:sz w:val="24"/>
          <w:szCs w:val="24"/>
          <w:lang w:eastAsia="zh-CN"/>
        </w:rPr>
      </w:pPr>
      <w:r w:rsidRPr="00A96A31">
        <w:rPr>
          <w:rFonts w:ascii="Arial" w:hAnsi="Arial" w:cs="Arial"/>
          <w:sz w:val="24"/>
          <w:szCs w:val="24"/>
          <w:lang w:eastAsia="zh-CN"/>
        </w:rPr>
        <w:t>о назначении публичных слушаний</w:t>
      </w:r>
    </w:p>
    <w:p w:rsidR="00525E3A" w:rsidRPr="00A96A31" w:rsidRDefault="00525E3A" w:rsidP="002D7BF4">
      <w:pPr>
        <w:autoSpaceDE w:val="0"/>
        <w:spacing w:after="0" w:line="240" w:lineRule="auto"/>
        <w:jc w:val="both"/>
        <w:rPr>
          <w:rFonts w:ascii="Arial" w:hAnsi="Arial" w:cs="Arial"/>
          <w:sz w:val="24"/>
          <w:szCs w:val="24"/>
          <w:lang w:eastAsia="zh-CN"/>
        </w:rPr>
      </w:pP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 xml:space="preserve">    Мы,   граждане   Российской   Федерации,   проживающие   на  территории</w:t>
      </w:r>
    </w:p>
    <w:p w:rsidR="00525E3A" w:rsidRPr="00A96A31" w:rsidRDefault="00525E3A" w:rsidP="002D7BF4">
      <w:pPr>
        <w:autoSpaceDE w:val="0"/>
        <w:spacing w:after="0" w:line="240" w:lineRule="auto"/>
        <w:jc w:val="both"/>
        <w:rPr>
          <w:rFonts w:ascii="Arial" w:hAnsi="Arial" w:cs="Arial"/>
          <w:sz w:val="24"/>
          <w:szCs w:val="24"/>
          <w:lang w:eastAsia="zh-CN"/>
        </w:rPr>
      </w:pPr>
      <w:r>
        <w:rPr>
          <w:rFonts w:ascii="Arial" w:hAnsi="Arial" w:cs="Arial"/>
          <w:sz w:val="24"/>
          <w:szCs w:val="24"/>
          <w:lang w:eastAsia="zh-CN"/>
        </w:rPr>
        <w:t>Пичужинского</w:t>
      </w:r>
      <w:r w:rsidRPr="00A96A31">
        <w:rPr>
          <w:rFonts w:ascii="Arial" w:hAnsi="Arial" w:cs="Arial"/>
          <w:sz w:val="24"/>
          <w:szCs w:val="24"/>
          <w:lang w:eastAsia="zh-CN"/>
        </w:rPr>
        <w:t xml:space="preserve"> сельского поселения Дубовского  муниципального  района  Волгоградской области, обладающие избирательным правом  и достигшие 18-летнего возраста, обращаемся в</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___________________________________________</w:t>
      </w:r>
      <w:r>
        <w:rPr>
          <w:rFonts w:ascii="Arial" w:hAnsi="Arial" w:cs="Arial"/>
          <w:sz w:val="24"/>
          <w:szCs w:val="24"/>
          <w:lang w:eastAsia="zh-CN"/>
        </w:rPr>
        <w:t>___________________________</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 xml:space="preserve">(представительный орган </w:t>
      </w:r>
      <w:r w:rsidRPr="00A96A31">
        <w:rPr>
          <w:rFonts w:ascii="Arial" w:hAnsi="Arial" w:cs="Arial"/>
          <w:color w:val="000000"/>
          <w:sz w:val="24"/>
          <w:szCs w:val="24"/>
          <w:lang w:eastAsia="zh-CN"/>
        </w:rPr>
        <w:t>сельского поселения</w:t>
      </w:r>
      <w:r w:rsidRPr="00A96A31">
        <w:rPr>
          <w:rFonts w:ascii="Arial" w:hAnsi="Arial" w:cs="Arial"/>
          <w:sz w:val="24"/>
          <w:szCs w:val="24"/>
          <w:lang w:eastAsia="zh-CN"/>
        </w:rPr>
        <w:t>,  к главе сельского поселения ,нужное указать)</w:t>
      </w:r>
    </w:p>
    <w:p w:rsidR="00525E3A" w:rsidRPr="00A96A31" w:rsidRDefault="00525E3A" w:rsidP="002D7BF4">
      <w:pPr>
        <w:autoSpaceDE w:val="0"/>
        <w:spacing w:after="0" w:line="240" w:lineRule="auto"/>
        <w:jc w:val="both"/>
        <w:rPr>
          <w:rFonts w:ascii="Arial" w:hAnsi="Arial" w:cs="Arial"/>
          <w:sz w:val="24"/>
          <w:szCs w:val="24"/>
          <w:lang w:eastAsia="zh-CN"/>
        </w:rPr>
      </w:pP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о назначении публичных слушаний по проекту муниципального правового акта</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___________________________________________</w:t>
      </w:r>
      <w:r>
        <w:rPr>
          <w:rFonts w:ascii="Arial" w:hAnsi="Arial" w:cs="Arial"/>
          <w:sz w:val="24"/>
          <w:szCs w:val="24"/>
          <w:lang w:eastAsia="zh-CN"/>
        </w:rPr>
        <w:t>__________________________</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___________________________________________</w:t>
      </w:r>
      <w:r>
        <w:rPr>
          <w:rFonts w:ascii="Arial" w:hAnsi="Arial" w:cs="Arial"/>
          <w:sz w:val="24"/>
          <w:szCs w:val="24"/>
          <w:lang w:eastAsia="zh-CN"/>
        </w:rPr>
        <w:t>___________________________</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___________________________________________</w:t>
      </w:r>
      <w:r>
        <w:rPr>
          <w:rFonts w:ascii="Arial" w:hAnsi="Arial" w:cs="Arial"/>
          <w:sz w:val="24"/>
          <w:szCs w:val="24"/>
          <w:lang w:eastAsia="zh-CN"/>
        </w:rPr>
        <w:t>___________________________</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 xml:space="preserve">   (указывается наименование вида проекта муниципального правового акта</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 xml:space="preserve">                               и заголовок)</w:t>
      </w:r>
    </w:p>
    <w:p w:rsidR="00525E3A" w:rsidRPr="00A96A31" w:rsidRDefault="00525E3A" w:rsidP="002D7BF4">
      <w:pPr>
        <w:autoSpaceDE w:val="0"/>
        <w:spacing w:after="0" w:line="240" w:lineRule="auto"/>
        <w:jc w:val="both"/>
        <w:rPr>
          <w:rFonts w:ascii="Arial" w:hAnsi="Arial" w:cs="Arial"/>
          <w:sz w:val="24"/>
          <w:szCs w:val="24"/>
          <w:lang w:eastAsia="zh-CN"/>
        </w:rPr>
      </w:pP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К данному обращению прилагаем следующие документы:</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 xml:space="preserve">    1)  проект муниципального правового акта, предлагаемый для вынесения на</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публичные слушания;</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 xml:space="preserve">    2) список инициативной группы;</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 xml:space="preserve">    3) протокол о создании инициативной группы граждан.</w:t>
      </w: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Pr="00A96A31" w:rsidRDefault="00525E3A" w:rsidP="002D7BF4">
      <w:pPr>
        <w:autoSpaceDE w:val="0"/>
        <w:spacing w:after="0" w:line="240" w:lineRule="auto"/>
        <w:jc w:val="both"/>
        <w:rPr>
          <w:rFonts w:ascii="Arial" w:hAnsi="Arial" w:cs="Arial"/>
          <w:sz w:val="24"/>
          <w:szCs w:val="24"/>
          <w:lang w:eastAsia="zh-CN"/>
        </w:rPr>
      </w:pPr>
    </w:p>
    <w:p w:rsidR="00525E3A" w:rsidRPr="00A96A31" w:rsidRDefault="00525E3A" w:rsidP="002D7BF4">
      <w:pPr>
        <w:autoSpaceDE w:val="0"/>
        <w:spacing w:after="0" w:line="240" w:lineRule="auto"/>
        <w:jc w:val="right"/>
        <w:rPr>
          <w:rFonts w:ascii="Arial" w:hAnsi="Arial" w:cs="Arial"/>
          <w:lang w:eastAsia="zh-CN"/>
        </w:rPr>
      </w:pPr>
      <w:r w:rsidRPr="00A96A31">
        <w:rPr>
          <w:rFonts w:ascii="Arial" w:hAnsi="Arial" w:cs="Arial"/>
          <w:lang w:eastAsia="zh-CN"/>
        </w:rPr>
        <w:t>Приложение N 2</w:t>
      </w:r>
    </w:p>
    <w:p w:rsidR="00525E3A" w:rsidRPr="00A96A31" w:rsidRDefault="00525E3A" w:rsidP="002D7BF4">
      <w:pPr>
        <w:autoSpaceDE w:val="0"/>
        <w:spacing w:after="0" w:line="240" w:lineRule="auto"/>
        <w:jc w:val="right"/>
        <w:rPr>
          <w:rFonts w:ascii="Arial" w:hAnsi="Arial" w:cs="Arial"/>
          <w:color w:val="000000"/>
          <w:lang w:eastAsia="zh-CN"/>
        </w:rPr>
      </w:pPr>
      <w:r w:rsidRPr="00A96A31">
        <w:rPr>
          <w:rFonts w:ascii="Arial" w:hAnsi="Arial" w:cs="Arial"/>
          <w:lang w:eastAsia="zh-CN"/>
        </w:rPr>
        <w:t xml:space="preserve">к </w:t>
      </w:r>
      <w:r w:rsidRPr="00A96A31">
        <w:rPr>
          <w:rFonts w:ascii="Arial" w:hAnsi="Arial" w:cs="Arial"/>
          <w:color w:val="000000"/>
          <w:lang w:eastAsia="zh-CN"/>
        </w:rPr>
        <w:t xml:space="preserve">Порядку организации и проведения </w:t>
      </w:r>
    </w:p>
    <w:p w:rsidR="00525E3A" w:rsidRPr="00A96A31" w:rsidRDefault="00525E3A" w:rsidP="002D7BF4">
      <w:pPr>
        <w:autoSpaceDE w:val="0"/>
        <w:spacing w:after="0" w:line="240" w:lineRule="auto"/>
        <w:jc w:val="right"/>
        <w:rPr>
          <w:rFonts w:ascii="Arial" w:hAnsi="Arial" w:cs="Arial"/>
          <w:color w:val="000000"/>
          <w:lang w:eastAsia="zh-CN"/>
        </w:rPr>
      </w:pPr>
      <w:r w:rsidRPr="00A96A31">
        <w:rPr>
          <w:rFonts w:ascii="Arial" w:hAnsi="Arial" w:cs="Arial"/>
          <w:color w:val="000000"/>
          <w:lang w:eastAsia="zh-CN"/>
        </w:rPr>
        <w:t xml:space="preserve">публичных слушаний </w:t>
      </w:r>
    </w:p>
    <w:p w:rsidR="00525E3A" w:rsidRPr="00A96A31" w:rsidRDefault="00525E3A" w:rsidP="002D7BF4">
      <w:pPr>
        <w:autoSpaceDE w:val="0"/>
        <w:spacing w:after="0" w:line="240" w:lineRule="auto"/>
        <w:jc w:val="right"/>
        <w:rPr>
          <w:rFonts w:ascii="Arial" w:hAnsi="Arial" w:cs="Arial"/>
          <w:lang w:eastAsia="zh-CN"/>
        </w:rPr>
      </w:pPr>
      <w:r w:rsidRPr="00A96A31">
        <w:rPr>
          <w:rFonts w:ascii="Arial" w:hAnsi="Arial" w:cs="Arial"/>
          <w:color w:val="000000"/>
          <w:lang w:eastAsia="zh-CN"/>
        </w:rPr>
        <w:t xml:space="preserve">в </w:t>
      </w:r>
      <w:r>
        <w:rPr>
          <w:rFonts w:ascii="Arial" w:hAnsi="Arial" w:cs="Arial"/>
          <w:color w:val="000000"/>
          <w:lang w:eastAsia="zh-CN"/>
        </w:rPr>
        <w:t>Пичужинском</w:t>
      </w:r>
      <w:r w:rsidRPr="00A96A31">
        <w:rPr>
          <w:rFonts w:ascii="Arial" w:hAnsi="Arial" w:cs="Arial"/>
          <w:color w:val="000000"/>
          <w:lang w:eastAsia="zh-CN"/>
        </w:rPr>
        <w:t xml:space="preserve"> сельском поселении</w:t>
      </w:r>
    </w:p>
    <w:p w:rsidR="00525E3A" w:rsidRPr="00A96A31" w:rsidRDefault="00525E3A" w:rsidP="002D7BF4">
      <w:pPr>
        <w:autoSpaceDE w:val="0"/>
        <w:spacing w:after="0" w:line="240" w:lineRule="auto"/>
        <w:jc w:val="right"/>
        <w:rPr>
          <w:rFonts w:ascii="Arial" w:hAnsi="Arial" w:cs="Arial"/>
          <w:sz w:val="24"/>
          <w:szCs w:val="24"/>
          <w:lang w:eastAsia="zh-CN"/>
        </w:rPr>
      </w:pPr>
    </w:p>
    <w:p w:rsidR="00525E3A" w:rsidRPr="00A96A31" w:rsidRDefault="00525E3A" w:rsidP="002D7BF4">
      <w:pPr>
        <w:autoSpaceDE w:val="0"/>
        <w:spacing w:after="0" w:line="240" w:lineRule="auto"/>
        <w:jc w:val="center"/>
        <w:rPr>
          <w:rFonts w:ascii="Arial" w:hAnsi="Arial" w:cs="Arial"/>
          <w:sz w:val="24"/>
          <w:szCs w:val="24"/>
          <w:lang w:eastAsia="zh-CN"/>
        </w:rPr>
      </w:pPr>
    </w:p>
    <w:p w:rsidR="00525E3A" w:rsidRPr="00A96A31" w:rsidRDefault="00525E3A" w:rsidP="002D7BF4">
      <w:pPr>
        <w:autoSpaceDE w:val="0"/>
        <w:spacing w:after="0" w:line="240" w:lineRule="auto"/>
        <w:jc w:val="center"/>
        <w:rPr>
          <w:rFonts w:ascii="Arial" w:hAnsi="Arial" w:cs="Arial"/>
          <w:sz w:val="24"/>
          <w:szCs w:val="24"/>
          <w:lang w:eastAsia="zh-CN"/>
        </w:rPr>
      </w:pPr>
      <w:r w:rsidRPr="00A96A31">
        <w:rPr>
          <w:rFonts w:ascii="Arial" w:hAnsi="Arial" w:cs="Arial"/>
          <w:sz w:val="24"/>
          <w:szCs w:val="24"/>
          <w:lang w:eastAsia="zh-CN"/>
        </w:rPr>
        <w:t>СПИСОК</w:t>
      </w:r>
    </w:p>
    <w:p w:rsidR="00525E3A" w:rsidRPr="00A96A31" w:rsidRDefault="00525E3A" w:rsidP="002D7BF4">
      <w:pPr>
        <w:autoSpaceDE w:val="0"/>
        <w:spacing w:after="0" w:line="240" w:lineRule="auto"/>
        <w:jc w:val="center"/>
        <w:rPr>
          <w:rFonts w:ascii="Arial" w:hAnsi="Arial" w:cs="Arial"/>
          <w:sz w:val="24"/>
          <w:szCs w:val="24"/>
          <w:lang w:eastAsia="zh-CN"/>
        </w:rPr>
      </w:pPr>
      <w:r w:rsidRPr="00A96A31">
        <w:rPr>
          <w:rFonts w:ascii="Arial" w:hAnsi="Arial" w:cs="Arial"/>
          <w:sz w:val="24"/>
          <w:szCs w:val="24"/>
          <w:lang w:eastAsia="zh-CN"/>
        </w:rPr>
        <w:t>инициативной группы</w:t>
      </w:r>
    </w:p>
    <w:p w:rsidR="00525E3A" w:rsidRPr="00A96A31" w:rsidRDefault="00525E3A" w:rsidP="002D7BF4">
      <w:pPr>
        <w:autoSpaceDE w:val="0"/>
        <w:spacing w:after="0" w:line="240" w:lineRule="auto"/>
        <w:jc w:val="center"/>
        <w:rPr>
          <w:rFonts w:ascii="Arial" w:hAnsi="Arial" w:cs="Arial"/>
          <w:sz w:val="24"/>
          <w:szCs w:val="24"/>
          <w:lang w:eastAsia="zh-CN"/>
        </w:rPr>
      </w:pPr>
    </w:p>
    <w:p w:rsidR="00525E3A" w:rsidRPr="00A96A31" w:rsidRDefault="00525E3A" w:rsidP="002D7BF4">
      <w:pPr>
        <w:autoSpaceDE w:val="0"/>
        <w:spacing w:after="0" w:line="240" w:lineRule="auto"/>
        <w:jc w:val="center"/>
        <w:rPr>
          <w:rFonts w:ascii="Arial" w:hAnsi="Arial" w:cs="Arial"/>
          <w:sz w:val="24"/>
          <w:szCs w:val="24"/>
          <w:lang w:eastAsia="zh-CN"/>
        </w:rPr>
      </w:pPr>
      <w:r w:rsidRPr="00A96A31">
        <w:rPr>
          <w:rFonts w:ascii="Arial" w:hAnsi="Arial" w:cs="Arial"/>
          <w:sz w:val="24"/>
          <w:szCs w:val="24"/>
          <w:lang w:eastAsia="zh-CN"/>
        </w:rPr>
        <w:t>Мы,  нижеподписавшиеся,  поддерживаем  проведение публичных слушаний по</w:t>
      </w:r>
    </w:p>
    <w:p w:rsidR="00525E3A" w:rsidRPr="00A96A31" w:rsidRDefault="00525E3A" w:rsidP="002D7BF4">
      <w:pPr>
        <w:autoSpaceDE w:val="0"/>
        <w:spacing w:after="0" w:line="240" w:lineRule="auto"/>
        <w:jc w:val="center"/>
        <w:rPr>
          <w:rFonts w:ascii="Arial" w:hAnsi="Arial" w:cs="Arial"/>
          <w:sz w:val="24"/>
          <w:szCs w:val="24"/>
          <w:lang w:eastAsia="zh-CN"/>
        </w:rPr>
      </w:pPr>
      <w:r w:rsidRPr="00A96A31">
        <w:rPr>
          <w:rFonts w:ascii="Arial" w:hAnsi="Arial" w:cs="Arial"/>
          <w:sz w:val="24"/>
          <w:szCs w:val="24"/>
          <w:lang w:eastAsia="zh-CN"/>
        </w:rPr>
        <w:t>вопросу: _________________________________________________________________.</w:t>
      </w:r>
    </w:p>
    <w:p w:rsidR="00525E3A" w:rsidRPr="00A96A31" w:rsidRDefault="00525E3A" w:rsidP="002D7BF4">
      <w:pPr>
        <w:autoSpaceDE w:val="0"/>
        <w:spacing w:after="0" w:line="240" w:lineRule="auto"/>
        <w:jc w:val="center"/>
        <w:rPr>
          <w:rFonts w:ascii="Arial" w:hAnsi="Arial" w:cs="Arial"/>
          <w:sz w:val="24"/>
          <w:szCs w:val="24"/>
          <w:lang w:eastAsia="zh-CN"/>
        </w:rPr>
      </w:pPr>
    </w:p>
    <w:tbl>
      <w:tblPr>
        <w:tblW w:w="0" w:type="auto"/>
        <w:tblInd w:w="62" w:type="dxa"/>
        <w:tblLayout w:type="fixed"/>
        <w:tblCellMar>
          <w:top w:w="102" w:type="dxa"/>
          <w:left w:w="62" w:type="dxa"/>
          <w:bottom w:w="102" w:type="dxa"/>
          <w:right w:w="62" w:type="dxa"/>
        </w:tblCellMar>
        <w:tblLook w:val="00A0"/>
      </w:tblPr>
      <w:tblGrid>
        <w:gridCol w:w="624"/>
        <w:gridCol w:w="2098"/>
        <w:gridCol w:w="1701"/>
        <w:gridCol w:w="1814"/>
        <w:gridCol w:w="2098"/>
        <w:gridCol w:w="1324"/>
      </w:tblGrid>
      <w:tr w:rsidR="00525E3A" w:rsidRPr="00A96A31" w:rsidTr="002D7BF4">
        <w:tc>
          <w:tcPr>
            <w:tcW w:w="624" w:type="dxa"/>
            <w:tcBorders>
              <w:top w:val="single" w:sz="4" w:space="0" w:color="000000"/>
              <w:left w:val="single" w:sz="4" w:space="0" w:color="000000"/>
              <w:bottom w:val="single" w:sz="4" w:space="0" w:color="000000"/>
              <w:right w:val="nil"/>
            </w:tcBorders>
          </w:tcPr>
          <w:p w:rsidR="00525E3A" w:rsidRPr="00A96A31" w:rsidRDefault="00525E3A">
            <w:pPr>
              <w:autoSpaceDE w:val="0"/>
              <w:spacing w:after="0" w:line="240" w:lineRule="auto"/>
              <w:jc w:val="center"/>
              <w:rPr>
                <w:rFonts w:ascii="Arial" w:hAnsi="Arial" w:cs="Arial"/>
                <w:sz w:val="24"/>
                <w:szCs w:val="24"/>
                <w:lang w:eastAsia="zh-CN"/>
              </w:rPr>
            </w:pPr>
            <w:r w:rsidRPr="00A96A31">
              <w:rPr>
                <w:rFonts w:ascii="Arial" w:hAnsi="Arial" w:cs="Arial"/>
                <w:sz w:val="24"/>
                <w:szCs w:val="24"/>
                <w:lang w:eastAsia="zh-CN"/>
              </w:rPr>
              <w:t>N п/п</w:t>
            </w:r>
          </w:p>
        </w:tc>
        <w:tc>
          <w:tcPr>
            <w:tcW w:w="2098" w:type="dxa"/>
            <w:tcBorders>
              <w:top w:val="single" w:sz="4" w:space="0" w:color="000000"/>
              <w:left w:val="single" w:sz="4" w:space="0" w:color="000000"/>
              <w:bottom w:val="single" w:sz="4" w:space="0" w:color="000000"/>
              <w:right w:val="nil"/>
            </w:tcBorders>
          </w:tcPr>
          <w:p w:rsidR="00525E3A" w:rsidRPr="00A96A31" w:rsidRDefault="00525E3A">
            <w:pPr>
              <w:autoSpaceDE w:val="0"/>
              <w:spacing w:after="0" w:line="240" w:lineRule="auto"/>
              <w:jc w:val="center"/>
              <w:rPr>
                <w:rFonts w:ascii="Arial" w:hAnsi="Arial" w:cs="Arial"/>
                <w:sz w:val="24"/>
                <w:szCs w:val="24"/>
                <w:lang w:eastAsia="zh-CN"/>
              </w:rPr>
            </w:pPr>
            <w:r w:rsidRPr="00A96A31">
              <w:rPr>
                <w:rFonts w:ascii="Arial" w:hAnsi="Arial" w:cs="Arial"/>
                <w:sz w:val="24"/>
                <w:szCs w:val="24"/>
                <w:lang w:eastAsia="zh-CN"/>
              </w:rPr>
              <w:t>Фамилия, имя, отчество и дата рождения члена инициативной группы</w:t>
            </w:r>
          </w:p>
        </w:tc>
        <w:tc>
          <w:tcPr>
            <w:tcW w:w="1701" w:type="dxa"/>
            <w:tcBorders>
              <w:top w:val="single" w:sz="4" w:space="0" w:color="000000"/>
              <w:left w:val="single" w:sz="4" w:space="0" w:color="000000"/>
              <w:bottom w:val="single" w:sz="4" w:space="0" w:color="000000"/>
              <w:right w:val="nil"/>
            </w:tcBorders>
          </w:tcPr>
          <w:p w:rsidR="00525E3A" w:rsidRPr="00A96A31" w:rsidRDefault="00525E3A">
            <w:pPr>
              <w:autoSpaceDE w:val="0"/>
              <w:spacing w:after="0" w:line="240" w:lineRule="auto"/>
              <w:jc w:val="center"/>
              <w:rPr>
                <w:rFonts w:ascii="Arial" w:hAnsi="Arial" w:cs="Arial"/>
                <w:sz w:val="24"/>
                <w:szCs w:val="24"/>
                <w:lang w:eastAsia="zh-CN"/>
              </w:rPr>
            </w:pPr>
            <w:r w:rsidRPr="00A96A31">
              <w:rPr>
                <w:rFonts w:ascii="Arial" w:hAnsi="Arial" w:cs="Arial"/>
                <w:sz w:val="24"/>
                <w:szCs w:val="24"/>
                <w:lang w:eastAsia="zh-CN"/>
              </w:rPr>
              <w:t>Адрес места жительства</w:t>
            </w:r>
          </w:p>
        </w:tc>
        <w:tc>
          <w:tcPr>
            <w:tcW w:w="1814" w:type="dxa"/>
            <w:tcBorders>
              <w:top w:val="single" w:sz="4" w:space="0" w:color="000000"/>
              <w:left w:val="single" w:sz="4" w:space="0" w:color="000000"/>
              <w:bottom w:val="single" w:sz="4" w:space="0" w:color="000000"/>
              <w:right w:val="nil"/>
            </w:tcBorders>
          </w:tcPr>
          <w:p w:rsidR="00525E3A" w:rsidRPr="00A96A31" w:rsidRDefault="00525E3A">
            <w:pPr>
              <w:autoSpaceDE w:val="0"/>
              <w:spacing w:after="0" w:line="240" w:lineRule="auto"/>
              <w:jc w:val="center"/>
              <w:rPr>
                <w:rFonts w:ascii="Arial" w:hAnsi="Arial" w:cs="Arial"/>
                <w:sz w:val="24"/>
                <w:szCs w:val="24"/>
                <w:lang w:eastAsia="zh-CN"/>
              </w:rPr>
            </w:pPr>
            <w:r w:rsidRPr="00A96A31">
              <w:rPr>
                <w:rFonts w:ascii="Arial" w:hAnsi="Arial" w:cs="Arial"/>
                <w:sz w:val="24"/>
                <w:szCs w:val="24"/>
                <w:lang w:eastAsia="zh-CN"/>
              </w:rPr>
              <w:t>Номер контактного телефона</w:t>
            </w:r>
          </w:p>
        </w:tc>
        <w:tc>
          <w:tcPr>
            <w:tcW w:w="2098" w:type="dxa"/>
            <w:tcBorders>
              <w:top w:val="single" w:sz="4" w:space="0" w:color="000000"/>
              <w:left w:val="single" w:sz="4" w:space="0" w:color="000000"/>
              <w:bottom w:val="single" w:sz="4" w:space="0" w:color="000000"/>
              <w:right w:val="nil"/>
            </w:tcBorders>
          </w:tcPr>
          <w:p w:rsidR="00525E3A" w:rsidRPr="00A96A31" w:rsidRDefault="00525E3A">
            <w:pPr>
              <w:autoSpaceDE w:val="0"/>
              <w:spacing w:after="0" w:line="240" w:lineRule="auto"/>
              <w:jc w:val="center"/>
              <w:rPr>
                <w:rFonts w:ascii="Arial" w:hAnsi="Arial" w:cs="Arial"/>
                <w:sz w:val="24"/>
                <w:szCs w:val="24"/>
                <w:lang w:eastAsia="zh-CN"/>
              </w:rPr>
            </w:pPr>
            <w:r w:rsidRPr="00A96A31">
              <w:rPr>
                <w:rFonts w:ascii="Arial" w:hAnsi="Arial" w:cs="Arial"/>
                <w:sz w:val="24"/>
                <w:szCs w:val="24"/>
                <w:lang w:eastAsia="zh-CN"/>
              </w:rPr>
              <w:t>Серия, номер и дата выдачи паспорта или документа, заменяющего паспорт</w:t>
            </w:r>
          </w:p>
        </w:tc>
        <w:tc>
          <w:tcPr>
            <w:tcW w:w="1324" w:type="dxa"/>
            <w:tcBorders>
              <w:top w:val="single" w:sz="4" w:space="0" w:color="000000"/>
              <w:left w:val="single" w:sz="4" w:space="0" w:color="000000"/>
              <w:bottom w:val="single" w:sz="4" w:space="0" w:color="000000"/>
              <w:right w:val="single" w:sz="4" w:space="0" w:color="000000"/>
            </w:tcBorders>
          </w:tcPr>
          <w:p w:rsidR="00525E3A" w:rsidRPr="00A96A31" w:rsidRDefault="00525E3A">
            <w:pPr>
              <w:autoSpaceDE w:val="0"/>
              <w:spacing w:after="0" w:line="240" w:lineRule="auto"/>
              <w:jc w:val="center"/>
              <w:rPr>
                <w:rFonts w:ascii="Arial" w:hAnsi="Arial" w:cs="Arial"/>
                <w:lang w:eastAsia="zh-CN"/>
              </w:rPr>
            </w:pPr>
            <w:r w:rsidRPr="00A96A31">
              <w:rPr>
                <w:rFonts w:ascii="Arial" w:hAnsi="Arial" w:cs="Arial"/>
                <w:sz w:val="24"/>
                <w:szCs w:val="24"/>
                <w:lang w:eastAsia="zh-CN"/>
              </w:rPr>
              <w:t>Личная подпись</w:t>
            </w:r>
          </w:p>
        </w:tc>
      </w:tr>
      <w:tr w:rsidR="00525E3A" w:rsidRPr="00A96A31" w:rsidTr="002D7BF4">
        <w:tc>
          <w:tcPr>
            <w:tcW w:w="624" w:type="dxa"/>
            <w:tcBorders>
              <w:top w:val="single" w:sz="4" w:space="0" w:color="000000"/>
              <w:left w:val="single" w:sz="4" w:space="0" w:color="000000"/>
              <w:bottom w:val="single" w:sz="4" w:space="0" w:color="000000"/>
              <w:right w:val="nil"/>
            </w:tcBorders>
          </w:tcPr>
          <w:p w:rsidR="00525E3A" w:rsidRPr="00A96A31" w:rsidRDefault="00525E3A">
            <w:pPr>
              <w:autoSpaceDE w:val="0"/>
              <w:snapToGrid w:val="0"/>
              <w:spacing w:after="0" w:line="240" w:lineRule="auto"/>
              <w:rPr>
                <w:rFonts w:ascii="Arial" w:hAnsi="Arial" w:cs="Arial"/>
                <w:sz w:val="24"/>
                <w:szCs w:val="24"/>
                <w:lang w:eastAsia="zh-CN"/>
              </w:rPr>
            </w:pPr>
          </w:p>
        </w:tc>
        <w:tc>
          <w:tcPr>
            <w:tcW w:w="2098" w:type="dxa"/>
            <w:tcBorders>
              <w:top w:val="single" w:sz="4" w:space="0" w:color="000000"/>
              <w:left w:val="single" w:sz="4" w:space="0" w:color="000000"/>
              <w:bottom w:val="single" w:sz="4" w:space="0" w:color="000000"/>
              <w:right w:val="nil"/>
            </w:tcBorders>
          </w:tcPr>
          <w:p w:rsidR="00525E3A" w:rsidRPr="00A96A31" w:rsidRDefault="00525E3A">
            <w:pPr>
              <w:autoSpaceDE w:val="0"/>
              <w:snapToGrid w:val="0"/>
              <w:spacing w:after="0" w:line="240" w:lineRule="auto"/>
              <w:rPr>
                <w:rFonts w:ascii="Arial" w:hAnsi="Arial" w:cs="Arial"/>
                <w:sz w:val="24"/>
                <w:szCs w:val="24"/>
                <w:lang w:eastAsia="zh-CN"/>
              </w:rPr>
            </w:pPr>
          </w:p>
        </w:tc>
        <w:tc>
          <w:tcPr>
            <w:tcW w:w="1701" w:type="dxa"/>
            <w:tcBorders>
              <w:top w:val="single" w:sz="4" w:space="0" w:color="000000"/>
              <w:left w:val="single" w:sz="4" w:space="0" w:color="000000"/>
              <w:bottom w:val="single" w:sz="4" w:space="0" w:color="000000"/>
              <w:right w:val="nil"/>
            </w:tcBorders>
          </w:tcPr>
          <w:p w:rsidR="00525E3A" w:rsidRPr="00A96A31" w:rsidRDefault="00525E3A">
            <w:pPr>
              <w:autoSpaceDE w:val="0"/>
              <w:snapToGrid w:val="0"/>
              <w:spacing w:after="0" w:line="240" w:lineRule="auto"/>
              <w:rPr>
                <w:rFonts w:ascii="Arial" w:hAnsi="Arial" w:cs="Arial"/>
                <w:sz w:val="24"/>
                <w:szCs w:val="24"/>
                <w:lang w:eastAsia="zh-CN"/>
              </w:rPr>
            </w:pPr>
          </w:p>
        </w:tc>
        <w:tc>
          <w:tcPr>
            <w:tcW w:w="1814" w:type="dxa"/>
            <w:tcBorders>
              <w:top w:val="single" w:sz="4" w:space="0" w:color="000000"/>
              <w:left w:val="single" w:sz="4" w:space="0" w:color="000000"/>
              <w:bottom w:val="single" w:sz="4" w:space="0" w:color="000000"/>
              <w:right w:val="nil"/>
            </w:tcBorders>
          </w:tcPr>
          <w:p w:rsidR="00525E3A" w:rsidRPr="00A96A31" w:rsidRDefault="00525E3A">
            <w:pPr>
              <w:autoSpaceDE w:val="0"/>
              <w:snapToGrid w:val="0"/>
              <w:spacing w:after="0" w:line="240" w:lineRule="auto"/>
              <w:rPr>
                <w:rFonts w:ascii="Arial" w:hAnsi="Arial" w:cs="Arial"/>
                <w:sz w:val="24"/>
                <w:szCs w:val="24"/>
                <w:lang w:eastAsia="zh-CN"/>
              </w:rPr>
            </w:pPr>
          </w:p>
        </w:tc>
        <w:tc>
          <w:tcPr>
            <w:tcW w:w="2098" w:type="dxa"/>
            <w:tcBorders>
              <w:top w:val="single" w:sz="4" w:space="0" w:color="000000"/>
              <w:left w:val="single" w:sz="4" w:space="0" w:color="000000"/>
              <w:bottom w:val="single" w:sz="4" w:space="0" w:color="000000"/>
              <w:right w:val="nil"/>
            </w:tcBorders>
          </w:tcPr>
          <w:p w:rsidR="00525E3A" w:rsidRPr="00A96A31" w:rsidRDefault="00525E3A">
            <w:pPr>
              <w:autoSpaceDE w:val="0"/>
              <w:snapToGrid w:val="0"/>
              <w:spacing w:after="0" w:line="240" w:lineRule="auto"/>
              <w:rPr>
                <w:rFonts w:ascii="Arial" w:hAnsi="Arial" w:cs="Arial"/>
                <w:sz w:val="24"/>
                <w:szCs w:val="24"/>
                <w:lang w:eastAsia="zh-CN"/>
              </w:rPr>
            </w:pPr>
          </w:p>
        </w:tc>
        <w:tc>
          <w:tcPr>
            <w:tcW w:w="1324" w:type="dxa"/>
            <w:tcBorders>
              <w:top w:val="single" w:sz="4" w:space="0" w:color="000000"/>
              <w:left w:val="single" w:sz="4" w:space="0" w:color="000000"/>
              <w:bottom w:val="single" w:sz="4" w:space="0" w:color="000000"/>
              <w:right w:val="single" w:sz="4" w:space="0" w:color="000000"/>
            </w:tcBorders>
          </w:tcPr>
          <w:p w:rsidR="00525E3A" w:rsidRPr="00A96A31" w:rsidRDefault="00525E3A">
            <w:pPr>
              <w:autoSpaceDE w:val="0"/>
              <w:snapToGrid w:val="0"/>
              <w:spacing w:after="0" w:line="240" w:lineRule="auto"/>
              <w:rPr>
                <w:rFonts w:ascii="Arial" w:hAnsi="Arial" w:cs="Arial"/>
                <w:sz w:val="24"/>
                <w:szCs w:val="24"/>
                <w:lang w:eastAsia="zh-CN"/>
              </w:rPr>
            </w:pPr>
          </w:p>
        </w:tc>
      </w:tr>
      <w:tr w:rsidR="00525E3A" w:rsidRPr="00A96A31" w:rsidTr="002D7BF4">
        <w:tc>
          <w:tcPr>
            <w:tcW w:w="624" w:type="dxa"/>
            <w:tcBorders>
              <w:top w:val="single" w:sz="4" w:space="0" w:color="000000"/>
              <w:left w:val="single" w:sz="4" w:space="0" w:color="000000"/>
              <w:bottom w:val="single" w:sz="4" w:space="0" w:color="000000"/>
              <w:right w:val="nil"/>
            </w:tcBorders>
          </w:tcPr>
          <w:p w:rsidR="00525E3A" w:rsidRPr="00A96A31" w:rsidRDefault="00525E3A">
            <w:pPr>
              <w:autoSpaceDE w:val="0"/>
              <w:snapToGrid w:val="0"/>
              <w:spacing w:after="0" w:line="240" w:lineRule="auto"/>
              <w:rPr>
                <w:rFonts w:ascii="Arial" w:hAnsi="Arial" w:cs="Arial"/>
                <w:sz w:val="24"/>
                <w:szCs w:val="24"/>
                <w:lang w:eastAsia="zh-CN"/>
              </w:rPr>
            </w:pPr>
          </w:p>
        </w:tc>
        <w:tc>
          <w:tcPr>
            <w:tcW w:w="2098" w:type="dxa"/>
            <w:tcBorders>
              <w:top w:val="single" w:sz="4" w:space="0" w:color="000000"/>
              <w:left w:val="single" w:sz="4" w:space="0" w:color="000000"/>
              <w:bottom w:val="single" w:sz="4" w:space="0" w:color="000000"/>
              <w:right w:val="nil"/>
            </w:tcBorders>
          </w:tcPr>
          <w:p w:rsidR="00525E3A" w:rsidRPr="00A96A31" w:rsidRDefault="00525E3A">
            <w:pPr>
              <w:autoSpaceDE w:val="0"/>
              <w:snapToGrid w:val="0"/>
              <w:spacing w:after="0" w:line="240" w:lineRule="auto"/>
              <w:rPr>
                <w:rFonts w:ascii="Arial" w:hAnsi="Arial" w:cs="Arial"/>
                <w:sz w:val="24"/>
                <w:szCs w:val="24"/>
                <w:lang w:eastAsia="zh-CN"/>
              </w:rPr>
            </w:pPr>
          </w:p>
        </w:tc>
        <w:tc>
          <w:tcPr>
            <w:tcW w:w="1701" w:type="dxa"/>
            <w:tcBorders>
              <w:top w:val="single" w:sz="4" w:space="0" w:color="000000"/>
              <w:left w:val="single" w:sz="4" w:space="0" w:color="000000"/>
              <w:bottom w:val="single" w:sz="4" w:space="0" w:color="000000"/>
              <w:right w:val="nil"/>
            </w:tcBorders>
          </w:tcPr>
          <w:p w:rsidR="00525E3A" w:rsidRPr="00A96A31" w:rsidRDefault="00525E3A">
            <w:pPr>
              <w:autoSpaceDE w:val="0"/>
              <w:snapToGrid w:val="0"/>
              <w:spacing w:after="0" w:line="240" w:lineRule="auto"/>
              <w:rPr>
                <w:rFonts w:ascii="Arial" w:hAnsi="Arial" w:cs="Arial"/>
                <w:sz w:val="24"/>
                <w:szCs w:val="24"/>
                <w:lang w:eastAsia="zh-CN"/>
              </w:rPr>
            </w:pPr>
          </w:p>
        </w:tc>
        <w:tc>
          <w:tcPr>
            <w:tcW w:w="1814" w:type="dxa"/>
            <w:tcBorders>
              <w:top w:val="single" w:sz="4" w:space="0" w:color="000000"/>
              <w:left w:val="single" w:sz="4" w:space="0" w:color="000000"/>
              <w:bottom w:val="single" w:sz="4" w:space="0" w:color="000000"/>
              <w:right w:val="nil"/>
            </w:tcBorders>
          </w:tcPr>
          <w:p w:rsidR="00525E3A" w:rsidRPr="00A96A31" w:rsidRDefault="00525E3A">
            <w:pPr>
              <w:autoSpaceDE w:val="0"/>
              <w:snapToGrid w:val="0"/>
              <w:spacing w:after="0" w:line="240" w:lineRule="auto"/>
              <w:rPr>
                <w:rFonts w:ascii="Arial" w:hAnsi="Arial" w:cs="Arial"/>
                <w:sz w:val="24"/>
                <w:szCs w:val="24"/>
                <w:lang w:eastAsia="zh-CN"/>
              </w:rPr>
            </w:pPr>
          </w:p>
        </w:tc>
        <w:tc>
          <w:tcPr>
            <w:tcW w:w="2098" w:type="dxa"/>
            <w:tcBorders>
              <w:top w:val="single" w:sz="4" w:space="0" w:color="000000"/>
              <w:left w:val="single" w:sz="4" w:space="0" w:color="000000"/>
              <w:bottom w:val="single" w:sz="4" w:space="0" w:color="000000"/>
              <w:right w:val="nil"/>
            </w:tcBorders>
          </w:tcPr>
          <w:p w:rsidR="00525E3A" w:rsidRPr="00A96A31" w:rsidRDefault="00525E3A">
            <w:pPr>
              <w:autoSpaceDE w:val="0"/>
              <w:snapToGrid w:val="0"/>
              <w:spacing w:after="0" w:line="240" w:lineRule="auto"/>
              <w:rPr>
                <w:rFonts w:ascii="Arial" w:hAnsi="Arial" w:cs="Arial"/>
                <w:sz w:val="24"/>
                <w:szCs w:val="24"/>
                <w:lang w:eastAsia="zh-CN"/>
              </w:rPr>
            </w:pPr>
          </w:p>
        </w:tc>
        <w:tc>
          <w:tcPr>
            <w:tcW w:w="1324" w:type="dxa"/>
            <w:tcBorders>
              <w:top w:val="single" w:sz="4" w:space="0" w:color="000000"/>
              <w:left w:val="single" w:sz="4" w:space="0" w:color="000000"/>
              <w:bottom w:val="single" w:sz="4" w:space="0" w:color="000000"/>
              <w:right w:val="single" w:sz="4" w:space="0" w:color="000000"/>
            </w:tcBorders>
          </w:tcPr>
          <w:p w:rsidR="00525E3A" w:rsidRPr="00A96A31" w:rsidRDefault="00525E3A">
            <w:pPr>
              <w:autoSpaceDE w:val="0"/>
              <w:snapToGrid w:val="0"/>
              <w:spacing w:after="0" w:line="240" w:lineRule="auto"/>
              <w:rPr>
                <w:rFonts w:ascii="Arial" w:hAnsi="Arial" w:cs="Arial"/>
                <w:sz w:val="24"/>
                <w:szCs w:val="24"/>
                <w:lang w:eastAsia="zh-CN"/>
              </w:rPr>
            </w:pPr>
          </w:p>
        </w:tc>
      </w:tr>
      <w:tr w:rsidR="00525E3A" w:rsidRPr="00A96A31" w:rsidTr="002D7BF4">
        <w:tc>
          <w:tcPr>
            <w:tcW w:w="624" w:type="dxa"/>
            <w:tcBorders>
              <w:top w:val="single" w:sz="4" w:space="0" w:color="000000"/>
              <w:left w:val="single" w:sz="4" w:space="0" w:color="000000"/>
              <w:bottom w:val="single" w:sz="4" w:space="0" w:color="000000"/>
              <w:right w:val="nil"/>
            </w:tcBorders>
          </w:tcPr>
          <w:p w:rsidR="00525E3A" w:rsidRPr="00A96A31" w:rsidRDefault="00525E3A">
            <w:pPr>
              <w:autoSpaceDE w:val="0"/>
              <w:snapToGrid w:val="0"/>
              <w:spacing w:after="0" w:line="240" w:lineRule="auto"/>
              <w:rPr>
                <w:rFonts w:ascii="Arial" w:hAnsi="Arial" w:cs="Arial"/>
                <w:sz w:val="24"/>
                <w:szCs w:val="24"/>
                <w:lang w:eastAsia="zh-CN"/>
              </w:rPr>
            </w:pPr>
          </w:p>
        </w:tc>
        <w:tc>
          <w:tcPr>
            <w:tcW w:w="2098" w:type="dxa"/>
            <w:tcBorders>
              <w:top w:val="single" w:sz="4" w:space="0" w:color="000000"/>
              <w:left w:val="single" w:sz="4" w:space="0" w:color="000000"/>
              <w:bottom w:val="single" w:sz="4" w:space="0" w:color="000000"/>
              <w:right w:val="nil"/>
            </w:tcBorders>
          </w:tcPr>
          <w:p w:rsidR="00525E3A" w:rsidRPr="00A96A31" w:rsidRDefault="00525E3A">
            <w:pPr>
              <w:autoSpaceDE w:val="0"/>
              <w:snapToGrid w:val="0"/>
              <w:spacing w:after="0" w:line="240" w:lineRule="auto"/>
              <w:rPr>
                <w:rFonts w:ascii="Arial" w:hAnsi="Arial" w:cs="Arial"/>
                <w:sz w:val="24"/>
                <w:szCs w:val="24"/>
                <w:lang w:eastAsia="zh-CN"/>
              </w:rPr>
            </w:pPr>
          </w:p>
        </w:tc>
        <w:tc>
          <w:tcPr>
            <w:tcW w:w="1701" w:type="dxa"/>
            <w:tcBorders>
              <w:top w:val="single" w:sz="4" w:space="0" w:color="000000"/>
              <w:left w:val="single" w:sz="4" w:space="0" w:color="000000"/>
              <w:bottom w:val="single" w:sz="4" w:space="0" w:color="000000"/>
              <w:right w:val="nil"/>
            </w:tcBorders>
          </w:tcPr>
          <w:p w:rsidR="00525E3A" w:rsidRPr="00A96A31" w:rsidRDefault="00525E3A">
            <w:pPr>
              <w:autoSpaceDE w:val="0"/>
              <w:snapToGrid w:val="0"/>
              <w:spacing w:after="0" w:line="240" w:lineRule="auto"/>
              <w:rPr>
                <w:rFonts w:ascii="Arial" w:hAnsi="Arial" w:cs="Arial"/>
                <w:sz w:val="24"/>
                <w:szCs w:val="24"/>
                <w:lang w:eastAsia="zh-CN"/>
              </w:rPr>
            </w:pPr>
          </w:p>
        </w:tc>
        <w:tc>
          <w:tcPr>
            <w:tcW w:w="1814" w:type="dxa"/>
            <w:tcBorders>
              <w:top w:val="single" w:sz="4" w:space="0" w:color="000000"/>
              <w:left w:val="single" w:sz="4" w:space="0" w:color="000000"/>
              <w:bottom w:val="single" w:sz="4" w:space="0" w:color="000000"/>
              <w:right w:val="nil"/>
            </w:tcBorders>
          </w:tcPr>
          <w:p w:rsidR="00525E3A" w:rsidRPr="00A96A31" w:rsidRDefault="00525E3A">
            <w:pPr>
              <w:autoSpaceDE w:val="0"/>
              <w:snapToGrid w:val="0"/>
              <w:spacing w:after="0" w:line="240" w:lineRule="auto"/>
              <w:rPr>
                <w:rFonts w:ascii="Arial" w:hAnsi="Arial" w:cs="Arial"/>
                <w:sz w:val="24"/>
                <w:szCs w:val="24"/>
                <w:lang w:eastAsia="zh-CN"/>
              </w:rPr>
            </w:pPr>
          </w:p>
        </w:tc>
        <w:tc>
          <w:tcPr>
            <w:tcW w:w="2098" w:type="dxa"/>
            <w:tcBorders>
              <w:top w:val="single" w:sz="4" w:space="0" w:color="000000"/>
              <w:left w:val="single" w:sz="4" w:space="0" w:color="000000"/>
              <w:bottom w:val="single" w:sz="4" w:space="0" w:color="000000"/>
              <w:right w:val="nil"/>
            </w:tcBorders>
          </w:tcPr>
          <w:p w:rsidR="00525E3A" w:rsidRPr="00A96A31" w:rsidRDefault="00525E3A">
            <w:pPr>
              <w:autoSpaceDE w:val="0"/>
              <w:snapToGrid w:val="0"/>
              <w:spacing w:after="0" w:line="240" w:lineRule="auto"/>
              <w:rPr>
                <w:rFonts w:ascii="Arial" w:hAnsi="Arial" w:cs="Arial"/>
                <w:sz w:val="24"/>
                <w:szCs w:val="24"/>
                <w:lang w:eastAsia="zh-CN"/>
              </w:rPr>
            </w:pPr>
          </w:p>
        </w:tc>
        <w:tc>
          <w:tcPr>
            <w:tcW w:w="1324" w:type="dxa"/>
            <w:tcBorders>
              <w:top w:val="single" w:sz="4" w:space="0" w:color="000000"/>
              <w:left w:val="single" w:sz="4" w:space="0" w:color="000000"/>
              <w:bottom w:val="single" w:sz="4" w:space="0" w:color="000000"/>
              <w:right w:val="single" w:sz="4" w:space="0" w:color="000000"/>
            </w:tcBorders>
          </w:tcPr>
          <w:p w:rsidR="00525E3A" w:rsidRPr="00A96A31" w:rsidRDefault="00525E3A">
            <w:pPr>
              <w:autoSpaceDE w:val="0"/>
              <w:snapToGrid w:val="0"/>
              <w:spacing w:after="0" w:line="240" w:lineRule="auto"/>
              <w:rPr>
                <w:rFonts w:ascii="Arial" w:hAnsi="Arial" w:cs="Arial"/>
                <w:sz w:val="24"/>
                <w:szCs w:val="24"/>
                <w:lang w:eastAsia="zh-CN"/>
              </w:rPr>
            </w:pPr>
          </w:p>
        </w:tc>
      </w:tr>
      <w:tr w:rsidR="00525E3A" w:rsidRPr="00A96A31" w:rsidTr="002D7BF4">
        <w:tc>
          <w:tcPr>
            <w:tcW w:w="624" w:type="dxa"/>
            <w:tcBorders>
              <w:top w:val="single" w:sz="4" w:space="0" w:color="000000"/>
              <w:left w:val="single" w:sz="4" w:space="0" w:color="000000"/>
              <w:bottom w:val="single" w:sz="4" w:space="0" w:color="000000"/>
              <w:right w:val="nil"/>
            </w:tcBorders>
          </w:tcPr>
          <w:p w:rsidR="00525E3A" w:rsidRPr="00A96A31" w:rsidRDefault="00525E3A">
            <w:pPr>
              <w:autoSpaceDE w:val="0"/>
              <w:snapToGrid w:val="0"/>
              <w:spacing w:after="0" w:line="240" w:lineRule="auto"/>
              <w:rPr>
                <w:rFonts w:ascii="Arial" w:hAnsi="Arial" w:cs="Arial"/>
                <w:sz w:val="24"/>
                <w:szCs w:val="24"/>
                <w:lang w:eastAsia="zh-CN"/>
              </w:rPr>
            </w:pPr>
          </w:p>
        </w:tc>
        <w:tc>
          <w:tcPr>
            <w:tcW w:w="2098" w:type="dxa"/>
            <w:tcBorders>
              <w:top w:val="single" w:sz="4" w:space="0" w:color="000000"/>
              <w:left w:val="single" w:sz="4" w:space="0" w:color="000000"/>
              <w:bottom w:val="single" w:sz="4" w:space="0" w:color="000000"/>
              <w:right w:val="nil"/>
            </w:tcBorders>
          </w:tcPr>
          <w:p w:rsidR="00525E3A" w:rsidRPr="00A96A31" w:rsidRDefault="00525E3A">
            <w:pPr>
              <w:autoSpaceDE w:val="0"/>
              <w:snapToGrid w:val="0"/>
              <w:spacing w:after="0" w:line="240" w:lineRule="auto"/>
              <w:rPr>
                <w:rFonts w:ascii="Arial" w:hAnsi="Arial" w:cs="Arial"/>
                <w:sz w:val="24"/>
                <w:szCs w:val="24"/>
                <w:lang w:eastAsia="zh-CN"/>
              </w:rPr>
            </w:pPr>
          </w:p>
        </w:tc>
        <w:tc>
          <w:tcPr>
            <w:tcW w:w="1701" w:type="dxa"/>
            <w:tcBorders>
              <w:top w:val="single" w:sz="4" w:space="0" w:color="000000"/>
              <w:left w:val="single" w:sz="4" w:space="0" w:color="000000"/>
              <w:bottom w:val="single" w:sz="4" w:space="0" w:color="000000"/>
              <w:right w:val="nil"/>
            </w:tcBorders>
          </w:tcPr>
          <w:p w:rsidR="00525E3A" w:rsidRPr="00A96A31" w:rsidRDefault="00525E3A">
            <w:pPr>
              <w:autoSpaceDE w:val="0"/>
              <w:snapToGrid w:val="0"/>
              <w:spacing w:after="0" w:line="240" w:lineRule="auto"/>
              <w:rPr>
                <w:rFonts w:ascii="Arial" w:hAnsi="Arial" w:cs="Arial"/>
                <w:sz w:val="24"/>
                <w:szCs w:val="24"/>
                <w:lang w:eastAsia="zh-CN"/>
              </w:rPr>
            </w:pPr>
          </w:p>
        </w:tc>
        <w:tc>
          <w:tcPr>
            <w:tcW w:w="1814" w:type="dxa"/>
            <w:tcBorders>
              <w:top w:val="single" w:sz="4" w:space="0" w:color="000000"/>
              <w:left w:val="single" w:sz="4" w:space="0" w:color="000000"/>
              <w:bottom w:val="single" w:sz="4" w:space="0" w:color="000000"/>
              <w:right w:val="nil"/>
            </w:tcBorders>
          </w:tcPr>
          <w:p w:rsidR="00525E3A" w:rsidRPr="00A96A31" w:rsidRDefault="00525E3A">
            <w:pPr>
              <w:autoSpaceDE w:val="0"/>
              <w:snapToGrid w:val="0"/>
              <w:spacing w:after="0" w:line="240" w:lineRule="auto"/>
              <w:rPr>
                <w:rFonts w:ascii="Arial" w:hAnsi="Arial" w:cs="Arial"/>
                <w:sz w:val="24"/>
                <w:szCs w:val="24"/>
                <w:lang w:eastAsia="zh-CN"/>
              </w:rPr>
            </w:pPr>
          </w:p>
        </w:tc>
        <w:tc>
          <w:tcPr>
            <w:tcW w:w="2098" w:type="dxa"/>
            <w:tcBorders>
              <w:top w:val="single" w:sz="4" w:space="0" w:color="000000"/>
              <w:left w:val="single" w:sz="4" w:space="0" w:color="000000"/>
              <w:bottom w:val="single" w:sz="4" w:space="0" w:color="000000"/>
              <w:right w:val="nil"/>
            </w:tcBorders>
          </w:tcPr>
          <w:p w:rsidR="00525E3A" w:rsidRPr="00A96A31" w:rsidRDefault="00525E3A">
            <w:pPr>
              <w:autoSpaceDE w:val="0"/>
              <w:snapToGrid w:val="0"/>
              <w:spacing w:after="0" w:line="240" w:lineRule="auto"/>
              <w:rPr>
                <w:rFonts w:ascii="Arial" w:hAnsi="Arial" w:cs="Arial"/>
                <w:sz w:val="24"/>
                <w:szCs w:val="24"/>
                <w:lang w:eastAsia="zh-CN"/>
              </w:rPr>
            </w:pPr>
          </w:p>
        </w:tc>
        <w:tc>
          <w:tcPr>
            <w:tcW w:w="1324" w:type="dxa"/>
            <w:tcBorders>
              <w:top w:val="single" w:sz="4" w:space="0" w:color="000000"/>
              <w:left w:val="single" w:sz="4" w:space="0" w:color="000000"/>
              <w:bottom w:val="single" w:sz="4" w:space="0" w:color="000000"/>
              <w:right w:val="single" w:sz="4" w:space="0" w:color="000000"/>
            </w:tcBorders>
          </w:tcPr>
          <w:p w:rsidR="00525E3A" w:rsidRPr="00A96A31" w:rsidRDefault="00525E3A">
            <w:pPr>
              <w:autoSpaceDE w:val="0"/>
              <w:snapToGrid w:val="0"/>
              <w:spacing w:after="0" w:line="240" w:lineRule="auto"/>
              <w:rPr>
                <w:rFonts w:ascii="Arial" w:hAnsi="Arial" w:cs="Arial"/>
                <w:sz w:val="24"/>
                <w:szCs w:val="24"/>
                <w:lang w:eastAsia="zh-CN"/>
              </w:rPr>
            </w:pPr>
          </w:p>
        </w:tc>
      </w:tr>
    </w:tbl>
    <w:p w:rsidR="00525E3A" w:rsidRPr="00A96A31" w:rsidRDefault="00525E3A" w:rsidP="002D7BF4">
      <w:pPr>
        <w:autoSpaceDE w:val="0"/>
        <w:spacing w:after="0" w:line="240" w:lineRule="auto"/>
        <w:jc w:val="both"/>
        <w:rPr>
          <w:rFonts w:ascii="Arial" w:hAnsi="Arial" w:cs="Arial"/>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Pr="00A96A31" w:rsidRDefault="00525E3A" w:rsidP="002D7BF4">
      <w:pPr>
        <w:autoSpaceDE w:val="0"/>
        <w:spacing w:after="0" w:line="240" w:lineRule="auto"/>
        <w:jc w:val="right"/>
        <w:rPr>
          <w:rFonts w:ascii="Arial" w:hAnsi="Arial" w:cs="Arial"/>
          <w:lang w:eastAsia="zh-CN"/>
        </w:rPr>
      </w:pPr>
      <w:r w:rsidRPr="00A96A31">
        <w:rPr>
          <w:rFonts w:ascii="Arial" w:hAnsi="Arial" w:cs="Arial"/>
          <w:lang w:eastAsia="zh-CN"/>
        </w:rPr>
        <w:t>Приложение N 3</w:t>
      </w:r>
    </w:p>
    <w:p w:rsidR="00525E3A" w:rsidRPr="00A96A31" w:rsidRDefault="00525E3A" w:rsidP="002D7BF4">
      <w:pPr>
        <w:autoSpaceDE w:val="0"/>
        <w:spacing w:after="0" w:line="240" w:lineRule="auto"/>
        <w:jc w:val="right"/>
        <w:rPr>
          <w:rFonts w:ascii="Arial" w:hAnsi="Arial" w:cs="Arial"/>
          <w:color w:val="000000"/>
          <w:lang w:eastAsia="zh-CN"/>
        </w:rPr>
      </w:pPr>
      <w:r w:rsidRPr="00A96A31">
        <w:rPr>
          <w:rFonts w:ascii="Arial" w:hAnsi="Arial" w:cs="Arial"/>
          <w:lang w:eastAsia="zh-CN"/>
        </w:rPr>
        <w:t xml:space="preserve">к </w:t>
      </w:r>
      <w:r w:rsidRPr="00A96A31">
        <w:rPr>
          <w:rFonts w:ascii="Arial" w:hAnsi="Arial" w:cs="Arial"/>
          <w:color w:val="000000"/>
          <w:lang w:eastAsia="zh-CN"/>
        </w:rPr>
        <w:t xml:space="preserve">Порядку организации и проведения </w:t>
      </w:r>
    </w:p>
    <w:p w:rsidR="00525E3A" w:rsidRPr="00A96A31" w:rsidRDefault="00525E3A" w:rsidP="002D7BF4">
      <w:pPr>
        <w:autoSpaceDE w:val="0"/>
        <w:spacing w:after="0" w:line="240" w:lineRule="auto"/>
        <w:jc w:val="right"/>
        <w:rPr>
          <w:rFonts w:ascii="Arial" w:hAnsi="Arial" w:cs="Arial"/>
          <w:color w:val="000000"/>
          <w:lang w:eastAsia="zh-CN"/>
        </w:rPr>
      </w:pPr>
      <w:r w:rsidRPr="00A96A31">
        <w:rPr>
          <w:rFonts w:ascii="Arial" w:hAnsi="Arial" w:cs="Arial"/>
          <w:color w:val="000000"/>
          <w:lang w:eastAsia="zh-CN"/>
        </w:rPr>
        <w:t xml:space="preserve">публичных слушаний </w:t>
      </w:r>
    </w:p>
    <w:p w:rsidR="00525E3A" w:rsidRPr="00A96A31" w:rsidRDefault="00525E3A" w:rsidP="002D7BF4">
      <w:pPr>
        <w:autoSpaceDE w:val="0"/>
        <w:spacing w:after="0" w:line="240" w:lineRule="auto"/>
        <w:jc w:val="right"/>
        <w:rPr>
          <w:rFonts w:ascii="Arial" w:hAnsi="Arial" w:cs="Arial"/>
          <w:lang w:eastAsia="zh-CN"/>
        </w:rPr>
      </w:pPr>
      <w:r w:rsidRPr="00A96A31">
        <w:rPr>
          <w:rFonts w:ascii="Arial" w:hAnsi="Arial" w:cs="Arial"/>
          <w:color w:val="000000"/>
          <w:lang w:eastAsia="zh-CN"/>
        </w:rPr>
        <w:t xml:space="preserve">в </w:t>
      </w:r>
      <w:r>
        <w:rPr>
          <w:rFonts w:ascii="Arial" w:hAnsi="Arial" w:cs="Arial"/>
          <w:color w:val="000000"/>
          <w:lang w:eastAsia="zh-CN"/>
        </w:rPr>
        <w:t>Пичужинском</w:t>
      </w:r>
      <w:r w:rsidRPr="00A96A31">
        <w:rPr>
          <w:rFonts w:ascii="Arial" w:hAnsi="Arial" w:cs="Arial"/>
          <w:color w:val="000000"/>
          <w:lang w:eastAsia="zh-CN"/>
        </w:rPr>
        <w:t xml:space="preserve"> сельском поселении</w:t>
      </w:r>
    </w:p>
    <w:p w:rsidR="00525E3A" w:rsidRPr="00A96A31" w:rsidRDefault="00525E3A" w:rsidP="002D7BF4">
      <w:pPr>
        <w:autoSpaceDE w:val="0"/>
        <w:spacing w:after="0" w:line="240" w:lineRule="auto"/>
        <w:jc w:val="right"/>
        <w:rPr>
          <w:rFonts w:ascii="Arial" w:hAnsi="Arial" w:cs="Arial"/>
          <w:lang w:eastAsia="zh-CN"/>
        </w:rPr>
      </w:pPr>
    </w:p>
    <w:p w:rsidR="00525E3A" w:rsidRPr="00A96A31" w:rsidRDefault="00525E3A" w:rsidP="002D7BF4">
      <w:pPr>
        <w:autoSpaceDE w:val="0"/>
        <w:spacing w:after="0" w:line="240" w:lineRule="auto"/>
        <w:ind w:firstLine="540"/>
        <w:jc w:val="both"/>
        <w:rPr>
          <w:rFonts w:ascii="Arial" w:hAnsi="Arial" w:cs="Arial"/>
          <w:sz w:val="24"/>
          <w:szCs w:val="24"/>
          <w:lang w:eastAsia="zh-CN"/>
        </w:rPr>
      </w:pP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 xml:space="preserve">                                 ПРОТОКОЛ</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 xml:space="preserve">                       проведения публичных слушаний</w:t>
      </w:r>
    </w:p>
    <w:p w:rsidR="00525E3A" w:rsidRPr="00A96A31" w:rsidRDefault="00525E3A" w:rsidP="002D7BF4">
      <w:pPr>
        <w:autoSpaceDE w:val="0"/>
        <w:spacing w:after="0" w:line="240" w:lineRule="auto"/>
        <w:jc w:val="both"/>
        <w:rPr>
          <w:rFonts w:ascii="Arial" w:hAnsi="Arial" w:cs="Arial"/>
          <w:sz w:val="24"/>
          <w:szCs w:val="24"/>
          <w:lang w:eastAsia="zh-CN"/>
        </w:rPr>
      </w:pP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 xml:space="preserve">    "__" ____________ г.                                    N ________</w:t>
      </w:r>
    </w:p>
    <w:p w:rsidR="00525E3A" w:rsidRPr="00A96A31" w:rsidRDefault="00525E3A" w:rsidP="002D7BF4">
      <w:pPr>
        <w:autoSpaceDE w:val="0"/>
        <w:spacing w:after="0" w:line="240" w:lineRule="auto"/>
        <w:jc w:val="both"/>
        <w:rPr>
          <w:rFonts w:ascii="Arial" w:hAnsi="Arial" w:cs="Arial"/>
          <w:sz w:val="24"/>
          <w:szCs w:val="24"/>
          <w:lang w:eastAsia="zh-CN"/>
        </w:rPr>
      </w:pP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 xml:space="preserve">                                              </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 xml:space="preserve">    Присутствовали:</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 xml:space="preserve">    Председательствующий:</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 xml:space="preserve">    Секретарь:</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 xml:space="preserve">    Эксперты: (Ф.И.О.)</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 xml:space="preserve">    Участники (количество зарегистрированных участников)</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 xml:space="preserve">    Участники, имеющие право на выступление: (Ф.И.О.)</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 xml:space="preserve">    СЛУШАЛИ: (вопросы, вынесенные на публичные слушания)</w:t>
      </w:r>
    </w:p>
    <w:p w:rsidR="00525E3A" w:rsidRPr="00A96A31" w:rsidRDefault="00525E3A" w:rsidP="002D7BF4">
      <w:pPr>
        <w:autoSpaceDE w:val="0"/>
        <w:spacing w:after="0" w:line="240" w:lineRule="auto"/>
        <w:jc w:val="both"/>
        <w:rPr>
          <w:rFonts w:ascii="Arial" w:hAnsi="Arial" w:cs="Arial"/>
          <w:sz w:val="24"/>
          <w:szCs w:val="24"/>
          <w:lang w:eastAsia="zh-CN"/>
        </w:rPr>
      </w:pP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Председательствующий</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на публичных слушаниях         _______________           __________________</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 xml:space="preserve">                                  (подпись)                   (Ф.И.О.)</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Секретарь</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публичных слушаний             _______________           __________________</w:t>
      </w:r>
    </w:p>
    <w:p w:rsidR="00525E3A" w:rsidRPr="00A96A31" w:rsidRDefault="00525E3A" w:rsidP="002D7BF4">
      <w:pPr>
        <w:autoSpaceDE w:val="0"/>
        <w:spacing w:after="0" w:line="240" w:lineRule="auto"/>
        <w:jc w:val="both"/>
        <w:rPr>
          <w:rFonts w:ascii="Arial" w:hAnsi="Arial" w:cs="Arial"/>
          <w:sz w:val="24"/>
          <w:szCs w:val="24"/>
          <w:lang w:eastAsia="zh-CN"/>
        </w:rPr>
      </w:pPr>
      <w:r w:rsidRPr="00A96A31">
        <w:rPr>
          <w:rFonts w:ascii="Arial" w:hAnsi="Arial" w:cs="Arial"/>
          <w:sz w:val="24"/>
          <w:szCs w:val="24"/>
          <w:lang w:eastAsia="zh-CN"/>
        </w:rPr>
        <w:t xml:space="preserve">                                  (подпись)                   (Ф.И.О.)</w:t>
      </w:r>
    </w:p>
    <w:p w:rsidR="00525E3A" w:rsidRPr="00A96A31" w:rsidRDefault="00525E3A" w:rsidP="002D7BF4">
      <w:pPr>
        <w:autoSpaceDE w:val="0"/>
        <w:spacing w:after="0" w:line="240" w:lineRule="auto"/>
        <w:jc w:val="both"/>
        <w:rPr>
          <w:rFonts w:ascii="Arial" w:hAnsi="Arial" w:cs="Arial"/>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Courier New" w:hAnsi="Courier New" w:cs="Courier New"/>
          <w:sz w:val="20"/>
          <w:szCs w:val="20"/>
          <w:lang w:eastAsia="zh-CN"/>
        </w:rPr>
      </w:pPr>
    </w:p>
    <w:p w:rsidR="00525E3A" w:rsidRDefault="00525E3A" w:rsidP="002D7BF4">
      <w:pPr>
        <w:autoSpaceDE w:val="0"/>
        <w:spacing w:after="0" w:line="240" w:lineRule="auto"/>
        <w:jc w:val="both"/>
        <w:rPr>
          <w:rFonts w:ascii="Courier New" w:hAnsi="Courier New" w:cs="Courier New"/>
          <w:sz w:val="20"/>
          <w:szCs w:val="20"/>
          <w:lang w:eastAsia="zh-CN"/>
        </w:rPr>
      </w:pPr>
    </w:p>
    <w:p w:rsidR="00525E3A" w:rsidRDefault="00525E3A" w:rsidP="002D7BF4">
      <w:pPr>
        <w:autoSpaceDE w:val="0"/>
        <w:spacing w:after="0" w:line="240" w:lineRule="auto"/>
        <w:jc w:val="both"/>
        <w:rPr>
          <w:rFonts w:ascii="Courier New" w:hAnsi="Courier New" w:cs="Courier New"/>
          <w:sz w:val="20"/>
          <w:szCs w:val="20"/>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Pr="00A96A31" w:rsidRDefault="00525E3A" w:rsidP="002D7BF4">
      <w:pPr>
        <w:autoSpaceDE w:val="0"/>
        <w:spacing w:after="0" w:line="240" w:lineRule="auto"/>
        <w:jc w:val="right"/>
        <w:rPr>
          <w:rFonts w:ascii="Arial" w:hAnsi="Arial" w:cs="Arial"/>
          <w:lang w:eastAsia="zh-CN"/>
        </w:rPr>
      </w:pPr>
      <w:r w:rsidRPr="00A96A31">
        <w:rPr>
          <w:rFonts w:ascii="Arial" w:hAnsi="Arial" w:cs="Arial"/>
          <w:lang w:eastAsia="zh-CN"/>
        </w:rPr>
        <w:t>Приложение N 4</w:t>
      </w:r>
    </w:p>
    <w:p w:rsidR="00525E3A" w:rsidRPr="00A96A31" w:rsidRDefault="00525E3A" w:rsidP="002D7BF4">
      <w:pPr>
        <w:autoSpaceDE w:val="0"/>
        <w:spacing w:after="0" w:line="240" w:lineRule="auto"/>
        <w:jc w:val="right"/>
        <w:rPr>
          <w:rFonts w:ascii="Arial" w:hAnsi="Arial" w:cs="Arial"/>
          <w:color w:val="000000"/>
          <w:lang w:eastAsia="zh-CN"/>
        </w:rPr>
      </w:pPr>
      <w:r w:rsidRPr="00A96A31">
        <w:rPr>
          <w:rFonts w:ascii="Arial" w:hAnsi="Arial" w:cs="Arial"/>
          <w:lang w:eastAsia="zh-CN"/>
        </w:rPr>
        <w:t xml:space="preserve">к </w:t>
      </w:r>
      <w:r w:rsidRPr="00A96A31">
        <w:rPr>
          <w:rFonts w:ascii="Arial" w:hAnsi="Arial" w:cs="Arial"/>
          <w:color w:val="000000"/>
          <w:lang w:eastAsia="zh-CN"/>
        </w:rPr>
        <w:t xml:space="preserve">Порядку организации и проведения </w:t>
      </w:r>
    </w:p>
    <w:p w:rsidR="00525E3A" w:rsidRPr="00A96A31" w:rsidRDefault="00525E3A" w:rsidP="002D7BF4">
      <w:pPr>
        <w:autoSpaceDE w:val="0"/>
        <w:spacing w:after="0" w:line="240" w:lineRule="auto"/>
        <w:jc w:val="right"/>
        <w:rPr>
          <w:rFonts w:ascii="Arial" w:hAnsi="Arial" w:cs="Arial"/>
          <w:color w:val="000000"/>
          <w:lang w:eastAsia="zh-CN"/>
        </w:rPr>
      </w:pPr>
      <w:r w:rsidRPr="00A96A31">
        <w:rPr>
          <w:rFonts w:ascii="Arial" w:hAnsi="Arial" w:cs="Arial"/>
          <w:color w:val="000000"/>
          <w:lang w:eastAsia="zh-CN"/>
        </w:rPr>
        <w:t xml:space="preserve">публичных слушаний </w:t>
      </w:r>
    </w:p>
    <w:p w:rsidR="00525E3A" w:rsidRPr="00A96A31" w:rsidRDefault="00525E3A" w:rsidP="002D7BF4">
      <w:pPr>
        <w:autoSpaceDE w:val="0"/>
        <w:spacing w:after="0" w:line="240" w:lineRule="auto"/>
        <w:jc w:val="right"/>
        <w:rPr>
          <w:rFonts w:ascii="Arial" w:hAnsi="Arial" w:cs="Arial"/>
          <w:lang w:eastAsia="zh-CN"/>
        </w:rPr>
      </w:pPr>
      <w:r w:rsidRPr="00A96A31">
        <w:rPr>
          <w:rFonts w:ascii="Arial" w:hAnsi="Arial" w:cs="Arial"/>
          <w:color w:val="000000"/>
          <w:lang w:eastAsia="zh-CN"/>
        </w:rPr>
        <w:t xml:space="preserve">в </w:t>
      </w:r>
      <w:r>
        <w:rPr>
          <w:rFonts w:ascii="Arial" w:hAnsi="Arial" w:cs="Arial"/>
          <w:color w:val="000000"/>
          <w:lang w:eastAsia="zh-CN"/>
        </w:rPr>
        <w:t>Пичужинском</w:t>
      </w:r>
      <w:r w:rsidRPr="00A96A31">
        <w:rPr>
          <w:rFonts w:ascii="Arial" w:hAnsi="Arial" w:cs="Arial"/>
          <w:color w:val="000000"/>
          <w:lang w:eastAsia="zh-CN"/>
        </w:rPr>
        <w:t xml:space="preserve"> сельском поселении</w:t>
      </w:r>
    </w:p>
    <w:p w:rsidR="00525E3A" w:rsidRDefault="00525E3A" w:rsidP="002D7BF4">
      <w:pPr>
        <w:autoSpaceDE w:val="0"/>
        <w:spacing w:after="0" w:line="240" w:lineRule="auto"/>
        <w:jc w:val="right"/>
        <w:rPr>
          <w:rFonts w:ascii="Times New Roman" w:hAnsi="Times New Roman" w:cs="Times New Roman"/>
          <w:sz w:val="24"/>
          <w:szCs w:val="24"/>
          <w:lang w:eastAsia="zh-CN"/>
        </w:rPr>
      </w:pPr>
    </w:p>
    <w:p w:rsidR="00525E3A" w:rsidRDefault="00525E3A" w:rsidP="002D7BF4">
      <w:pPr>
        <w:autoSpaceDE w:val="0"/>
        <w:spacing w:after="0" w:line="240" w:lineRule="auto"/>
        <w:jc w:val="right"/>
        <w:rPr>
          <w:rFonts w:ascii="Times New Roman" w:hAnsi="Times New Roman" w:cs="Times New Roman"/>
          <w:sz w:val="24"/>
          <w:szCs w:val="24"/>
          <w:lang w:eastAsia="zh-CN"/>
        </w:rPr>
      </w:pPr>
    </w:p>
    <w:p w:rsidR="00525E3A" w:rsidRDefault="00525E3A" w:rsidP="002D7BF4">
      <w:pPr>
        <w:autoSpaceDE w:val="0"/>
        <w:spacing w:after="0" w:line="240" w:lineRule="auto"/>
        <w:jc w:val="right"/>
        <w:rPr>
          <w:rFonts w:ascii="Times New Roman" w:hAnsi="Times New Roman" w:cs="Times New Roman"/>
          <w:sz w:val="24"/>
          <w:szCs w:val="24"/>
          <w:lang w:eastAsia="zh-CN"/>
        </w:rPr>
      </w:pPr>
    </w:p>
    <w:p w:rsidR="00525E3A" w:rsidRPr="00A96A31" w:rsidRDefault="00525E3A" w:rsidP="002D7BF4">
      <w:pPr>
        <w:autoSpaceDE w:val="0"/>
        <w:spacing w:after="0" w:line="240" w:lineRule="auto"/>
        <w:jc w:val="both"/>
        <w:rPr>
          <w:rFonts w:ascii="Arial" w:hAnsi="Arial" w:cs="Arial"/>
          <w:lang w:eastAsia="zh-CN"/>
        </w:rPr>
      </w:pPr>
      <w:r w:rsidRPr="00A96A31">
        <w:rPr>
          <w:rFonts w:ascii="Arial" w:hAnsi="Arial" w:cs="Arial"/>
          <w:lang w:eastAsia="zh-CN"/>
        </w:rPr>
        <w:t xml:space="preserve">                                ЗАКЛЮЧЕНИЕ</w:t>
      </w:r>
    </w:p>
    <w:p w:rsidR="00525E3A" w:rsidRPr="00A96A31" w:rsidRDefault="00525E3A" w:rsidP="002D7BF4">
      <w:pPr>
        <w:autoSpaceDE w:val="0"/>
        <w:spacing w:after="0" w:line="240" w:lineRule="auto"/>
        <w:jc w:val="both"/>
        <w:rPr>
          <w:rFonts w:ascii="Arial" w:hAnsi="Arial" w:cs="Arial"/>
          <w:lang w:eastAsia="zh-CN"/>
        </w:rPr>
      </w:pPr>
      <w:r w:rsidRPr="00A96A31">
        <w:rPr>
          <w:rFonts w:ascii="Arial" w:hAnsi="Arial" w:cs="Arial"/>
          <w:lang w:eastAsia="zh-CN"/>
        </w:rPr>
        <w:t xml:space="preserve">                     о результатах публичных слушаний</w:t>
      </w:r>
    </w:p>
    <w:p w:rsidR="00525E3A" w:rsidRPr="00A96A31" w:rsidRDefault="00525E3A" w:rsidP="002D7BF4">
      <w:pPr>
        <w:autoSpaceDE w:val="0"/>
        <w:spacing w:after="0" w:line="240" w:lineRule="auto"/>
        <w:jc w:val="both"/>
        <w:rPr>
          <w:rFonts w:ascii="Arial" w:hAnsi="Arial" w:cs="Arial"/>
          <w:lang w:eastAsia="zh-CN"/>
        </w:rPr>
      </w:pPr>
    </w:p>
    <w:p w:rsidR="00525E3A" w:rsidRPr="00A96A31" w:rsidRDefault="00525E3A" w:rsidP="002D7BF4">
      <w:pPr>
        <w:autoSpaceDE w:val="0"/>
        <w:spacing w:after="0" w:line="240" w:lineRule="auto"/>
        <w:jc w:val="both"/>
        <w:rPr>
          <w:rFonts w:ascii="Arial" w:hAnsi="Arial" w:cs="Arial"/>
          <w:lang w:eastAsia="zh-CN"/>
        </w:rPr>
      </w:pPr>
      <w:r w:rsidRPr="00A96A31">
        <w:rPr>
          <w:rFonts w:ascii="Arial" w:hAnsi="Arial" w:cs="Arial"/>
          <w:lang w:eastAsia="zh-CN"/>
        </w:rPr>
        <w:t>"__" __________ 20__ г.                                 ___________________</w:t>
      </w:r>
    </w:p>
    <w:p w:rsidR="00525E3A" w:rsidRPr="00A96A31" w:rsidRDefault="00525E3A" w:rsidP="002D7BF4">
      <w:pPr>
        <w:autoSpaceDE w:val="0"/>
        <w:spacing w:after="0" w:line="240" w:lineRule="auto"/>
        <w:jc w:val="both"/>
        <w:rPr>
          <w:rFonts w:ascii="Arial" w:hAnsi="Arial" w:cs="Arial"/>
          <w:lang w:eastAsia="zh-CN"/>
        </w:rPr>
      </w:pPr>
    </w:p>
    <w:p w:rsidR="00525E3A" w:rsidRPr="00A96A31" w:rsidRDefault="00525E3A" w:rsidP="002D7BF4">
      <w:pPr>
        <w:autoSpaceDE w:val="0"/>
        <w:spacing w:after="0" w:line="240" w:lineRule="auto"/>
        <w:jc w:val="both"/>
        <w:rPr>
          <w:rFonts w:ascii="Arial" w:hAnsi="Arial" w:cs="Arial"/>
          <w:lang w:eastAsia="zh-CN"/>
        </w:rPr>
      </w:pPr>
      <w:r w:rsidRPr="00A96A31">
        <w:rPr>
          <w:rFonts w:ascii="Arial" w:hAnsi="Arial" w:cs="Arial"/>
          <w:lang w:eastAsia="zh-CN"/>
        </w:rPr>
        <w:t>Публичные слушания назначены: _____________________________________________</w:t>
      </w:r>
    </w:p>
    <w:p w:rsidR="00525E3A" w:rsidRPr="00A96A31" w:rsidRDefault="00525E3A" w:rsidP="002D7BF4">
      <w:pPr>
        <w:autoSpaceDE w:val="0"/>
        <w:spacing w:after="0" w:line="240" w:lineRule="auto"/>
        <w:jc w:val="both"/>
        <w:rPr>
          <w:rFonts w:ascii="Arial" w:hAnsi="Arial" w:cs="Arial"/>
          <w:lang w:eastAsia="zh-CN"/>
        </w:rPr>
      </w:pPr>
      <w:r w:rsidRPr="00A96A31">
        <w:rPr>
          <w:rFonts w:ascii="Arial" w:hAnsi="Arial" w:cs="Arial"/>
          <w:lang w:eastAsia="zh-CN"/>
        </w:rPr>
        <w:t>Вопрос публичных слушаний:</w:t>
      </w:r>
    </w:p>
    <w:p w:rsidR="00525E3A" w:rsidRPr="00A96A31" w:rsidRDefault="00525E3A" w:rsidP="002D7BF4">
      <w:pPr>
        <w:autoSpaceDE w:val="0"/>
        <w:spacing w:after="0" w:line="240" w:lineRule="auto"/>
        <w:jc w:val="both"/>
        <w:rPr>
          <w:rFonts w:ascii="Arial" w:hAnsi="Arial" w:cs="Arial"/>
          <w:lang w:eastAsia="zh-CN"/>
        </w:rPr>
      </w:pPr>
      <w:r w:rsidRPr="00A96A31">
        <w:rPr>
          <w:rFonts w:ascii="Arial" w:hAnsi="Arial" w:cs="Arial"/>
          <w:lang w:eastAsia="zh-CN"/>
        </w:rPr>
        <w:t xml:space="preserve">    1. ____________________________________________________________________</w:t>
      </w:r>
    </w:p>
    <w:p w:rsidR="00525E3A" w:rsidRPr="00A96A31" w:rsidRDefault="00525E3A" w:rsidP="002D7BF4">
      <w:pPr>
        <w:autoSpaceDE w:val="0"/>
        <w:spacing w:after="0" w:line="240" w:lineRule="auto"/>
        <w:jc w:val="both"/>
        <w:rPr>
          <w:rFonts w:ascii="Arial" w:hAnsi="Arial" w:cs="Arial"/>
          <w:lang w:eastAsia="zh-CN"/>
        </w:rPr>
      </w:pPr>
      <w:r w:rsidRPr="00A96A31">
        <w:rPr>
          <w:rFonts w:ascii="Arial" w:hAnsi="Arial" w:cs="Arial"/>
          <w:lang w:eastAsia="zh-CN"/>
        </w:rPr>
        <w:t xml:space="preserve">    2. ____________________________________________________________________</w:t>
      </w:r>
    </w:p>
    <w:p w:rsidR="00525E3A" w:rsidRPr="00A96A31" w:rsidRDefault="00525E3A" w:rsidP="002D7BF4">
      <w:pPr>
        <w:autoSpaceDE w:val="0"/>
        <w:spacing w:after="0" w:line="240" w:lineRule="auto"/>
        <w:jc w:val="both"/>
        <w:rPr>
          <w:rFonts w:ascii="Arial" w:hAnsi="Arial" w:cs="Arial"/>
          <w:lang w:eastAsia="zh-CN"/>
        </w:rPr>
      </w:pPr>
      <w:r w:rsidRPr="00A96A31">
        <w:rPr>
          <w:rFonts w:ascii="Arial" w:hAnsi="Arial" w:cs="Arial"/>
          <w:lang w:eastAsia="zh-CN"/>
        </w:rPr>
        <w:t>Предложения, рекомендации участников публичных слушаний:</w:t>
      </w:r>
    </w:p>
    <w:p w:rsidR="00525E3A" w:rsidRPr="00A96A31" w:rsidRDefault="00525E3A" w:rsidP="002D7BF4">
      <w:pPr>
        <w:autoSpaceDE w:val="0"/>
        <w:spacing w:after="0" w:line="240" w:lineRule="auto"/>
        <w:jc w:val="both"/>
        <w:rPr>
          <w:rFonts w:ascii="Arial" w:hAnsi="Arial" w:cs="Arial"/>
          <w:lang w:eastAsia="zh-CN"/>
        </w:rPr>
      </w:pPr>
      <w:r w:rsidRPr="00A96A31">
        <w:rPr>
          <w:rFonts w:ascii="Arial" w:hAnsi="Arial" w:cs="Arial"/>
          <w:lang w:eastAsia="zh-CN"/>
        </w:rPr>
        <w:t xml:space="preserve">        _______________________________________________________________________ </w:t>
      </w:r>
    </w:p>
    <w:p w:rsidR="00525E3A" w:rsidRPr="00A96A31" w:rsidRDefault="00525E3A" w:rsidP="002D7BF4">
      <w:pPr>
        <w:autoSpaceDE w:val="0"/>
        <w:spacing w:after="0" w:line="240" w:lineRule="auto"/>
        <w:jc w:val="both"/>
        <w:rPr>
          <w:rFonts w:ascii="Arial" w:hAnsi="Arial" w:cs="Arial"/>
          <w:lang w:eastAsia="zh-CN"/>
        </w:rPr>
      </w:pPr>
      <w:r w:rsidRPr="00A96A31">
        <w:rPr>
          <w:rFonts w:ascii="Arial" w:hAnsi="Arial" w:cs="Arial"/>
          <w:lang w:eastAsia="zh-CN"/>
        </w:rPr>
        <w:t xml:space="preserve">        _______________________________________________________________________</w:t>
      </w:r>
    </w:p>
    <w:p w:rsidR="00525E3A" w:rsidRPr="00A96A31" w:rsidRDefault="00525E3A" w:rsidP="002D7BF4">
      <w:pPr>
        <w:autoSpaceDE w:val="0"/>
        <w:spacing w:after="0" w:line="240" w:lineRule="auto"/>
        <w:jc w:val="both"/>
        <w:rPr>
          <w:rFonts w:ascii="Arial" w:hAnsi="Arial" w:cs="Arial"/>
          <w:lang w:eastAsia="zh-CN"/>
        </w:rPr>
      </w:pPr>
    </w:p>
    <w:p w:rsidR="00525E3A" w:rsidRPr="00A96A31" w:rsidRDefault="00525E3A" w:rsidP="002D7BF4">
      <w:pPr>
        <w:autoSpaceDE w:val="0"/>
        <w:spacing w:after="0" w:line="240" w:lineRule="auto"/>
        <w:jc w:val="both"/>
        <w:rPr>
          <w:rFonts w:ascii="Arial" w:hAnsi="Arial" w:cs="Arial"/>
          <w:lang w:eastAsia="zh-CN"/>
        </w:rPr>
      </w:pPr>
      <w:r w:rsidRPr="00A96A31">
        <w:rPr>
          <w:rFonts w:ascii="Arial" w:hAnsi="Arial" w:cs="Arial"/>
          <w:lang w:eastAsia="zh-CN"/>
        </w:rPr>
        <w:t>Вывод по результатам публичных слушаний: __________________________________</w:t>
      </w:r>
    </w:p>
    <w:p w:rsidR="00525E3A" w:rsidRPr="00A96A31" w:rsidRDefault="00525E3A" w:rsidP="002D7BF4">
      <w:pPr>
        <w:autoSpaceDE w:val="0"/>
        <w:spacing w:after="0" w:line="240" w:lineRule="auto"/>
        <w:jc w:val="both"/>
        <w:rPr>
          <w:rFonts w:ascii="Arial" w:hAnsi="Arial" w:cs="Arial"/>
          <w:lang w:eastAsia="zh-CN"/>
        </w:rPr>
      </w:pPr>
      <w:r w:rsidRPr="00A96A31">
        <w:rPr>
          <w:rFonts w:ascii="Arial" w:hAnsi="Arial" w:cs="Arial"/>
          <w:lang w:eastAsia="zh-CN"/>
        </w:rPr>
        <w:t>___________________________________________________________________________</w:t>
      </w:r>
    </w:p>
    <w:p w:rsidR="00525E3A" w:rsidRPr="00A96A31" w:rsidRDefault="00525E3A" w:rsidP="002D7BF4">
      <w:pPr>
        <w:autoSpaceDE w:val="0"/>
        <w:spacing w:after="0" w:line="240" w:lineRule="auto"/>
        <w:jc w:val="both"/>
        <w:rPr>
          <w:rFonts w:ascii="Arial" w:hAnsi="Arial" w:cs="Arial"/>
          <w:lang w:eastAsia="zh-CN"/>
        </w:rPr>
      </w:pPr>
      <w:r w:rsidRPr="00A96A31">
        <w:rPr>
          <w:rFonts w:ascii="Arial" w:hAnsi="Arial" w:cs="Arial"/>
          <w:lang w:eastAsia="zh-CN"/>
        </w:rPr>
        <w:t>___________________________________________________________________________</w:t>
      </w:r>
    </w:p>
    <w:p w:rsidR="00525E3A" w:rsidRPr="00A96A31" w:rsidRDefault="00525E3A" w:rsidP="002D7BF4">
      <w:pPr>
        <w:autoSpaceDE w:val="0"/>
        <w:spacing w:after="0" w:line="240" w:lineRule="auto"/>
        <w:jc w:val="both"/>
        <w:rPr>
          <w:rFonts w:ascii="Arial" w:hAnsi="Arial" w:cs="Arial"/>
          <w:lang w:eastAsia="zh-CN"/>
        </w:rPr>
      </w:pPr>
    </w:p>
    <w:p w:rsidR="00525E3A" w:rsidRPr="00A96A31" w:rsidRDefault="00525E3A" w:rsidP="002D7BF4">
      <w:pPr>
        <w:autoSpaceDE w:val="0"/>
        <w:spacing w:after="0" w:line="240" w:lineRule="auto"/>
        <w:jc w:val="both"/>
        <w:rPr>
          <w:rFonts w:ascii="Arial" w:hAnsi="Arial" w:cs="Arial"/>
          <w:lang w:eastAsia="zh-CN"/>
        </w:rPr>
      </w:pPr>
      <w:r w:rsidRPr="00A96A31">
        <w:rPr>
          <w:rFonts w:ascii="Arial" w:hAnsi="Arial" w:cs="Arial"/>
          <w:lang w:eastAsia="zh-CN"/>
        </w:rPr>
        <w:t xml:space="preserve">    Председательствующий</w:t>
      </w:r>
    </w:p>
    <w:p w:rsidR="00525E3A" w:rsidRPr="00A96A31" w:rsidRDefault="00525E3A" w:rsidP="002D7BF4">
      <w:pPr>
        <w:autoSpaceDE w:val="0"/>
        <w:spacing w:after="0" w:line="240" w:lineRule="auto"/>
        <w:jc w:val="both"/>
        <w:rPr>
          <w:rFonts w:ascii="Arial" w:hAnsi="Arial" w:cs="Arial"/>
          <w:lang w:eastAsia="zh-CN"/>
        </w:rPr>
      </w:pPr>
      <w:r w:rsidRPr="00A96A31">
        <w:rPr>
          <w:rFonts w:ascii="Arial" w:hAnsi="Arial" w:cs="Arial"/>
          <w:lang w:eastAsia="zh-CN"/>
        </w:rPr>
        <w:t xml:space="preserve">    на публичных слушаниях       _______________         __________________</w:t>
      </w:r>
    </w:p>
    <w:p w:rsidR="00525E3A" w:rsidRPr="00A96A31" w:rsidRDefault="00525E3A" w:rsidP="002D7BF4">
      <w:pPr>
        <w:autoSpaceDE w:val="0"/>
        <w:spacing w:after="0" w:line="240" w:lineRule="auto"/>
        <w:jc w:val="both"/>
        <w:rPr>
          <w:rFonts w:ascii="Arial" w:hAnsi="Arial" w:cs="Arial"/>
          <w:lang w:eastAsia="zh-CN"/>
        </w:rPr>
      </w:pPr>
      <w:r w:rsidRPr="00A96A31">
        <w:rPr>
          <w:rFonts w:ascii="Arial" w:hAnsi="Arial" w:cs="Arial"/>
          <w:lang w:eastAsia="zh-CN"/>
        </w:rPr>
        <w:t xml:space="preserve">                                    (подпись)                 (Ф.И.О.)</w:t>
      </w:r>
    </w:p>
    <w:p w:rsidR="00525E3A" w:rsidRPr="00A96A31" w:rsidRDefault="00525E3A" w:rsidP="002D7BF4">
      <w:pPr>
        <w:autoSpaceDE w:val="0"/>
        <w:spacing w:after="0" w:line="240" w:lineRule="auto"/>
        <w:jc w:val="both"/>
        <w:rPr>
          <w:rFonts w:ascii="Arial" w:hAnsi="Arial" w:cs="Arial"/>
          <w:lang w:eastAsia="zh-CN"/>
        </w:rPr>
      </w:pPr>
      <w:r w:rsidRPr="00A96A31">
        <w:rPr>
          <w:rFonts w:ascii="Arial" w:hAnsi="Arial" w:cs="Arial"/>
          <w:lang w:eastAsia="zh-CN"/>
        </w:rPr>
        <w:t xml:space="preserve">    Секретарь</w:t>
      </w:r>
    </w:p>
    <w:p w:rsidR="00525E3A" w:rsidRPr="00A96A31" w:rsidRDefault="00525E3A" w:rsidP="002D7BF4">
      <w:pPr>
        <w:autoSpaceDE w:val="0"/>
        <w:spacing w:after="0" w:line="240" w:lineRule="auto"/>
        <w:jc w:val="both"/>
        <w:rPr>
          <w:rFonts w:ascii="Arial" w:hAnsi="Arial" w:cs="Arial"/>
          <w:lang w:eastAsia="zh-CN"/>
        </w:rPr>
      </w:pPr>
      <w:r w:rsidRPr="00A96A31">
        <w:rPr>
          <w:rFonts w:ascii="Arial" w:hAnsi="Arial" w:cs="Arial"/>
          <w:lang w:eastAsia="zh-CN"/>
        </w:rPr>
        <w:t xml:space="preserve">    публичных слушаний           _______________         __________________</w:t>
      </w:r>
    </w:p>
    <w:p w:rsidR="00525E3A" w:rsidRPr="00A96A31" w:rsidRDefault="00525E3A" w:rsidP="002D7BF4">
      <w:pPr>
        <w:autoSpaceDE w:val="0"/>
        <w:spacing w:after="0" w:line="240" w:lineRule="auto"/>
        <w:jc w:val="both"/>
        <w:rPr>
          <w:rFonts w:ascii="Arial" w:hAnsi="Arial" w:cs="Arial"/>
          <w:lang w:eastAsia="zh-CN"/>
        </w:rPr>
      </w:pPr>
      <w:r w:rsidRPr="00A96A31">
        <w:rPr>
          <w:rFonts w:ascii="Arial" w:hAnsi="Arial" w:cs="Arial"/>
          <w:lang w:eastAsia="zh-CN"/>
        </w:rPr>
        <w:t xml:space="preserve">                                    (подпись)                 (Ф.И.О.)</w:t>
      </w:r>
    </w:p>
    <w:p w:rsidR="00525E3A" w:rsidRPr="00A96A31" w:rsidRDefault="00525E3A" w:rsidP="002D7BF4">
      <w:pPr>
        <w:autoSpaceDE w:val="0"/>
        <w:spacing w:after="0" w:line="240" w:lineRule="auto"/>
        <w:jc w:val="both"/>
        <w:rPr>
          <w:rFonts w:ascii="Arial" w:hAnsi="Arial" w:cs="Arial"/>
          <w:lang w:eastAsia="zh-CN"/>
        </w:rPr>
      </w:pPr>
    </w:p>
    <w:p w:rsidR="00525E3A" w:rsidRDefault="00525E3A" w:rsidP="002D7BF4">
      <w:pPr>
        <w:autoSpaceDE w:val="0"/>
        <w:spacing w:after="0" w:line="240" w:lineRule="auto"/>
        <w:jc w:val="both"/>
        <w:rPr>
          <w:rFonts w:ascii="Times New Roman" w:hAnsi="Times New Roman" w:cs="Times New Roman"/>
          <w:sz w:val="24"/>
          <w:szCs w:val="24"/>
          <w:lang w:eastAsia="zh-CN"/>
        </w:rPr>
      </w:pPr>
    </w:p>
    <w:p w:rsidR="00525E3A" w:rsidRDefault="00525E3A" w:rsidP="002D7BF4">
      <w:pPr>
        <w:widowControl w:val="0"/>
        <w:autoSpaceDE w:val="0"/>
        <w:spacing w:after="0" w:line="240" w:lineRule="auto"/>
        <w:ind w:firstLine="540"/>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ind w:firstLine="540"/>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ind w:firstLine="540"/>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ind w:firstLine="540"/>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ind w:firstLine="540"/>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ind w:firstLine="540"/>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ind w:firstLine="540"/>
        <w:jc w:val="both"/>
        <w:rPr>
          <w:rFonts w:ascii="Times New Roman" w:hAnsi="Times New Roman" w:cs="Times New Roman"/>
          <w:color w:val="000000"/>
          <w:sz w:val="24"/>
          <w:szCs w:val="24"/>
          <w:lang w:eastAsia="zh-CN"/>
        </w:rPr>
      </w:pPr>
    </w:p>
    <w:p w:rsidR="00525E3A" w:rsidRDefault="00525E3A" w:rsidP="002D7BF4">
      <w:pPr>
        <w:widowControl w:val="0"/>
        <w:autoSpaceDE w:val="0"/>
        <w:spacing w:after="0" w:line="240" w:lineRule="auto"/>
        <w:ind w:firstLine="540"/>
        <w:jc w:val="both"/>
        <w:rPr>
          <w:rFonts w:ascii="Times New Roman" w:hAnsi="Times New Roman" w:cs="Times New Roman"/>
          <w:color w:val="000000"/>
          <w:sz w:val="24"/>
          <w:szCs w:val="24"/>
          <w:lang w:eastAsia="zh-CN"/>
        </w:rPr>
      </w:pPr>
    </w:p>
    <w:p w:rsidR="00525E3A" w:rsidRDefault="00525E3A" w:rsidP="002D7BF4">
      <w:pPr>
        <w:rPr>
          <w:rFonts w:cs="Times New Roman"/>
          <w:lang w:eastAsia="zh-CN"/>
        </w:rPr>
      </w:pPr>
    </w:p>
    <w:p w:rsidR="00525E3A" w:rsidRDefault="00525E3A" w:rsidP="002D7BF4"/>
    <w:p w:rsidR="00525E3A" w:rsidRDefault="00525E3A"/>
    <w:sectPr w:rsidR="00525E3A" w:rsidSect="00436719">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477B"/>
    <w:rsid w:val="00002C4F"/>
    <w:rsid w:val="00002CD5"/>
    <w:rsid w:val="00003573"/>
    <w:rsid w:val="00004906"/>
    <w:rsid w:val="000050C5"/>
    <w:rsid w:val="00006468"/>
    <w:rsid w:val="000068AF"/>
    <w:rsid w:val="00012037"/>
    <w:rsid w:val="00012440"/>
    <w:rsid w:val="0001465C"/>
    <w:rsid w:val="00015321"/>
    <w:rsid w:val="00017F70"/>
    <w:rsid w:val="00021098"/>
    <w:rsid w:val="00025A7E"/>
    <w:rsid w:val="00026CE2"/>
    <w:rsid w:val="0002740F"/>
    <w:rsid w:val="0003006C"/>
    <w:rsid w:val="00034CE9"/>
    <w:rsid w:val="00035498"/>
    <w:rsid w:val="00037862"/>
    <w:rsid w:val="0004138C"/>
    <w:rsid w:val="000418E8"/>
    <w:rsid w:val="00041C08"/>
    <w:rsid w:val="0004210A"/>
    <w:rsid w:val="000452EB"/>
    <w:rsid w:val="000471F1"/>
    <w:rsid w:val="000532A4"/>
    <w:rsid w:val="00054FB5"/>
    <w:rsid w:val="00055767"/>
    <w:rsid w:val="00055F3C"/>
    <w:rsid w:val="00062772"/>
    <w:rsid w:val="00062A76"/>
    <w:rsid w:val="00066117"/>
    <w:rsid w:val="0007019A"/>
    <w:rsid w:val="00070DC2"/>
    <w:rsid w:val="0007425C"/>
    <w:rsid w:val="00075255"/>
    <w:rsid w:val="00077559"/>
    <w:rsid w:val="00090D1F"/>
    <w:rsid w:val="000930A5"/>
    <w:rsid w:val="00095D5C"/>
    <w:rsid w:val="0009612C"/>
    <w:rsid w:val="000964CA"/>
    <w:rsid w:val="000A133F"/>
    <w:rsid w:val="000A1C91"/>
    <w:rsid w:val="000A5116"/>
    <w:rsid w:val="000B2AD4"/>
    <w:rsid w:val="000C18A6"/>
    <w:rsid w:val="000C29DD"/>
    <w:rsid w:val="000C33EC"/>
    <w:rsid w:val="000C41D8"/>
    <w:rsid w:val="000C4CD2"/>
    <w:rsid w:val="000C76E9"/>
    <w:rsid w:val="000D1828"/>
    <w:rsid w:val="000D34AD"/>
    <w:rsid w:val="000D5DB7"/>
    <w:rsid w:val="000D7781"/>
    <w:rsid w:val="000E2694"/>
    <w:rsid w:val="000E4532"/>
    <w:rsid w:val="000E5147"/>
    <w:rsid w:val="000E59AD"/>
    <w:rsid w:val="000E6B30"/>
    <w:rsid w:val="000F1DCE"/>
    <w:rsid w:val="001022AA"/>
    <w:rsid w:val="00103F48"/>
    <w:rsid w:val="00110C20"/>
    <w:rsid w:val="00111F70"/>
    <w:rsid w:val="001173D3"/>
    <w:rsid w:val="00120EAF"/>
    <w:rsid w:val="00122E8D"/>
    <w:rsid w:val="001261C3"/>
    <w:rsid w:val="001264D7"/>
    <w:rsid w:val="00131668"/>
    <w:rsid w:val="00132ED8"/>
    <w:rsid w:val="0013485C"/>
    <w:rsid w:val="00136788"/>
    <w:rsid w:val="0013723F"/>
    <w:rsid w:val="00140CE0"/>
    <w:rsid w:val="00144556"/>
    <w:rsid w:val="00145B0E"/>
    <w:rsid w:val="00146334"/>
    <w:rsid w:val="00146529"/>
    <w:rsid w:val="00146961"/>
    <w:rsid w:val="00147A57"/>
    <w:rsid w:val="001510D1"/>
    <w:rsid w:val="001529B7"/>
    <w:rsid w:val="00157276"/>
    <w:rsid w:val="00163F47"/>
    <w:rsid w:val="00166030"/>
    <w:rsid w:val="00166F16"/>
    <w:rsid w:val="0016742F"/>
    <w:rsid w:val="00171783"/>
    <w:rsid w:val="00174579"/>
    <w:rsid w:val="00176B3C"/>
    <w:rsid w:val="00181C5D"/>
    <w:rsid w:val="00183186"/>
    <w:rsid w:val="001843B6"/>
    <w:rsid w:val="00184497"/>
    <w:rsid w:val="00186B0A"/>
    <w:rsid w:val="00187803"/>
    <w:rsid w:val="00190C80"/>
    <w:rsid w:val="0019326D"/>
    <w:rsid w:val="001932AA"/>
    <w:rsid w:val="001968C8"/>
    <w:rsid w:val="001978A2"/>
    <w:rsid w:val="001A1699"/>
    <w:rsid w:val="001A5384"/>
    <w:rsid w:val="001B14E2"/>
    <w:rsid w:val="001B3941"/>
    <w:rsid w:val="001B4CD2"/>
    <w:rsid w:val="001C0B20"/>
    <w:rsid w:val="001C16E3"/>
    <w:rsid w:val="001C305E"/>
    <w:rsid w:val="001E1880"/>
    <w:rsid w:val="001E2D2E"/>
    <w:rsid w:val="001E5451"/>
    <w:rsid w:val="001E622A"/>
    <w:rsid w:val="001E6662"/>
    <w:rsid w:val="001F1164"/>
    <w:rsid w:val="001F1CF5"/>
    <w:rsid w:val="001F33CA"/>
    <w:rsid w:val="001F4515"/>
    <w:rsid w:val="001F6832"/>
    <w:rsid w:val="002006AC"/>
    <w:rsid w:val="00200A54"/>
    <w:rsid w:val="00202665"/>
    <w:rsid w:val="00203CDB"/>
    <w:rsid w:val="00205FB3"/>
    <w:rsid w:val="00212ECF"/>
    <w:rsid w:val="002159D8"/>
    <w:rsid w:val="00216B06"/>
    <w:rsid w:val="00217661"/>
    <w:rsid w:val="00217B3D"/>
    <w:rsid w:val="0022086C"/>
    <w:rsid w:val="00223896"/>
    <w:rsid w:val="00225943"/>
    <w:rsid w:val="00225C8F"/>
    <w:rsid w:val="00226C08"/>
    <w:rsid w:val="00227FF4"/>
    <w:rsid w:val="002365A1"/>
    <w:rsid w:val="00237779"/>
    <w:rsid w:val="00243C9B"/>
    <w:rsid w:val="00244719"/>
    <w:rsid w:val="0024588F"/>
    <w:rsid w:val="00250674"/>
    <w:rsid w:val="00251FAD"/>
    <w:rsid w:val="00253694"/>
    <w:rsid w:val="00257DE1"/>
    <w:rsid w:val="002640FC"/>
    <w:rsid w:val="00264171"/>
    <w:rsid w:val="002656CE"/>
    <w:rsid w:val="002662D7"/>
    <w:rsid w:val="0026687B"/>
    <w:rsid w:val="00267E29"/>
    <w:rsid w:val="002741C5"/>
    <w:rsid w:val="00274F0E"/>
    <w:rsid w:val="002755E8"/>
    <w:rsid w:val="00277620"/>
    <w:rsid w:val="00277AD5"/>
    <w:rsid w:val="002807AA"/>
    <w:rsid w:val="00283DFF"/>
    <w:rsid w:val="00285A61"/>
    <w:rsid w:val="00286BF4"/>
    <w:rsid w:val="00290802"/>
    <w:rsid w:val="002917B8"/>
    <w:rsid w:val="00293B96"/>
    <w:rsid w:val="0029453E"/>
    <w:rsid w:val="00296276"/>
    <w:rsid w:val="002A1AD2"/>
    <w:rsid w:val="002A1EC5"/>
    <w:rsid w:val="002A2D8A"/>
    <w:rsid w:val="002A56C9"/>
    <w:rsid w:val="002B02F2"/>
    <w:rsid w:val="002B045B"/>
    <w:rsid w:val="002B33F0"/>
    <w:rsid w:val="002B4123"/>
    <w:rsid w:val="002B50AD"/>
    <w:rsid w:val="002C0FFA"/>
    <w:rsid w:val="002C10B6"/>
    <w:rsid w:val="002C3200"/>
    <w:rsid w:val="002C6046"/>
    <w:rsid w:val="002D02BF"/>
    <w:rsid w:val="002D23BD"/>
    <w:rsid w:val="002D2F35"/>
    <w:rsid w:val="002D7BF4"/>
    <w:rsid w:val="002D7E04"/>
    <w:rsid w:val="002E03F5"/>
    <w:rsid w:val="002E1AB9"/>
    <w:rsid w:val="002E4858"/>
    <w:rsid w:val="002E5278"/>
    <w:rsid w:val="002E6525"/>
    <w:rsid w:val="002E6750"/>
    <w:rsid w:val="002F03A6"/>
    <w:rsid w:val="002F3C52"/>
    <w:rsid w:val="002F4549"/>
    <w:rsid w:val="002F7800"/>
    <w:rsid w:val="0030660B"/>
    <w:rsid w:val="00307A69"/>
    <w:rsid w:val="00313F78"/>
    <w:rsid w:val="0031521A"/>
    <w:rsid w:val="00317347"/>
    <w:rsid w:val="0032033C"/>
    <w:rsid w:val="00321A8C"/>
    <w:rsid w:val="00332B96"/>
    <w:rsid w:val="003337A7"/>
    <w:rsid w:val="00333D0E"/>
    <w:rsid w:val="003370D3"/>
    <w:rsid w:val="00344D77"/>
    <w:rsid w:val="00345D07"/>
    <w:rsid w:val="00345E53"/>
    <w:rsid w:val="00346B70"/>
    <w:rsid w:val="003479FD"/>
    <w:rsid w:val="0035252B"/>
    <w:rsid w:val="003538C7"/>
    <w:rsid w:val="0035472C"/>
    <w:rsid w:val="00355106"/>
    <w:rsid w:val="003609BB"/>
    <w:rsid w:val="00361DC5"/>
    <w:rsid w:val="00362650"/>
    <w:rsid w:val="00362DD5"/>
    <w:rsid w:val="003667FD"/>
    <w:rsid w:val="00371F8F"/>
    <w:rsid w:val="00373B17"/>
    <w:rsid w:val="003766F6"/>
    <w:rsid w:val="00376B17"/>
    <w:rsid w:val="00385544"/>
    <w:rsid w:val="00385D57"/>
    <w:rsid w:val="003914E1"/>
    <w:rsid w:val="0039210F"/>
    <w:rsid w:val="00397FB2"/>
    <w:rsid w:val="003A020C"/>
    <w:rsid w:val="003A0308"/>
    <w:rsid w:val="003A1DAA"/>
    <w:rsid w:val="003A3AD2"/>
    <w:rsid w:val="003A563E"/>
    <w:rsid w:val="003A5DB1"/>
    <w:rsid w:val="003A6417"/>
    <w:rsid w:val="003A6B0B"/>
    <w:rsid w:val="003A7240"/>
    <w:rsid w:val="003A77CB"/>
    <w:rsid w:val="003A7E67"/>
    <w:rsid w:val="003B1DEE"/>
    <w:rsid w:val="003B3047"/>
    <w:rsid w:val="003B514D"/>
    <w:rsid w:val="003B554D"/>
    <w:rsid w:val="003B61B5"/>
    <w:rsid w:val="003C0BEB"/>
    <w:rsid w:val="003C2064"/>
    <w:rsid w:val="003C7F56"/>
    <w:rsid w:val="003D3011"/>
    <w:rsid w:val="003D364E"/>
    <w:rsid w:val="003D4273"/>
    <w:rsid w:val="003D6BCD"/>
    <w:rsid w:val="003E23EB"/>
    <w:rsid w:val="003E5BB1"/>
    <w:rsid w:val="003F1940"/>
    <w:rsid w:val="003F24ED"/>
    <w:rsid w:val="003F2D03"/>
    <w:rsid w:val="003F4280"/>
    <w:rsid w:val="003F4571"/>
    <w:rsid w:val="003F45FA"/>
    <w:rsid w:val="003F558C"/>
    <w:rsid w:val="00400401"/>
    <w:rsid w:val="00400969"/>
    <w:rsid w:val="00401661"/>
    <w:rsid w:val="00403080"/>
    <w:rsid w:val="00403E59"/>
    <w:rsid w:val="0040402F"/>
    <w:rsid w:val="00404E86"/>
    <w:rsid w:val="004112E7"/>
    <w:rsid w:val="00414ADA"/>
    <w:rsid w:val="00417441"/>
    <w:rsid w:val="004175F2"/>
    <w:rsid w:val="00422C08"/>
    <w:rsid w:val="00422E08"/>
    <w:rsid w:val="00424682"/>
    <w:rsid w:val="00424DAB"/>
    <w:rsid w:val="00426CA3"/>
    <w:rsid w:val="00432B38"/>
    <w:rsid w:val="004362A5"/>
    <w:rsid w:val="00436719"/>
    <w:rsid w:val="00440E24"/>
    <w:rsid w:val="00442296"/>
    <w:rsid w:val="00450754"/>
    <w:rsid w:val="004514C5"/>
    <w:rsid w:val="00452D95"/>
    <w:rsid w:val="004544EC"/>
    <w:rsid w:val="00454F28"/>
    <w:rsid w:val="00456403"/>
    <w:rsid w:val="00460C89"/>
    <w:rsid w:val="00461672"/>
    <w:rsid w:val="00463402"/>
    <w:rsid w:val="0046751F"/>
    <w:rsid w:val="00470300"/>
    <w:rsid w:val="00470D8C"/>
    <w:rsid w:val="00472F1C"/>
    <w:rsid w:val="00473585"/>
    <w:rsid w:val="00473A67"/>
    <w:rsid w:val="00473E95"/>
    <w:rsid w:val="004744EF"/>
    <w:rsid w:val="004823FB"/>
    <w:rsid w:val="0048369F"/>
    <w:rsid w:val="004905D2"/>
    <w:rsid w:val="00492177"/>
    <w:rsid w:val="004947C5"/>
    <w:rsid w:val="004A17BB"/>
    <w:rsid w:val="004A2AEE"/>
    <w:rsid w:val="004A52AB"/>
    <w:rsid w:val="004B0EDC"/>
    <w:rsid w:val="004B5A03"/>
    <w:rsid w:val="004B65BD"/>
    <w:rsid w:val="004C134E"/>
    <w:rsid w:val="004C279E"/>
    <w:rsid w:val="004C2A35"/>
    <w:rsid w:val="004C4C2A"/>
    <w:rsid w:val="004C5E43"/>
    <w:rsid w:val="004C76B5"/>
    <w:rsid w:val="004D08D2"/>
    <w:rsid w:val="004D60D2"/>
    <w:rsid w:val="004D70B3"/>
    <w:rsid w:val="004D71C7"/>
    <w:rsid w:val="004D7DBC"/>
    <w:rsid w:val="004E0028"/>
    <w:rsid w:val="004E064A"/>
    <w:rsid w:val="004E0750"/>
    <w:rsid w:val="004E191E"/>
    <w:rsid w:val="004E33FE"/>
    <w:rsid w:val="004F1D9B"/>
    <w:rsid w:val="004F2756"/>
    <w:rsid w:val="004F34AA"/>
    <w:rsid w:val="004F5FF5"/>
    <w:rsid w:val="005021DD"/>
    <w:rsid w:val="00502473"/>
    <w:rsid w:val="00502C51"/>
    <w:rsid w:val="00504987"/>
    <w:rsid w:val="00506F35"/>
    <w:rsid w:val="0051100B"/>
    <w:rsid w:val="005134A7"/>
    <w:rsid w:val="005203E6"/>
    <w:rsid w:val="005208AC"/>
    <w:rsid w:val="00521D20"/>
    <w:rsid w:val="0052455D"/>
    <w:rsid w:val="00525E3A"/>
    <w:rsid w:val="005268CD"/>
    <w:rsid w:val="00527620"/>
    <w:rsid w:val="005332EB"/>
    <w:rsid w:val="00533FE5"/>
    <w:rsid w:val="0053456C"/>
    <w:rsid w:val="005359EB"/>
    <w:rsid w:val="005363DC"/>
    <w:rsid w:val="00553D26"/>
    <w:rsid w:val="00554433"/>
    <w:rsid w:val="00554DC7"/>
    <w:rsid w:val="005600A8"/>
    <w:rsid w:val="00562875"/>
    <w:rsid w:val="0056329F"/>
    <w:rsid w:val="00565F14"/>
    <w:rsid w:val="00573C61"/>
    <w:rsid w:val="00575B4E"/>
    <w:rsid w:val="00577330"/>
    <w:rsid w:val="0057773D"/>
    <w:rsid w:val="00580982"/>
    <w:rsid w:val="00584E74"/>
    <w:rsid w:val="005855EC"/>
    <w:rsid w:val="005944DE"/>
    <w:rsid w:val="00594814"/>
    <w:rsid w:val="00595108"/>
    <w:rsid w:val="0059551E"/>
    <w:rsid w:val="00596BA9"/>
    <w:rsid w:val="00597F6C"/>
    <w:rsid w:val="005A0573"/>
    <w:rsid w:val="005A09C4"/>
    <w:rsid w:val="005A2C00"/>
    <w:rsid w:val="005A3E81"/>
    <w:rsid w:val="005A5A3F"/>
    <w:rsid w:val="005A5D23"/>
    <w:rsid w:val="005B054F"/>
    <w:rsid w:val="005B2922"/>
    <w:rsid w:val="005B5FEB"/>
    <w:rsid w:val="005B6902"/>
    <w:rsid w:val="005B702D"/>
    <w:rsid w:val="005B7069"/>
    <w:rsid w:val="005B7A95"/>
    <w:rsid w:val="005C3AB5"/>
    <w:rsid w:val="005C4488"/>
    <w:rsid w:val="005C661B"/>
    <w:rsid w:val="005D0636"/>
    <w:rsid w:val="005D273B"/>
    <w:rsid w:val="005D419F"/>
    <w:rsid w:val="005D477B"/>
    <w:rsid w:val="005E23E2"/>
    <w:rsid w:val="005E38FB"/>
    <w:rsid w:val="005E3D55"/>
    <w:rsid w:val="005E76AA"/>
    <w:rsid w:val="005F0006"/>
    <w:rsid w:val="005F18A4"/>
    <w:rsid w:val="005F31AC"/>
    <w:rsid w:val="005F3553"/>
    <w:rsid w:val="005F4A76"/>
    <w:rsid w:val="005F5059"/>
    <w:rsid w:val="005F6701"/>
    <w:rsid w:val="00600E07"/>
    <w:rsid w:val="00601E7D"/>
    <w:rsid w:val="006021D7"/>
    <w:rsid w:val="00605350"/>
    <w:rsid w:val="006115B7"/>
    <w:rsid w:val="00612432"/>
    <w:rsid w:val="0061454A"/>
    <w:rsid w:val="00614A0C"/>
    <w:rsid w:val="00615502"/>
    <w:rsid w:val="00617F94"/>
    <w:rsid w:val="00621050"/>
    <w:rsid w:val="00626BEC"/>
    <w:rsid w:val="0062764A"/>
    <w:rsid w:val="00627A9B"/>
    <w:rsid w:val="00627FB0"/>
    <w:rsid w:val="006334CA"/>
    <w:rsid w:val="0063576E"/>
    <w:rsid w:val="00637D47"/>
    <w:rsid w:val="00641455"/>
    <w:rsid w:val="00641E16"/>
    <w:rsid w:val="00645CB3"/>
    <w:rsid w:val="0064745F"/>
    <w:rsid w:val="00652637"/>
    <w:rsid w:val="00655BEB"/>
    <w:rsid w:val="0065735D"/>
    <w:rsid w:val="00660E3B"/>
    <w:rsid w:val="0066244C"/>
    <w:rsid w:val="00662666"/>
    <w:rsid w:val="00662E69"/>
    <w:rsid w:val="00663C0E"/>
    <w:rsid w:val="0066436A"/>
    <w:rsid w:val="00664693"/>
    <w:rsid w:val="00666533"/>
    <w:rsid w:val="00667637"/>
    <w:rsid w:val="006720EA"/>
    <w:rsid w:val="00673A9C"/>
    <w:rsid w:val="00674787"/>
    <w:rsid w:val="00677574"/>
    <w:rsid w:val="0068075B"/>
    <w:rsid w:val="00684B4B"/>
    <w:rsid w:val="00686479"/>
    <w:rsid w:val="00686CBD"/>
    <w:rsid w:val="006900BE"/>
    <w:rsid w:val="00690A7F"/>
    <w:rsid w:val="00691C5B"/>
    <w:rsid w:val="0069557C"/>
    <w:rsid w:val="006A08A7"/>
    <w:rsid w:val="006A34B5"/>
    <w:rsid w:val="006A3843"/>
    <w:rsid w:val="006A6AB8"/>
    <w:rsid w:val="006A7931"/>
    <w:rsid w:val="006B53F9"/>
    <w:rsid w:val="006B5AC7"/>
    <w:rsid w:val="006B7623"/>
    <w:rsid w:val="006C27CF"/>
    <w:rsid w:val="006D2E53"/>
    <w:rsid w:val="006D328D"/>
    <w:rsid w:val="006D344F"/>
    <w:rsid w:val="006D3AB9"/>
    <w:rsid w:val="006D3BED"/>
    <w:rsid w:val="006D491A"/>
    <w:rsid w:val="006D5949"/>
    <w:rsid w:val="006D5D42"/>
    <w:rsid w:val="006D673A"/>
    <w:rsid w:val="006E0229"/>
    <w:rsid w:val="006E07D9"/>
    <w:rsid w:val="006E1F25"/>
    <w:rsid w:val="006E20A0"/>
    <w:rsid w:val="006E4241"/>
    <w:rsid w:val="006E667E"/>
    <w:rsid w:val="006E77F0"/>
    <w:rsid w:val="006F13ED"/>
    <w:rsid w:val="006F3DF2"/>
    <w:rsid w:val="00702C3F"/>
    <w:rsid w:val="0070779A"/>
    <w:rsid w:val="00707846"/>
    <w:rsid w:val="0071013E"/>
    <w:rsid w:val="0071702B"/>
    <w:rsid w:val="007213A2"/>
    <w:rsid w:val="007217CE"/>
    <w:rsid w:val="00722B5D"/>
    <w:rsid w:val="00724379"/>
    <w:rsid w:val="0072704E"/>
    <w:rsid w:val="00727BC1"/>
    <w:rsid w:val="00730BAA"/>
    <w:rsid w:val="00733493"/>
    <w:rsid w:val="00734E43"/>
    <w:rsid w:val="007368E3"/>
    <w:rsid w:val="007404C2"/>
    <w:rsid w:val="007421A2"/>
    <w:rsid w:val="00756D42"/>
    <w:rsid w:val="007606E5"/>
    <w:rsid w:val="00761F1B"/>
    <w:rsid w:val="007625AD"/>
    <w:rsid w:val="007660C1"/>
    <w:rsid w:val="007678F7"/>
    <w:rsid w:val="00770CB8"/>
    <w:rsid w:val="00772A8B"/>
    <w:rsid w:val="00774594"/>
    <w:rsid w:val="007775FE"/>
    <w:rsid w:val="00780694"/>
    <w:rsid w:val="00787F46"/>
    <w:rsid w:val="007902DA"/>
    <w:rsid w:val="00791325"/>
    <w:rsid w:val="00792D11"/>
    <w:rsid w:val="00793E7F"/>
    <w:rsid w:val="00794FDB"/>
    <w:rsid w:val="00795085"/>
    <w:rsid w:val="007971AB"/>
    <w:rsid w:val="007A2451"/>
    <w:rsid w:val="007A318E"/>
    <w:rsid w:val="007A32A2"/>
    <w:rsid w:val="007A4781"/>
    <w:rsid w:val="007A5D04"/>
    <w:rsid w:val="007A5E54"/>
    <w:rsid w:val="007A5E88"/>
    <w:rsid w:val="007A778B"/>
    <w:rsid w:val="007B2A03"/>
    <w:rsid w:val="007B550A"/>
    <w:rsid w:val="007B5A16"/>
    <w:rsid w:val="007C1EE4"/>
    <w:rsid w:val="007C5C56"/>
    <w:rsid w:val="007C689E"/>
    <w:rsid w:val="007C7725"/>
    <w:rsid w:val="007C7EF0"/>
    <w:rsid w:val="007D1B31"/>
    <w:rsid w:val="007D2AF0"/>
    <w:rsid w:val="007D510A"/>
    <w:rsid w:val="007D585E"/>
    <w:rsid w:val="007D66B5"/>
    <w:rsid w:val="007E0159"/>
    <w:rsid w:val="007E0344"/>
    <w:rsid w:val="007E035E"/>
    <w:rsid w:val="007E1555"/>
    <w:rsid w:val="007E34EB"/>
    <w:rsid w:val="007E649B"/>
    <w:rsid w:val="007E6E00"/>
    <w:rsid w:val="007E7791"/>
    <w:rsid w:val="007F3057"/>
    <w:rsid w:val="007F3246"/>
    <w:rsid w:val="007F404C"/>
    <w:rsid w:val="007F7204"/>
    <w:rsid w:val="00800150"/>
    <w:rsid w:val="00801162"/>
    <w:rsid w:val="008015F4"/>
    <w:rsid w:val="0080189F"/>
    <w:rsid w:val="00814DAE"/>
    <w:rsid w:val="008157BB"/>
    <w:rsid w:val="00815AD3"/>
    <w:rsid w:val="00816C59"/>
    <w:rsid w:val="00817C3D"/>
    <w:rsid w:val="0082155E"/>
    <w:rsid w:val="008222DA"/>
    <w:rsid w:val="00822FC8"/>
    <w:rsid w:val="008234D3"/>
    <w:rsid w:val="00827280"/>
    <w:rsid w:val="0082784F"/>
    <w:rsid w:val="00830942"/>
    <w:rsid w:val="008309FC"/>
    <w:rsid w:val="00831709"/>
    <w:rsid w:val="00832AFA"/>
    <w:rsid w:val="00833543"/>
    <w:rsid w:val="008348EC"/>
    <w:rsid w:val="008363F4"/>
    <w:rsid w:val="008401C0"/>
    <w:rsid w:val="00840521"/>
    <w:rsid w:val="00842A57"/>
    <w:rsid w:val="00843F29"/>
    <w:rsid w:val="00845A36"/>
    <w:rsid w:val="008476AA"/>
    <w:rsid w:val="008515D8"/>
    <w:rsid w:val="00852CAD"/>
    <w:rsid w:val="008551C1"/>
    <w:rsid w:val="00861AAE"/>
    <w:rsid w:val="0086215D"/>
    <w:rsid w:val="00864B10"/>
    <w:rsid w:val="0086552B"/>
    <w:rsid w:val="00866F1F"/>
    <w:rsid w:val="00870768"/>
    <w:rsid w:val="0087152B"/>
    <w:rsid w:val="00872AAA"/>
    <w:rsid w:val="008755D8"/>
    <w:rsid w:val="00885DE9"/>
    <w:rsid w:val="0088742C"/>
    <w:rsid w:val="00890DBC"/>
    <w:rsid w:val="00892327"/>
    <w:rsid w:val="008954A0"/>
    <w:rsid w:val="008972A2"/>
    <w:rsid w:val="008A06F9"/>
    <w:rsid w:val="008A1A41"/>
    <w:rsid w:val="008A2FFB"/>
    <w:rsid w:val="008A496F"/>
    <w:rsid w:val="008A54F1"/>
    <w:rsid w:val="008A797D"/>
    <w:rsid w:val="008B607D"/>
    <w:rsid w:val="008B7B42"/>
    <w:rsid w:val="008C01D7"/>
    <w:rsid w:val="008C0829"/>
    <w:rsid w:val="008C0D09"/>
    <w:rsid w:val="008C0E9A"/>
    <w:rsid w:val="008C34FF"/>
    <w:rsid w:val="008C5C7D"/>
    <w:rsid w:val="008C5F4B"/>
    <w:rsid w:val="008D009F"/>
    <w:rsid w:val="008D0BD6"/>
    <w:rsid w:val="008D0C00"/>
    <w:rsid w:val="008D2A51"/>
    <w:rsid w:val="008D43C6"/>
    <w:rsid w:val="008D67DD"/>
    <w:rsid w:val="008E0404"/>
    <w:rsid w:val="008E155E"/>
    <w:rsid w:val="008E2943"/>
    <w:rsid w:val="008E4FFD"/>
    <w:rsid w:val="008E65DF"/>
    <w:rsid w:val="008F4DF9"/>
    <w:rsid w:val="008F55E4"/>
    <w:rsid w:val="009039B6"/>
    <w:rsid w:val="00904043"/>
    <w:rsid w:val="00906F44"/>
    <w:rsid w:val="00910271"/>
    <w:rsid w:val="00911392"/>
    <w:rsid w:val="009115BC"/>
    <w:rsid w:val="0091320D"/>
    <w:rsid w:val="00913695"/>
    <w:rsid w:val="00915CEE"/>
    <w:rsid w:val="00916C88"/>
    <w:rsid w:val="0092498B"/>
    <w:rsid w:val="009252FE"/>
    <w:rsid w:val="00925F75"/>
    <w:rsid w:val="00925FFF"/>
    <w:rsid w:val="00930552"/>
    <w:rsid w:val="00931F50"/>
    <w:rsid w:val="0093648F"/>
    <w:rsid w:val="00936725"/>
    <w:rsid w:val="00937DA3"/>
    <w:rsid w:val="009470FA"/>
    <w:rsid w:val="00947FD7"/>
    <w:rsid w:val="00954A67"/>
    <w:rsid w:val="00956E9B"/>
    <w:rsid w:val="00973D3D"/>
    <w:rsid w:val="00985ED2"/>
    <w:rsid w:val="00991965"/>
    <w:rsid w:val="00993503"/>
    <w:rsid w:val="00993F2B"/>
    <w:rsid w:val="00996558"/>
    <w:rsid w:val="0099738B"/>
    <w:rsid w:val="00997953"/>
    <w:rsid w:val="009A3705"/>
    <w:rsid w:val="009A39E2"/>
    <w:rsid w:val="009A44B0"/>
    <w:rsid w:val="009A4911"/>
    <w:rsid w:val="009A4A66"/>
    <w:rsid w:val="009B0790"/>
    <w:rsid w:val="009B7284"/>
    <w:rsid w:val="009C01FA"/>
    <w:rsid w:val="009C182D"/>
    <w:rsid w:val="009C2465"/>
    <w:rsid w:val="009C2BB2"/>
    <w:rsid w:val="009C5E9F"/>
    <w:rsid w:val="009C650A"/>
    <w:rsid w:val="009C7F73"/>
    <w:rsid w:val="009D1A08"/>
    <w:rsid w:val="009D1B2C"/>
    <w:rsid w:val="009D276E"/>
    <w:rsid w:val="009D2A88"/>
    <w:rsid w:val="009D2C4D"/>
    <w:rsid w:val="009D43FD"/>
    <w:rsid w:val="009D5C0C"/>
    <w:rsid w:val="009D6047"/>
    <w:rsid w:val="009D7568"/>
    <w:rsid w:val="009D7FA1"/>
    <w:rsid w:val="009E0EF1"/>
    <w:rsid w:val="009E245D"/>
    <w:rsid w:val="009E5D08"/>
    <w:rsid w:val="009E5F81"/>
    <w:rsid w:val="009E7A0A"/>
    <w:rsid w:val="009F373C"/>
    <w:rsid w:val="009F6F03"/>
    <w:rsid w:val="009F79D8"/>
    <w:rsid w:val="00A00A5B"/>
    <w:rsid w:val="00A044E8"/>
    <w:rsid w:val="00A111E0"/>
    <w:rsid w:val="00A1249D"/>
    <w:rsid w:val="00A165AA"/>
    <w:rsid w:val="00A178D9"/>
    <w:rsid w:val="00A20515"/>
    <w:rsid w:val="00A2069F"/>
    <w:rsid w:val="00A221A0"/>
    <w:rsid w:val="00A22E03"/>
    <w:rsid w:val="00A24EFC"/>
    <w:rsid w:val="00A269FA"/>
    <w:rsid w:val="00A30245"/>
    <w:rsid w:val="00A34F60"/>
    <w:rsid w:val="00A3563A"/>
    <w:rsid w:val="00A36988"/>
    <w:rsid w:val="00A41841"/>
    <w:rsid w:val="00A42AC0"/>
    <w:rsid w:val="00A46925"/>
    <w:rsid w:val="00A50766"/>
    <w:rsid w:val="00A51289"/>
    <w:rsid w:val="00A51D04"/>
    <w:rsid w:val="00A52F0F"/>
    <w:rsid w:val="00A60FCE"/>
    <w:rsid w:val="00A62378"/>
    <w:rsid w:val="00A62E98"/>
    <w:rsid w:val="00A6554F"/>
    <w:rsid w:val="00A72160"/>
    <w:rsid w:val="00A7224C"/>
    <w:rsid w:val="00A75F35"/>
    <w:rsid w:val="00A77245"/>
    <w:rsid w:val="00A82F8E"/>
    <w:rsid w:val="00A90CA3"/>
    <w:rsid w:val="00A96A31"/>
    <w:rsid w:val="00AA06C2"/>
    <w:rsid w:val="00AA4348"/>
    <w:rsid w:val="00AA587D"/>
    <w:rsid w:val="00AA688C"/>
    <w:rsid w:val="00AB4D40"/>
    <w:rsid w:val="00AC4311"/>
    <w:rsid w:val="00AC556F"/>
    <w:rsid w:val="00AC5F4F"/>
    <w:rsid w:val="00AD1A68"/>
    <w:rsid w:val="00AD34B4"/>
    <w:rsid w:val="00AD4A3D"/>
    <w:rsid w:val="00AE150D"/>
    <w:rsid w:val="00AE2CDD"/>
    <w:rsid w:val="00AE4B3B"/>
    <w:rsid w:val="00AF1E10"/>
    <w:rsid w:val="00AF2152"/>
    <w:rsid w:val="00AF2156"/>
    <w:rsid w:val="00AF2C27"/>
    <w:rsid w:val="00AF2E47"/>
    <w:rsid w:val="00AF51CF"/>
    <w:rsid w:val="00AF599C"/>
    <w:rsid w:val="00AF7ECE"/>
    <w:rsid w:val="00B00148"/>
    <w:rsid w:val="00B02CE2"/>
    <w:rsid w:val="00B04635"/>
    <w:rsid w:val="00B06734"/>
    <w:rsid w:val="00B06768"/>
    <w:rsid w:val="00B10BB8"/>
    <w:rsid w:val="00B11227"/>
    <w:rsid w:val="00B11E0F"/>
    <w:rsid w:val="00B13587"/>
    <w:rsid w:val="00B144E7"/>
    <w:rsid w:val="00B153A9"/>
    <w:rsid w:val="00B16108"/>
    <w:rsid w:val="00B17036"/>
    <w:rsid w:val="00B23F61"/>
    <w:rsid w:val="00B31AE5"/>
    <w:rsid w:val="00B32698"/>
    <w:rsid w:val="00B328BB"/>
    <w:rsid w:val="00B34226"/>
    <w:rsid w:val="00B34B82"/>
    <w:rsid w:val="00B3666C"/>
    <w:rsid w:val="00B407E0"/>
    <w:rsid w:val="00B40C89"/>
    <w:rsid w:val="00B44B99"/>
    <w:rsid w:val="00B450ED"/>
    <w:rsid w:val="00B471A6"/>
    <w:rsid w:val="00B50CC9"/>
    <w:rsid w:val="00B52E72"/>
    <w:rsid w:val="00B55429"/>
    <w:rsid w:val="00B55B0A"/>
    <w:rsid w:val="00B578FF"/>
    <w:rsid w:val="00B57B33"/>
    <w:rsid w:val="00B60B25"/>
    <w:rsid w:val="00B60C83"/>
    <w:rsid w:val="00B6177E"/>
    <w:rsid w:val="00B62AC9"/>
    <w:rsid w:val="00B62C03"/>
    <w:rsid w:val="00B65A84"/>
    <w:rsid w:val="00B708EF"/>
    <w:rsid w:val="00B70991"/>
    <w:rsid w:val="00B71F00"/>
    <w:rsid w:val="00B71F03"/>
    <w:rsid w:val="00B72D60"/>
    <w:rsid w:val="00B80EE8"/>
    <w:rsid w:val="00B8356D"/>
    <w:rsid w:val="00B859C4"/>
    <w:rsid w:val="00B90359"/>
    <w:rsid w:val="00B90B90"/>
    <w:rsid w:val="00B922FB"/>
    <w:rsid w:val="00B92D90"/>
    <w:rsid w:val="00BA25D2"/>
    <w:rsid w:val="00BA4232"/>
    <w:rsid w:val="00BB3201"/>
    <w:rsid w:val="00BB4AC7"/>
    <w:rsid w:val="00BB6D3C"/>
    <w:rsid w:val="00BC0AC7"/>
    <w:rsid w:val="00BC3DAD"/>
    <w:rsid w:val="00BC3FD3"/>
    <w:rsid w:val="00BC523D"/>
    <w:rsid w:val="00BC55B6"/>
    <w:rsid w:val="00BD08BE"/>
    <w:rsid w:val="00BD69AC"/>
    <w:rsid w:val="00BD78EB"/>
    <w:rsid w:val="00BE0149"/>
    <w:rsid w:val="00BE1BD8"/>
    <w:rsid w:val="00BE1DDA"/>
    <w:rsid w:val="00BE4A7C"/>
    <w:rsid w:val="00BE593F"/>
    <w:rsid w:val="00BF06AA"/>
    <w:rsid w:val="00BF2F9D"/>
    <w:rsid w:val="00BF4DB1"/>
    <w:rsid w:val="00BF4F74"/>
    <w:rsid w:val="00BF6070"/>
    <w:rsid w:val="00C009C9"/>
    <w:rsid w:val="00C04E46"/>
    <w:rsid w:val="00C07B81"/>
    <w:rsid w:val="00C10111"/>
    <w:rsid w:val="00C10C51"/>
    <w:rsid w:val="00C127FC"/>
    <w:rsid w:val="00C1561E"/>
    <w:rsid w:val="00C157C5"/>
    <w:rsid w:val="00C1693B"/>
    <w:rsid w:val="00C171B4"/>
    <w:rsid w:val="00C21B74"/>
    <w:rsid w:val="00C220FC"/>
    <w:rsid w:val="00C22730"/>
    <w:rsid w:val="00C238C4"/>
    <w:rsid w:val="00C23DE3"/>
    <w:rsid w:val="00C24418"/>
    <w:rsid w:val="00C2447F"/>
    <w:rsid w:val="00C253BA"/>
    <w:rsid w:val="00C25803"/>
    <w:rsid w:val="00C25984"/>
    <w:rsid w:val="00C31C12"/>
    <w:rsid w:val="00C31FCF"/>
    <w:rsid w:val="00C33230"/>
    <w:rsid w:val="00C3412F"/>
    <w:rsid w:val="00C351AA"/>
    <w:rsid w:val="00C36090"/>
    <w:rsid w:val="00C410A6"/>
    <w:rsid w:val="00C413DC"/>
    <w:rsid w:val="00C44359"/>
    <w:rsid w:val="00C4467D"/>
    <w:rsid w:val="00C44EC3"/>
    <w:rsid w:val="00C4681F"/>
    <w:rsid w:val="00C51022"/>
    <w:rsid w:val="00C5110E"/>
    <w:rsid w:val="00C51364"/>
    <w:rsid w:val="00C57ACD"/>
    <w:rsid w:val="00C606FE"/>
    <w:rsid w:val="00C628E0"/>
    <w:rsid w:val="00C63003"/>
    <w:rsid w:val="00C64801"/>
    <w:rsid w:val="00C64B0D"/>
    <w:rsid w:val="00C7014F"/>
    <w:rsid w:val="00C70B1B"/>
    <w:rsid w:val="00C7475A"/>
    <w:rsid w:val="00C81B93"/>
    <w:rsid w:val="00C83670"/>
    <w:rsid w:val="00C83951"/>
    <w:rsid w:val="00C8460E"/>
    <w:rsid w:val="00C90040"/>
    <w:rsid w:val="00C90B29"/>
    <w:rsid w:val="00C938AE"/>
    <w:rsid w:val="00C9533A"/>
    <w:rsid w:val="00C97CC0"/>
    <w:rsid w:val="00CA10A6"/>
    <w:rsid w:val="00CA2EFF"/>
    <w:rsid w:val="00CA36D5"/>
    <w:rsid w:val="00CA3AA5"/>
    <w:rsid w:val="00CB0AA8"/>
    <w:rsid w:val="00CB1C1E"/>
    <w:rsid w:val="00CB37BA"/>
    <w:rsid w:val="00CB4A4F"/>
    <w:rsid w:val="00CC0FF1"/>
    <w:rsid w:val="00CC48EB"/>
    <w:rsid w:val="00CD0219"/>
    <w:rsid w:val="00CD1B25"/>
    <w:rsid w:val="00CD34DF"/>
    <w:rsid w:val="00CD371A"/>
    <w:rsid w:val="00CD41A4"/>
    <w:rsid w:val="00CD6AC2"/>
    <w:rsid w:val="00CE091F"/>
    <w:rsid w:val="00CE6282"/>
    <w:rsid w:val="00CE670D"/>
    <w:rsid w:val="00CE6876"/>
    <w:rsid w:val="00CE76B2"/>
    <w:rsid w:val="00CE7970"/>
    <w:rsid w:val="00CF0848"/>
    <w:rsid w:val="00CF11AE"/>
    <w:rsid w:val="00CF3A07"/>
    <w:rsid w:val="00CF63A6"/>
    <w:rsid w:val="00CF7F66"/>
    <w:rsid w:val="00D0012D"/>
    <w:rsid w:val="00D055AD"/>
    <w:rsid w:val="00D10E8B"/>
    <w:rsid w:val="00D11671"/>
    <w:rsid w:val="00D11D25"/>
    <w:rsid w:val="00D12CCB"/>
    <w:rsid w:val="00D143C4"/>
    <w:rsid w:val="00D14A6B"/>
    <w:rsid w:val="00D17A75"/>
    <w:rsid w:val="00D239BA"/>
    <w:rsid w:val="00D23E31"/>
    <w:rsid w:val="00D2744A"/>
    <w:rsid w:val="00D27630"/>
    <w:rsid w:val="00D30214"/>
    <w:rsid w:val="00D3166E"/>
    <w:rsid w:val="00D33CBE"/>
    <w:rsid w:val="00D437A9"/>
    <w:rsid w:val="00D44014"/>
    <w:rsid w:val="00D469F5"/>
    <w:rsid w:val="00D5193B"/>
    <w:rsid w:val="00D527A8"/>
    <w:rsid w:val="00D52B1E"/>
    <w:rsid w:val="00D52CED"/>
    <w:rsid w:val="00D5454B"/>
    <w:rsid w:val="00D55203"/>
    <w:rsid w:val="00D5565E"/>
    <w:rsid w:val="00D566E3"/>
    <w:rsid w:val="00D568B6"/>
    <w:rsid w:val="00D62784"/>
    <w:rsid w:val="00D634B4"/>
    <w:rsid w:val="00D64391"/>
    <w:rsid w:val="00D67912"/>
    <w:rsid w:val="00D7147E"/>
    <w:rsid w:val="00D72A4D"/>
    <w:rsid w:val="00D749AD"/>
    <w:rsid w:val="00D75E52"/>
    <w:rsid w:val="00D7775C"/>
    <w:rsid w:val="00D81542"/>
    <w:rsid w:val="00D876F6"/>
    <w:rsid w:val="00D879C6"/>
    <w:rsid w:val="00D87AA9"/>
    <w:rsid w:val="00D90E22"/>
    <w:rsid w:val="00D95F97"/>
    <w:rsid w:val="00D96DCB"/>
    <w:rsid w:val="00D97D08"/>
    <w:rsid w:val="00DA54C2"/>
    <w:rsid w:val="00DA571F"/>
    <w:rsid w:val="00DA64E1"/>
    <w:rsid w:val="00DA7244"/>
    <w:rsid w:val="00DA79BB"/>
    <w:rsid w:val="00DB0BA4"/>
    <w:rsid w:val="00DB7183"/>
    <w:rsid w:val="00DB742F"/>
    <w:rsid w:val="00DC0FA9"/>
    <w:rsid w:val="00DC3BFB"/>
    <w:rsid w:val="00DD0250"/>
    <w:rsid w:val="00DD1E51"/>
    <w:rsid w:val="00DE1048"/>
    <w:rsid w:val="00DE194C"/>
    <w:rsid w:val="00DE20A2"/>
    <w:rsid w:val="00DE305B"/>
    <w:rsid w:val="00DE3DD4"/>
    <w:rsid w:val="00DE4307"/>
    <w:rsid w:val="00DF15BD"/>
    <w:rsid w:val="00DF52E6"/>
    <w:rsid w:val="00E065C0"/>
    <w:rsid w:val="00E06C79"/>
    <w:rsid w:val="00E10036"/>
    <w:rsid w:val="00E10C06"/>
    <w:rsid w:val="00E1347E"/>
    <w:rsid w:val="00E15122"/>
    <w:rsid w:val="00E15303"/>
    <w:rsid w:val="00E15DE8"/>
    <w:rsid w:val="00E17DC7"/>
    <w:rsid w:val="00E22858"/>
    <w:rsid w:val="00E2297F"/>
    <w:rsid w:val="00E22A40"/>
    <w:rsid w:val="00E31C5B"/>
    <w:rsid w:val="00E373EF"/>
    <w:rsid w:val="00E37AAC"/>
    <w:rsid w:val="00E37EBD"/>
    <w:rsid w:val="00E466D2"/>
    <w:rsid w:val="00E466EC"/>
    <w:rsid w:val="00E4793F"/>
    <w:rsid w:val="00E50167"/>
    <w:rsid w:val="00E516BD"/>
    <w:rsid w:val="00E5419E"/>
    <w:rsid w:val="00E62122"/>
    <w:rsid w:val="00E64856"/>
    <w:rsid w:val="00E649F0"/>
    <w:rsid w:val="00E6638C"/>
    <w:rsid w:val="00E66A7D"/>
    <w:rsid w:val="00E72E45"/>
    <w:rsid w:val="00E74E21"/>
    <w:rsid w:val="00E77A73"/>
    <w:rsid w:val="00E8097A"/>
    <w:rsid w:val="00E8391E"/>
    <w:rsid w:val="00E85F19"/>
    <w:rsid w:val="00E8770D"/>
    <w:rsid w:val="00E92A83"/>
    <w:rsid w:val="00E93535"/>
    <w:rsid w:val="00E95505"/>
    <w:rsid w:val="00E96390"/>
    <w:rsid w:val="00E96665"/>
    <w:rsid w:val="00E96B02"/>
    <w:rsid w:val="00E97066"/>
    <w:rsid w:val="00E97C7C"/>
    <w:rsid w:val="00EA0098"/>
    <w:rsid w:val="00EA11AB"/>
    <w:rsid w:val="00EA1A37"/>
    <w:rsid w:val="00EB1DCB"/>
    <w:rsid w:val="00EB4E0A"/>
    <w:rsid w:val="00EC1B16"/>
    <w:rsid w:val="00EC4012"/>
    <w:rsid w:val="00EC481A"/>
    <w:rsid w:val="00EC7EA0"/>
    <w:rsid w:val="00ED1013"/>
    <w:rsid w:val="00ED21E4"/>
    <w:rsid w:val="00ED2BDB"/>
    <w:rsid w:val="00ED570B"/>
    <w:rsid w:val="00EE3C3F"/>
    <w:rsid w:val="00EE4D84"/>
    <w:rsid w:val="00EE594D"/>
    <w:rsid w:val="00EE6F0D"/>
    <w:rsid w:val="00EF0B36"/>
    <w:rsid w:val="00EF186D"/>
    <w:rsid w:val="00EF5979"/>
    <w:rsid w:val="00F01A10"/>
    <w:rsid w:val="00F04011"/>
    <w:rsid w:val="00F05830"/>
    <w:rsid w:val="00F112C0"/>
    <w:rsid w:val="00F1218B"/>
    <w:rsid w:val="00F1237C"/>
    <w:rsid w:val="00F1274C"/>
    <w:rsid w:val="00F128D8"/>
    <w:rsid w:val="00F12914"/>
    <w:rsid w:val="00F13B1D"/>
    <w:rsid w:val="00F1726B"/>
    <w:rsid w:val="00F21C84"/>
    <w:rsid w:val="00F234BF"/>
    <w:rsid w:val="00F2419D"/>
    <w:rsid w:val="00F26615"/>
    <w:rsid w:val="00F26B6C"/>
    <w:rsid w:val="00F27592"/>
    <w:rsid w:val="00F302B6"/>
    <w:rsid w:val="00F326E9"/>
    <w:rsid w:val="00F33BAA"/>
    <w:rsid w:val="00F3444D"/>
    <w:rsid w:val="00F34D32"/>
    <w:rsid w:val="00F415F3"/>
    <w:rsid w:val="00F471C8"/>
    <w:rsid w:val="00F5303A"/>
    <w:rsid w:val="00F543FF"/>
    <w:rsid w:val="00F54F79"/>
    <w:rsid w:val="00F57816"/>
    <w:rsid w:val="00F60176"/>
    <w:rsid w:val="00F63254"/>
    <w:rsid w:val="00F6649B"/>
    <w:rsid w:val="00F66C6D"/>
    <w:rsid w:val="00F70C3D"/>
    <w:rsid w:val="00F74D36"/>
    <w:rsid w:val="00F7611C"/>
    <w:rsid w:val="00F765B8"/>
    <w:rsid w:val="00F8248C"/>
    <w:rsid w:val="00F83555"/>
    <w:rsid w:val="00F84C5C"/>
    <w:rsid w:val="00F85242"/>
    <w:rsid w:val="00F92BCE"/>
    <w:rsid w:val="00F92CAE"/>
    <w:rsid w:val="00F966F3"/>
    <w:rsid w:val="00FA744A"/>
    <w:rsid w:val="00FB023C"/>
    <w:rsid w:val="00FB580A"/>
    <w:rsid w:val="00FB6322"/>
    <w:rsid w:val="00FB7C01"/>
    <w:rsid w:val="00FC42CB"/>
    <w:rsid w:val="00FC5EAC"/>
    <w:rsid w:val="00FD34F4"/>
    <w:rsid w:val="00FD5FBB"/>
    <w:rsid w:val="00FE1A42"/>
    <w:rsid w:val="00FE35A8"/>
    <w:rsid w:val="00FE3857"/>
    <w:rsid w:val="00FF08B7"/>
    <w:rsid w:val="00FF308F"/>
    <w:rsid w:val="00FF351E"/>
    <w:rsid w:val="00FF60B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BF4"/>
    <w:pPr>
      <w:suppressAutoHyphens/>
      <w:spacing w:after="200" w:line="276" w:lineRule="auto"/>
    </w:pPr>
    <w:rPr>
      <w:rFonts w:cs="Calibri"/>
      <w:lang w:eastAsia="ar-SA"/>
    </w:rPr>
  </w:style>
  <w:style w:type="paragraph" w:styleId="Heading2">
    <w:name w:val="heading 2"/>
    <w:basedOn w:val="Normal"/>
    <w:next w:val="Normal"/>
    <w:link w:val="Heading2Char"/>
    <w:uiPriority w:val="99"/>
    <w:qFormat/>
    <w:locked/>
    <w:rsid w:val="00C81B93"/>
    <w:pPr>
      <w:keepNext/>
      <w:tabs>
        <w:tab w:val="num" w:pos="0"/>
      </w:tabs>
      <w:spacing w:after="0" w:line="240" w:lineRule="auto"/>
      <w:jc w:val="center"/>
      <w:outlineLvl w:val="1"/>
    </w:pPr>
    <w:rPr>
      <w:rFonts w:ascii="Times New Roman" w:hAnsi="Times New Roman" w:cs="Times New Roman"/>
      <w:sz w:val="28"/>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C81B93"/>
    <w:rPr>
      <w:rFonts w:cs="Times New Roman"/>
      <w:sz w:val="24"/>
      <w:szCs w:val="24"/>
      <w:lang w:val="ru-RU" w:eastAsia="ar-SA" w:bidi="ar-SA"/>
    </w:rPr>
  </w:style>
  <w:style w:type="character" w:styleId="Hyperlink">
    <w:name w:val="Hyperlink"/>
    <w:basedOn w:val="DefaultParagraphFont"/>
    <w:uiPriority w:val="99"/>
    <w:semiHidden/>
    <w:rsid w:val="002D7BF4"/>
    <w:rPr>
      <w:rFonts w:cs="Times New Roman"/>
      <w:color w:val="0000FF"/>
      <w:u w:val="single"/>
    </w:rPr>
  </w:style>
  <w:style w:type="paragraph" w:styleId="BalloonText">
    <w:name w:val="Balloon Text"/>
    <w:basedOn w:val="Normal"/>
    <w:link w:val="BalloonTextChar"/>
    <w:uiPriority w:val="99"/>
    <w:semiHidden/>
    <w:rsid w:val="00EE59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594D"/>
    <w:rPr>
      <w:rFonts w:ascii="Tahoma" w:eastAsia="Times New Roman" w:hAnsi="Tahoma" w:cs="Tahoma"/>
      <w:sz w:val="16"/>
      <w:szCs w:val="16"/>
      <w:lang w:eastAsia="ar-SA" w:bidi="ar-SA"/>
    </w:rPr>
  </w:style>
</w:styles>
</file>

<file path=word/webSettings.xml><?xml version="1.0" encoding="utf-8"?>
<w:webSettings xmlns:r="http://schemas.openxmlformats.org/officeDocument/2006/relationships" xmlns:w="http://schemas.openxmlformats.org/wordprocessingml/2006/main">
  <w:divs>
    <w:div w:id="301099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1042;&#1077;&#1076;&#1091;&#1097;&#1080;&#1081;%20&#1057;&#1087;&#1077;&#1094;&#1080;&#1072;&#1083;&#1080;&#1089;&#1090;\Downloads\publichnye-slushaniya-proekt-Olenevskoe-s.p(1).docx" TargetMode="External"/><Relationship Id="rId13" Type="http://schemas.openxmlformats.org/officeDocument/2006/relationships/hyperlink" Target="consultantplus://offline/ref=346F946B82BCA0D78289E725733D24EB2ABA48F0334A9791E0FB32E89D61919323qCv6G" TargetMode="External"/><Relationship Id="rId18" Type="http://schemas.openxmlformats.org/officeDocument/2006/relationships/hyperlink" Target="consultantplus://offline/ref=346F946B82BCA0D78289F92865517BEE2BB812FD314B94C4BBAD34BFC2q3v1G"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file:///C:\Users\&#1042;&#1077;&#1076;&#1091;&#1097;&#1080;&#1081;%20&#1057;&#1087;&#1077;&#1094;&#1080;&#1072;&#1083;&#1080;&#1089;&#1090;\Downloads\publichnye-slushaniya-proekt-Olenevskoe-s.p(1).docx" TargetMode="External"/><Relationship Id="rId12" Type="http://schemas.openxmlformats.org/officeDocument/2006/relationships/hyperlink" Target="consultantplus://offline/ref=346F946B82BCA0D78289E725733D24EB2ABA48F0334A9791E0FB32E89D61919323qCv6G" TargetMode="External"/><Relationship Id="rId17" Type="http://schemas.openxmlformats.org/officeDocument/2006/relationships/hyperlink" Target="consultantplus://offline/ref=346F946B82BCA0D78289E725733D24EB2ABA48F036499890E5F26FE295389D9124C967ABE731B71C4D57BEq6vDG" TargetMode="External"/><Relationship Id="rId2" Type="http://schemas.openxmlformats.org/officeDocument/2006/relationships/settings" Target="settings.xml"/><Relationship Id="rId16" Type="http://schemas.openxmlformats.org/officeDocument/2006/relationships/hyperlink" Target="consultantplus://offline/ref=346F946B82BCA0D78289E725733D24EB2ABA48F0334A9791E0FB32E89D61919323qCv6G" TargetMode="External"/><Relationship Id="rId20" Type="http://schemas.openxmlformats.org/officeDocument/2006/relationships/hyperlink" Target="consultantplus://offline/ref=346F946B82BCA0D78289E725733D24EB2ABA48F0334A9791E0FB32E89D61919323qCv6G" TargetMode="External"/><Relationship Id="rId1" Type="http://schemas.openxmlformats.org/officeDocument/2006/relationships/styles" Target="styles.xml"/><Relationship Id="rId6" Type="http://schemas.openxmlformats.org/officeDocument/2006/relationships/hyperlink" Target="consultantplus://offline/ref=811AED37A072892133171CCF612D2756DAF96BE0ED8F4332A0BECAA50EP6oAL" TargetMode="External"/><Relationship Id="rId11" Type="http://schemas.openxmlformats.org/officeDocument/2006/relationships/hyperlink" Target="consultantplus://offline/ref=346F946B82BCA0D78289E725733D24EB2ABA48F0334A9791E0FB32E89D61919323qCv6G" TargetMode="External"/><Relationship Id="rId5" Type="http://schemas.openxmlformats.org/officeDocument/2006/relationships/hyperlink" Target="consultantplus://offline/ref=811AED37A072892133171CCF612D2756DAF96BE0ED8F4332A0BECAA50EP6oAL" TargetMode="External"/><Relationship Id="rId15" Type="http://schemas.openxmlformats.org/officeDocument/2006/relationships/hyperlink" Target="consultantplus://offline/ref=346F946B82BCA0D78289F92865517BEE2BB812FD314B94C4BBAD34BFC2q3v1G" TargetMode="External"/><Relationship Id="rId10" Type="http://schemas.openxmlformats.org/officeDocument/2006/relationships/hyperlink" Target="consultantplus://offline/ref=346F946B82BCA0D78289F92865517BEE2BB812FD314194C4BBAD34BFC2q3v1G" TargetMode="External"/><Relationship Id="rId19" Type="http://schemas.openxmlformats.org/officeDocument/2006/relationships/hyperlink" Target="consultantplus://offline/ref=346F946B82BCA0D78289F92865517BEE2BB812FD314194C4BBAD34BFC2q3v1G" TargetMode="External"/><Relationship Id="rId4" Type="http://schemas.openxmlformats.org/officeDocument/2006/relationships/hyperlink" Target="file:///C:\Users\&#1042;&#1077;&#1076;&#1091;&#1097;&#1080;&#1081;%20&#1057;&#1087;&#1077;&#1094;&#1080;&#1072;&#1083;&#1080;&#1089;&#1090;\Downloads\publichnye-slushaniya-proekt-Olenevskoe-s.p(1).docx" TargetMode="External"/><Relationship Id="rId9" Type="http://schemas.openxmlformats.org/officeDocument/2006/relationships/hyperlink" Target="consultantplus://offline/ref=346F946B82BCA0D78289E725733D24EB2ABA48F0334A9791E0FB32E89D61919323qCv6G" TargetMode="External"/><Relationship Id="rId14" Type="http://schemas.openxmlformats.org/officeDocument/2006/relationships/hyperlink" Target="consultantplus://offline/ref=346F946B82BCA0D78289E725733D24EB2ABA48F0334A9791E0FB32E89D61919323qCv6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178</TotalTime>
  <Pages>14</Pages>
  <Words>5009</Words>
  <Characters>28556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Ведущий Специалист</dc:creator>
  <cp:keywords/>
  <dc:description/>
  <cp:lastModifiedBy>1</cp:lastModifiedBy>
  <cp:revision>10</cp:revision>
  <cp:lastPrinted>2017-02-13T08:11:00Z</cp:lastPrinted>
  <dcterms:created xsi:type="dcterms:W3CDTF">2017-02-02T12:35:00Z</dcterms:created>
  <dcterms:modified xsi:type="dcterms:W3CDTF">2017-07-20T11:02:00Z</dcterms:modified>
</cp:coreProperties>
</file>