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DDD" w:rsidRPr="00A93F49" w:rsidRDefault="00241DDD" w:rsidP="00EA483E">
      <w:pPr>
        <w:jc w:val="center"/>
      </w:pPr>
      <w:r w:rsidRPr="00A93F49">
        <w:t xml:space="preserve">СОВЕТ  ДЕПУТАТОВ  </w:t>
      </w:r>
    </w:p>
    <w:p w:rsidR="00241DDD" w:rsidRPr="00A93F49" w:rsidRDefault="00241DDD" w:rsidP="00EA483E">
      <w:pPr>
        <w:jc w:val="center"/>
      </w:pPr>
      <w:r w:rsidRPr="00A93F49">
        <w:t>ПИЧУЖИНСКОГО  СЕЛЬСКОГО  ПОСЕЛЕНИЯ</w:t>
      </w:r>
    </w:p>
    <w:p w:rsidR="00241DDD" w:rsidRPr="00A93F49" w:rsidRDefault="00241DDD" w:rsidP="00EA483E">
      <w:pPr>
        <w:jc w:val="center"/>
      </w:pPr>
      <w:r w:rsidRPr="00A93F49">
        <w:t>ДУБОВСКОГО МУНИЦИПАЛЬНОГО  РАЙОНА  ВОЛГОГРАДСКОЙ  ОБЛАСТИ</w:t>
      </w:r>
    </w:p>
    <w:p w:rsidR="00241DDD" w:rsidRDefault="00241DDD" w:rsidP="00EA483E">
      <w:pPr>
        <w:pStyle w:val="Heading2"/>
        <w:tabs>
          <w:tab w:val="left" w:pos="0"/>
        </w:tabs>
        <w:rPr>
          <w:sz w:val="24"/>
        </w:rPr>
      </w:pPr>
    </w:p>
    <w:p w:rsidR="00241DDD" w:rsidRPr="00305958" w:rsidRDefault="00241DDD" w:rsidP="00EA483E">
      <w:pPr>
        <w:pStyle w:val="Heading2"/>
        <w:tabs>
          <w:tab w:val="left" w:pos="0"/>
        </w:tabs>
        <w:jc w:val="center"/>
        <w:rPr>
          <w:sz w:val="24"/>
        </w:rPr>
      </w:pPr>
      <w:r w:rsidRPr="00305958">
        <w:rPr>
          <w:sz w:val="24"/>
        </w:rPr>
        <w:t>РЕШЕНИЕ</w:t>
      </w:r>
    </w:p>
    <w:p w:rsidR="00241DDD" w:rsidRPr="00090D27" w:rsidRDefault="00241DDD" w:rsidP="004A3F5D">
      <w:pPr>
        <w:pStyle w:val="ConsTitle"/>
        <w:widowControl/>
        <w:tabs>
          <w:tab w:val="left" w:pos="210"/>
          <w:tab w:val="left" w:pos="6225"/>
        </w:tabs>
        <w:ind w:right="0"/>
        <w:rPr>
          <w:sz w:val="24"/>
          <w:szCs w:val="24"/>
        </w:rPr>
      </w:pPr>
      <w:r w:rsidRPr="00090D27">
        <w:rPr>
          <w:b w:val="0"/>
          <w:sz w:val="24"/>
          <w:szCs w:val="24"/>
        </w:rPr>
        <w:tab/>
      </w:r>
      <w:r w:rsidRPr="00090D27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30 ноября </w:t>
      </w:r>
      <w:smartTag w:uri="urn:schemas-microsoft-com:office:smarttags" w:element="metricconverter">
        <w:smartTagPr>
          <w:attr w:name="ProductID" w:val="2016 г"/>
        </w:smartTagPr>
        <w:r w:rsidRPr="00090D27">
          <w:rPr>
            <w:sz w:val="24"/>
            <w:szCs w:val="24"/>
          </w:rPr>
          <w:t>2016 г</w:t>
        </w:r>
      </w:smartTag>
      <w:r w:rsidRPr="00090D27">
        <w:rPr>
          <w:sz w:val="24"/>
          <w:szCs w:val="24"/>
        </w:rPr>
        <w:tab/>
        <w:t xml:space="preserve">№ </w:t>
      </w:r>
      <w:r>
        <w:rPr>
          <w:sz w:val="24"/>
          <w:szCs w:val="24"/>
        </w:rPr>
        <w:t>19/67</w:t>
      </w:r>
    </w:p>
    <w:p w:rsidR="00241DDD" w:rsidRPr="00090D27" w:rsidRDefault="00241DDD" w:rsidP="004A3F5D">
      <w:pPr>
        <w:pStyle w:val="ConsTitle"/>
        <w:widowControl/>
        <w:ind w:right="0"/>
        <w:jc w:val="center"/>
        <w:rPr>
          <w:sz w:val="24"/>
          <w:szCs w:val="24"/>
        </w:rPr>
      </w:pP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</w:p>
    <w:p w:rsidR="00241DDD" w:rsidRPr="00090D27" w:rsidRDefault="00241DDD" w:rsidP="004A3F5D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 xml:space="preserve">Об особом порядке внесения, рассмотрения </w:t>
      </w:r>
    </w:p>
    <w:p w:rsidR="00241DDD" w:rsidRPr="00090D27" w:rsidRDefault="00241DDD" w:rsidP="004A3F5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 xml:space="preserve">и утверждения проекта решения о бюджете </w:t>
      </w:r>
      <w:r>
        <w:rPr>
          <w:rFonts w:ascii="Arial" w:hAnsi="Arial" w:cs="Arial"/>
          <w:b/>
        </w:rPr>
        <w:t>Пичужинского</w:t>
      </w:r>
      <w:r w:rsidRPr="00090D27">
        <w:rPr>
          <w:rFonts w:ascii="Arial" w:hAnsi="Arial" w:cs="Arial"/>
          <w:b/>
        </w:rPr>
        <w:t xml:space="preserve"> сельского поселения Дубовского муниципального района на 2017 год и на плановый период 2018 и 2019 годов</w:t>
      </w:r>
    </w:p>
    <w:p w:rsidR="00241DDD" w:rsidRPr="00090D27" w:rsidRDefault="00241DDD" w:rsidP="004A3F5D">
      <w:pPr>
        <w:autoSpaceDE w:val="0"/>
        <w:autoSpaceDN w:val="0"/>
        <w:adjustRightInd w:val="0"/>
        <w:rPr>
          <w:rFonts w:ascii="Arial" w:hAnsi="Arial" w:cs="Arial"/>
        </w:rPr>
      </w:pPr>
    </w:p>
    <w:p w:rsidR="00241DDD" w:rsidRPr="00090D27" w:rsidRDefault="00241DDD" w:rsidP="004A3F5D">
      <w:pPr>
        <w:pStyle w:val="ConsPlusNormal"/>
        <w:ind w:firstLine="540"/>
        <w:jc w:val="both"/>
        <w:rPr>
          <w:sz w:val="24"/>
          <w:szCs w:val="24"/>
        </w:rPr>
      </w:pPr>
      <w:r w:rsidRPr="00090D27">
        <w:rPr>
          <w:sz w:val="24"/>
          <w:szCs w:val="24"/>
        </w:rPr>
        <w:t xml:space="preserve">В соответствии с федеральным законом «Об особенностях составления и утверждения проектов бюджетов бюджетной системы Российской Федерации», о внесении изменений в отдельные законодательные акты Российской федерации и признании утратившей силу статьи 3 федерального закона «О приостановлении действия отдельных положений бюджетного кодекса Российской Федерации»» от 30 сентября № 273-ФЗ Совет депутатов </w:t>
      </w:r>
      <w:r>
        <w:rPr>
          <w:sz w:val="24"/>
          <w:szCs w:val="24"/>
        </w:rPr>
        <w:t>Пичужинского</w:t>
      </w:r>
      <w:r w:rsidRPr="00090D27">
        <w:rPr>
          <w:sz w:val="24"/>
          <w:szCs w:val="24"/>
        </w:rPr>
        <w:t xml:space="preserve"> сельского поселения решил:</w:t>
      </w:r>
    </w:p>
    <w:p w:rsidR="00241DDD" w:rsidRPr="00090D27" w:rsidRDefault="00241DDD" w:rsidP="004A3F5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41DDD" w:rsidRPr="00EA483E" w:rsidRDefault="00241DDD" w:rsidP="004A3F5D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</w:p>
    <w:p w:rsidR="00241DDD" w:rsidRPr="00EA483E" w:rsidRDefault="00241DDD" w:rsidP="004A3F5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EA483E">
        <w:rPr>
          <w:rFonts w:ascii="Arial" w:hAnsi="Arial" w:cs="Arial"/>
        </w:rPr>
        <w:t xml:space="preserve">Установить особый порядок внесения, рассмотрения и </w:t>
      </w:r>
    </w:p>
    <w:p w:rsidR="00241DDD" w:rsidRPr="00EA483E" w:rsidRDefault="00241DDD" w:rsidP="00EA483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EA483E">
        <w:rPr>
          <w:rFonts w:ascii="Arial" w:hAnsi="Arial" w:cs="Arial"/>
        </w:rPr>
        <w:t>утверждения проекта решения о бюджете Пичужинского сельского поселения Дубовского муниципального района на 2016 год и на плановый период 2017 и 2018 годов</w:t>
      </w:r>
    </w:p>
    <w:p w:rsidR="00241DDD" w:rsidRPr="00090D27" w:rsidRDefault="00241DDD" w:rsidP="004A3F5D">
      <w:pPr>
        <w:tabs>
          <w:tab w:val="left" w:pos="993"/>
        </w:tabs>
        <w:autoSpaceDE w:val="0"/>
        <w:autoSpaceDN w:val="0"/>
        <w:adjustRightInd w:val="0"/>
        <w:ind w:left="1211"/>
        <w:jc w:val="both"/>
        <w:outlineLvl w:val="0"/>
        <w:rPr>
          <w:rFonts w:ascii="Arial" w:hAnsi="Arial" w:cs="Arial"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090D27">
        <w:rPr>
          <w:rFonts w:ascii="Arial" w:hAnsi="Arial" w:cs="Arial"/>
        </w:rPr>
        <w:t xml:space="preserve">. Внесение, рассмотрение и утверждение проекта решения о бюджете на 2017 год и на плановый период 2018 и 2019 годов осуществляется в соответствии с разделом </w:t>
      </w:r>
      <w:r w:rsidRPr="00090D27"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</w:t>
      </w:r>
      <w:r w:rsidRPr="00090D27">
        <w:rPr>
          <w:rFonts w:ascii="Arial" w:hAnsi="Arial" w:cs="Arial"/>
        </w:rPr>
        <w:t xml:space="preserve">Положения о бюджетном процессе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Дубовского муниципального района Волгоградской области, утвержденного решением Совета депутатов № </w:t>
      </w:r>
      <w:r>
        <w:rPr>
          <w:rFonts w:ascii="Arial" w:hAnsi="Arial" w:cs="Arial"/>
        </w:rPr>
        <w:t>27/56</w:t>
      </w:r>
      <w:r w:rsidRPr="00090D27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21</w:t>
      </w:r>
      <w:r w:rsidRPr="00090D27">
        <w:rPr>
          <w:rFonts w:ascii="Arial" w:hAnsi="Arial" w:cs="Arial"/>
        </w:rPr>
        <w:t>.</w:t>
      </w:r>
      <w:r>
        <w:rPr>
          <w:rFonts w:ascii="Arial" w:hAnsi="Arial" w:cs="Arial"/>
        </w:rPr>
        <w:t>12</w:t>
      </w:r>
      <w:r w:rsidRPr="00090D27">
        <w:rPr>
          <w:rFonts w:ascii="Arial" w:hAnsi="Arial" w:cs="Arial"/>
        </w:rPr>
        <w:t>.</w:t>
      </w:r>
      <w:r>
        <w:rPr>
          <w:rFonts w:ascii="Arial" w:hAnsi="Arial" w:cs="Arial"/>
        </w:rPr>
        <w:t>2007</w:t>
      </w:r>
      <w:r w:rsidRPr="00090D27">
        <w:rPr>
          <w:rFonts w:ascii="Arial" w:hAnsi="Arial" w:cs="Arial"/>
        </w:rPr>
        <w:t xml:space="preserve"> г</w:t>
      </w:r>
      <w:r>
        <w:rPr>
          <w:rFonts w:ascii="Arial" w:hAnsi="Arial" w:cs="Arial"/>
        </w:rPr>
        <w:t>.</w:t>
      </w:r>
    </w:p>
    <w:p w:rsidR="00241DDD" w:rsidRPr="00090D27" w:rsidRDefault="00241DDD" w:rsidP="004A3F5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 xml:space="preserve"> (далее именуется – Положение о бюджетном процессе) с учетом особенностей, предусмотренных настоящим решением.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 xml:space="preserve">2. Администрация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</w:t>
      </w:r>
      <w:r>
        <w:rPr>
          <w:rFonts w:ascii="Arial" w:hAnsi="Arial" w:cs="Arial"/>
        </w:rPr>
        <w:t xml:space="preserve">ия  не позднее </w:t>
      </w:r>
      <w:r w:rsidRPr="00090D27">
        <w:rPr>
          <w:rFonts w:ascii="Arial" w:hAnsi="Arial" w:cs="Arial"/>
        </w:rPr>
        <w:t xml:space="preserve"> 2 декабря  вносит на рассмотрение  Совета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 проект решения о бюджете на 2017 год и на плановый период 2018 и 2019 годов (далее –проект решения).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 xml:space="preserve">3. В течение суток со дня внесения на рассмотрение Советом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 проекта решения председатель Совета депутатов направляет его на рассмотрение в контрольно-ревизионную комиссию Дубовского муниципального района для проведения экспертизы.</w:t>
      </w:r>
    </w:p>
    <w:p w:rsidR="00241DDD" w:rsidRPr="00090D27" w:rsidRDefault="00241DDD" w:rsidP="00090D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4.</w:t>
      </w:r>
      <w:r w:rsidRPr="00090D27">
        <w:rPr>
          <w:rFonts w:ascii="Arial" w:hAnsi="Arial" w:cs="Arial"/>
        </w:rPr>
        <w:t>Контрольно-ревизионная комиссия Дубовского муниципального района в течение пяти дней подготавливает заключение о проекте решения.</w:t>
      </w:r>
    </w:p>
    <w:p w:rsidR="00241DDD" w:rsidRPr="00090D27" w:rsidRDefault="00241DDD" w:rsidP="00090D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5.</w:t>
      </w:r>
      <w:r w:rsidRPr="00090D27">
        <w:rPr>
          <w:rFonts w:ascii="Arial" w:hAnsi="Arial" w:cs="Arial"/>
        </w:rPr>
        <w:t xml:space="preserve">Внесенный проект решения с заключением контрольно-ревизионной комиссии Дубовского муниципального района в течение суток направляется председателем Совета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на рассмотрение  депутатам Совета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090D27">
        <w:rPr>
          <w:rFonts w:ascii="Arial" w:hAnsi="Arial" w:cs="Arial"/>
        </w:rPr>
        <w:t xml:space="preserve">. Совет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рассматривает проект решения в первом чтении не позднее 10 дней с момента направления проекта решения с заключением контрольно-ревизионной комиссии Дубовского муниципального района  депутатам Совета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090D27">
        <w:rPr>
          <w:rFonts w:ascii="Arial" w:hAnsi="Arial" w:cs="Arial"/>
        </w:rPr>
        <w:t xml:space="preserve">. Совет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рассматривает законопроект во втором чтении в течение 7 дней со дня принятия проекта решения в первом чтении.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090D27">
        <w:rPr>
          <w:rFonts w:ascii="Arial" w:hAnsi="Arial" w:cs="Arial"/>
        </w:rPr>
        <w:t xml:space="preserve">. Принятое Советом депутатов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решение о бюджете на 2017 год и на плановый период 2018 и 2019 годов в течение суток направляется главе </w:t>
      </w:r>
      <w:r>
        <w:rPr>
          <w:rFonts w:ascii="Arial" w:hAnsi="Arial" w:cs="Arial"/>
        </w:rPr>
        <w:t>Пичужинского</w:t>
      </w:r>
      <w:r w:rsidRPr="00090D27">
        <w:rPr>
          <w:rFonts w:ascii="Arial" w:hAnsi="Arial" w:cs="Arial"/>
        </w:rPr>
        <w:t xml:space="preserve"> сельского поселения для подписания и обнародования.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left="707" w:firstLine="709"/>
        <w:jc w:val="both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2.Вступление в силу</w:t>
      </w:r>
      <w:r>
        <w:rPr>
          <w:rFonts w:ascii="Arial" w:hAnsi="Arial" w:cs="Arial"/>
          <w:b/>
        </w:rPr>
        <w:t xml:space="preserve"> </w:t>
      </w:r>
      <w:r w:rsidRPr="00090D27">
        <w:rPr>
          <w:rFonts w:ascii="Arial" w:hAnsi="Arial" w:cs="Arial"/>
          <w:b/>
        </w:rPr>
        <w:t>настоящего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090D27">
        <w:rPr>
          <w:rFonts w:ascii="Arial" w:hAnsi="Arial" w:cs="Arial"/>
          <w:b/>
        </w:rPr>
        <w:t>решения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>Настоящее решение вступает в силу со дня его официального обнародования.</w:t>
      </w: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241DDD" w:rsidRPr="00090D27" w:rsidRDefault="00241DDD" w:rsidP="004A3F5D">
      <w:pPr>
        <w:rPr>
          <w:rFonts w:ascii="Arial" w:hAnsi="Arial" w:cs="Arial"/>
          <w:b/>
        </w:rPr>
      </w:pPr>
    </w:p>
    <w:tbl>
      <w:tblPr>
        <w:tblW w:w="9996" w:type="dxa"/>
        <w:tblLook w:val="00A0"/>
      </w:tblPr>
      <w:tblGrid>
        <w:gridCol w:w="3652"/>
        <w:gridCol w:w="6344"/>
      </w:tblGrid>
      <w:tr w:rsidR="00241DDD" w:rsidRPr="00090D27" w:rsidTr="004A3F5D">
        <w:tc>
          <w:tcPr>
            <w:tcW w:w="3652" w:type="dxa"/>
          </w:tcPr>
          <w:p w:rsidR="00241DDD" w:rsidRPr="00090D27" w:rsidRDefault="00241DDD">
            <w:pPr>
              <w:tabs>
                <w:tab w:val="left" w:pos="180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90D27">
              <w:rPr>
                <w:rFonts w:ascii="Arial" w:hAnsi="Arial" w:cs="Arial"/>
                <w:b/>
                <w:lang w:eastAsia="en-US"/>
              </w:rPr>
              <w:t xml:space="preserve">Глава </w:t>
            </w:r>
            <w:r>
              <w:rPr>
                <w:rFonts w:ascii="Arial" w:hAnsi="Arial" w:cs="Arial"/>
                <w:b/>
                <w:lang w:eastAsia="en-US"/>
              </w:rPr>
              <w:t>Пичужинского</w:t>
            </w:r>
            <w:r w:rsidRPr="00090D27">
              <w:rPr>
                <w:rFonts w:ascii="Arial" w:hAnsi="Arial" w:cs="Arial"/>
                <w:b/>
                <w:lang w:eastAsia="en-US"/>
              </w:rPr>
              <w:t xml:space="preserve"> </w:t>
            </w:r>
          </w:p>
          <w:p w:rsidR="00241DDD" w:rsidRPr="00090D27" w:rsidRDefault="00241DDD">
            <w:pPr>
              <w:tabs>
                <w:tab w:val="left" w:pos="180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сельского поселения:</w:t>
            </w:r>
            <w:r w:rsidRPr="00090D27">
              <w:rPr>
                <w:rFonts w:ascii="Arial" w:hAnsi="Arial" w:cs="Arial"/>
                <w:b/>
                <w:lang w:eastAsia="en-US"/>
              </w:rPr>
              <w:t xml:space="preserve">                                          </w:t>
            </w:r>
          </w:p>
        </w:tc>
        <w:tc>
          <w:tcPr>
            <w:tcW w:w="6344" w:type="dxa"/>
            <w:vAlign w:val="bottom"/>
          </w:tcPr>
          <w:p w:rsidR="00241DDD" w:rsidRPr="00090D27" w:rsidRDefault="00241DDD">
            <w:pPr>
              <w:tabs>
                <w:tab w:val="left" w:pos="180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241DDD" w:rsidRPr="00090D27" w:rsidRDefault="00241DDD">
            <w:pPr>
              <w:tabs>
                <w:tab w:val="left" w:pos="180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Н.А. Климешов.</w:t>
            </w:r>
          </w:p>
        </w:tc>
      </w:tr>
      <w:tr w:rsidR="00241DDD" w:rsidRPr="00090D27" w:rsidTr="004A3F5D">
        <w:tc>
          <w:tcPr>
            <w:tcW w:w="3652" w:type="dxa"/>
          </w:tcPr>
          <w:p w:rsidR="00241DDD" w:rsidRPr="00090D27" w:rsidRDefault="00241DDD">
            <w:pPr>
              <w:tabs>
                <w:tab w:val="left" w:pos="180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344" w:type="dxa"/>
            <w:vAlign w:val="bottom"/>
          </w:tcPr>
          <w:p w:rsidR="00241DDD" w:rsidRPr="00090D27" w:rsidRDefault="00241DDD">
            <w:pPr>
              <w:tabs>
                <w:tab w:val="left" w:pos="1800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241DDD" w:rsidRPr="00090D27" w:rsidRDefault="00241DDD" w:rsidP="004A3F5D">
      <w:pPr>
        <w:rPr>
          <w:rFonts w:ascii="Arial" w:hAnsi="Arial" w:cs="Arial"/>
        </w:rPr>
      </w:pPr>
    </w:p>
    <w:p w:rsidR="00241DDD" w:rsidRPr="00090D27" w:rsidRDefault="00241DDD" w:rsidP="004A3F5D">
      <w:pPr>
        <w:rPr>
          <w:rFonts w:ascii="Arial" w:hAnsi="Arial" w:cs="Arial"/>
        </w:rPr>
      </w:pPr>
    </w:p>
    <w:p w:rsidR="00241DDD" w:rsidRDefault="00241DDD" w:rsidP="004A3F5D">
      <w:pPr>
        <w:rPr>
          <w:rFonts w:ascii="Arial" w:hAnsi="Arial" w:cs="Arial"/>
        </w:rPr>
      </w:pPr>
    </w:p>
    <w:p w:rsidR="00241DDD" w:rsidRDefault="00241DDD"/>
    <w:sectPr w:rsidR="00241DDD" w:rsidSect="0088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B5A"/>
    <w:multiLevelType w:val="hybridMultilevel"/>
    <w:tmpl w:val="20420DB6"/>
    <w:lvl w:ilvl="0" w:tplc="441074F4">
      <w:start w:val="1"/>
      <w:numFmt w:val="decimal"/>
      <w:lvlText w:val="%1."/>
      <w:lvlJc w:val="left"/>
      <w:pPr>
        <w:ind w:left="1211" w:hanging="360"/>
      </w:pPr>
      <w:rPr>
        <w:rFonts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E09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0D27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1DDD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5958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35FE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3F5D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0E09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826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93F49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A483E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3B06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F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3F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A48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3F5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9C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4A3F5D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4A3F5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2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499</Words>
  <Characters>2845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1</cp:lastModifiedBy>
  <cp:revision>4</cp:revision>
  <cp:lastPrinted>2016-12-23T12:31:00Z</cp:lastPrinted>
  <dcterms:created xsi:type="dcterms:W3CDTF">2016-12-02T08:15:00Z</dcterms:created>
  <dcterms:modified xsi:type="dcterms:W3CDTF">2016-12-23T12:31:00Z</dcterms:modified>
</cp:coreProperties>
</file>