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BA9" w:rsidRDefault="00C84BA9" w:rsidP="00166C60"/>
    <w:p w:rsidR="00C84BA9" w:rsidRDefault="00C84BA9" w:rsidP="00166C60">
      <w:pPr>
        <w:tabs>
          <w:tab w:val="left" w:pos="9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Совет депутатов</w:t>
      </w:r>
    </w:p>
    <w:p w:rsidR="00C84BA9" w:rsidRDefault="00C84BA9" w:rsidP="00166C60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</w:p>
    <w:p w:rsidR="00C84BA9" w:rsidRDefault="00C84BA9" w:rsidP="00166C60">
      <w:pPr>
        <w:tabs>
          <w:tab w:val="left" w:pos="19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C84BA9" w:rsidRDefault="00C84BA9" w:rsidP="00166C60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C84BA9" w:rsidRDefault="00C84BA9" w:rsidP="00166C60">
      <w:pPr>
        <w:tabs>
          <w:tab w:val="left" w:pos="26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>РЕШЕНИЕ</w:t>
      </w:r>
    </w:p>
    <w:p w:rsidR="00C84BA9" w:rsidRDefault="00C84BA9" w:rsidP="00166C60">
      <w:r>
        <w:rPr>
          <w:b/>
        </w:rPr>
        <w:t>От  « 24 »   апреля   2015г.                                                                                № 53/197</w:t>
      </w:r>
    </w:p>
    <w:p w:rsidR="00C84BA9" w:rsidRDefault="00C84BA9" w:rsidP="00166C60"/>
    <w:p w:rsidR="00C84BA9" w:rsidRDefault="00C84BA9" w:rsidP="00166C60">
      <w:pPr>
        <w:jc w:val="center"/>
      </w:pPr>
      <w:r>
        <w:rPr>
          <w:b/>
        </w:rPr>
        <w:t xml:space="preserve">«О внесении изменений в решение Совета депутатов Пичужинского сельского поселения от 22 декабря 2014г. № 50/183, от 17 февраля 2015г. № 51/189, от 20 марта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</w:rPr>
          <w:t>2015 г</w:t>
        </w:r>
      </w:smartTag>
      <w:r>
        <w:rPr>
          <w:b/>
        </w:rPr>
        <w:t>. № 52/194.</w:t>
      </w:r>
    </w:p>
    <w:p w:rsidR="00C84BA9" w:rsidRDefault="00C84BA9" w:rsidP="00166C60"/>
    <w:p w:rsidR="00C84BA9" w:rsidRPr="00166C60" w:rsidRDefault="00C84BA9" w:rsidP="00166C60">
      <w:pPr>
        <w:jc w:val="center"/>
      </w:pPr>
      <w:r>
        <w:t xml:space="preserve">     Внести в решение Совета депутатов Пичужинского сельского поселения от 22 декабря 2014г. № 50/183, от 17 февраля 2015г. № 51/189, </w:t>
      </w:r>
      <w:r w:rsidRPr="00166C60">
        <w:t xml:space="preserve">от 20 марта 2015г. № </w:t>
      </w:r>
      <w:r>
        <w:t>52</w:t>
      </w:r>
      <w:r w:rsidRPr="00166C60">
        <w:t>/</w:t>
      </w:r>
      <w:r>
        <w:t>194</w:t>
      </w:r>
      <w:r w:rsidRPr="00166C60">
        <w:t>.</w:t>
      </w:r>
    </w:p>
    <w:p w:rsidR="00C84BA9" w:rsidRPr="00166C60" w:rsidRDefault="00C84BA9" w:rsidP="00166C60">
      <w:pPr>
        <w:jc w:val="center"/>
      </w:pPr>
    </w:p>
    <w:p w:rsidR="00C84BA9" w:rsidRDefault="00C84BA9" w:rsidP="00166C60">
      <w:r>
        <w:t xml:space="preserve"> </w:t>
      </w:r>
    </w:p>
    <w:p w:rsidR="00C84BA9" w:rsidRDefault="00C84BA9" w:rsidP="00166C60">
      <w:pPr>
        <w:tabs>
          <w:tab w:val="left" w:pos="977"/>
        </w:tabs>
      </w:pPr>
    </w:p>
    <w:p w:rsidR="00C84BA9" w:rsidRDefault="00C84BA9" w:rsidP="00166C60">
      <w:r>
        <w:t xml:space="preserve">                                                   следующие изменения:</w:t>
      </w:r>
    </w:p>
    <w:p w:rsidR="00C84BA9" w:rsidRDefault="00C84BA9" w:rsidP="00166C60">
      <w:r>
        <w:t>1. Изменить Статью 1, Пункт 1 и изложить их в следующей редакции:</w:t>
      </w:r>
    </w:p>
    <w:p w:rsidR="00C84BA9" w:rsidRDefault="00C84BA9" w:rsidP="00166C60">
      <w:r>
        <w:t xml:space="preserve">   - Утвердить основные характеристики бюджета поселения на 2015 год в следующих размерах:</w:t>
      </w:r>
    </w:p>
    <w:p w:rsidR="00C84BA9" w:rsidRDefault="00C84BA9" w:rsidP="00166C60">
      <w:r>
        <w:t xml:space="preserve">      прогнозируемый общий объём доходов бюджета поселения в сумме 9 054 061 рублей, в том числе безвозмездные поступления из районного бюджета в сумме  5 669 40 рублей согласно приложению 1 к настоящему решению; </w:t>
      </w:r>
    </w:p>
    <w:p w:rsidR="00C84BA9" w:rsidRDefault="00C84BA9" w:rsidP="00166C60">
      <w:r>
        <w:t xml:space="preserve">       общий объём расходов бюджета поселения  10 841 002 рублей.</w:t>
      </w:r>
    </w:p>
    <w:p w:rsidR="00C84BA9" w:rsidRDefault="00C84BA9" w:rsidP="00166C60">
      <w:r>
        <w:t xml:space="preserve"> </w:t>
      </w:r>
    </w:p>
    <w:p w:rsidR="00C84BA9" w:rsidRDefault="00C84BA9" w:rsidP="00166C60">
      <w:r>
        <w:t xml:space="preserve">    </w:t>
      </w:r>
    </w:p>
    <w:p w:rsidR="00C84BA9" w:rsidRDefault="00C84BA9" w:rsidP="00166C60">
      <w:r>
        <w:t xml:space="preserve">    1. Изменить приложение 5 и изложить его в следующей редакции</w:t>
      </w:r>
    </w:p>
    <w:p w:rsidR="00C84BA9" w:rsidRDefault="00C84BA9" w:rsidP="00166C60">
      <w:r>
        <w:t xml:space="preserve">    2. Изменить приложение 6 и изложить его в следующей редакции.</w:t>
      </w:r>
    </w:p>
    <w:p w:rsidR="00C84BA9" w:rsidRDefault="00C84BA9" w:rsidP="00166C60">
      <w:r>
        <w:t xml:space="preserve">    3. Изменить приложение 7 и изложить его в следующей редакции.</w:t>
      </w:r>
    </w:p>
    <w:p w:rsidR="00C84BA9" w:rsidRDefault="00C84BA9" w:rsidP="00166C60">
      <w:r>
        <w:t xml:space="preserve">  </w:t>
      </w:r>
    </w:p>
    <w:p w:rsidR="00C84BA9" w:rsidRDefault="00C84BA9" w:rsidP="00166C60">
      <w:pPr>
        <w:rPr>
          <w:b/>
        </w:rPr>
      </w:pPr>
    </w:p>
    <w:p w:rsidR="00C84BA9" w:rsidRDefault="00C84BA9" w:rsidP="00166C60">
      <w:pPr>
        <w:rPr>
          <w:b/>
        </w:rPr>
      </w:pPr>
      <w:r>
        <w:rPr>
          <w:b/>
        </w:rPr>
        <w:t>Расходы:</w:t>
      </w:r>
    </w:p>
    <w:p w:rsidR="00C84BA9" w:rsidRDefault="00C84BA9" w:rsidP="00166C60">
      <w:pPr>
        <w:tabs>
          <w:tab w:val="center" w:pos="4677"/>
        </w:tabs>
      </w:pPr>
    </w:p>
    <w:p w:rsidR="00C84BA9" w:rsidRDefault="00C84BA9" w:rsidP="00166C60">
      <w:pPr>
        <w:tabs>
          <w:tab w:val="center" w:pos="4677"/>
        </w:tabs>
      </w:pPr>
      <w:r>
        <w:t>950 0104 9000001 244 226      ---------        -26 000,00</w:t>
      </w:r>
    </w:p>
    <w:p w:rsidR="00C84BA9" w:rsidRDefault="00C84BA9" w:rsidP="00424FC7">
      <w:pPr>
        <w:tabs>
          <w:tab w:val="center" w:pos="4677"/>
        </w:tabs>
      </w:pPr>
      <w:r>
        <w:t>950 0104 9000001 244 340      ---------        -7 000,00</w:t>
      </w:r>
    </w:p>
    <w:p w:rsidR="00C84BA9" w:rsidRDefault="00C84BA9" w:rsidP="00166C60">
      <w:pPr>
        <w:tabs>
          <w:tab w:val="center" w:pos="4677"/>
        </w:tabs>
      </w:pPr>
    </w:p>
    <w:p w:rsidR="00C84BA9" w:rsidRDefault="00C84BA9" w:rsidP="00166C60">
      <w:pPr>
        <w:tabs>
          <w:tab w:val="center" w:pos="4677"/>
        </w:tabs>
      </w:pPr>
    </w:p>
    <w:p w:rsidR="00C84BA9" w:rsidRDefault="00C84BA9" w:rsidP="00166C60">
      <w:pPr>
        <w:tabs>
          <w:tab w:val="center" w:pos="4677"/>
        </w:tabs>
      </w:pPr>
      <w:r>
        <w:t>950 0104 9000001 244 290      ---------        + 5 000,00</w:t>
      </w:r>
    </w:p>
    <w:p w:rsidR="00C84BA9" w:rsidRDefault="00C84BA9" w:rsidP="00166C60">
      <w:pPr>
        <w:tabs>
          <w:tab w:val="center" w:pos="4677"/>
        </w:tabs>
      </w:pPr>
      <w:r>
        <w:t>950 0103 9000005 121 211        ------           +20 000,00</w:t>
      </w:r>
    </w:p>
    <w:p w:rsidR="00C84BA9" w:rsidRDefault="00C84BA9" w:rsidP="00166C60">
      <w:pPr>
        <w:tabs>
          <w:tab w:val="center" w:pos="4677"/>
        </w:tabs>
      </w:pPr>
      <w:r>
        <w:t>950 0103 9000005 121 213        ------           +8 000,00</w:t>
      </w:r>
    </w:p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>
      <w:r>
        <w:t>Глава Пичужинского</w:t>
      </w:r>
    </w:p>
    <w:p w:rsidR="00C84BA9" w:rsidRDefault="00C84BA9" w:rsidP="00166C60">
      <w:r>
        <w:t>сельского поселения                                                                                     Н.А. Климешо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in;margin-top:-9pt;width:233.9pt;height:71.9pt;z-index:-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C84BA9" w:rsidRDefault="00C84BA9" w:rsidP="00166C60">
                  <w:r>
                    <w:t xml:space="preserve"> </w:t>
                  </w:r>
                </w:p>
              </w:txbxContent>
            </v:textbox>
          </v:shape>
        </w:pict>
      </w:r>
      <w:r>
        <w:t>в</w:t>
      </w:r>
    </w:p>
    <w:p w:rsidR="00C84BA9" w:rsidRDefault="00C84BA9" w:rsidP="00166C60">
      <w:r>
        <w:rPr>
          <w:noProof/>
        </w:rPr>
        <w:pict>
          <v:shape id="_x0000_s1027" type="#_x0000_t202" style="position:absolute;margin-left:4in;margin-top:-9pt;width:233.9pt;height:71.9pt;z-index:-251657216;mso-wrap-distance-left:9.05pt;mso-wrap-distance-right:9.05pt" stroked="f">
            <v:fill opacity="0" color2="black"/>
            <v:textbox style="mso-next-textbox:#_x0000_s1027" inset="0,0,0,0">
              <w:txbxContent>
                <w:p w:rsidR="00C84BA9" w:rsidRDefault="00C84BA9" w:rsidP="00166C60">
                  <w:r>
                    <w:t xml:space="preserve"> </w:t>
                  </w:r>
                </w:p>
              </w:txbxContent>
            </v:textbox>
          </v:shape>
        </w:pict>
      </w:r>
    </w:p>
    <w:tbl>
      <w:tblPr>
        <w:tblW w:w="9570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4141"/>
        <w:gridCol w:w="340"/>
        <w:gridCol w:w="369"/>
        <w:gridCol w:w="709"/>
        <w:gridCol w:w="436"/>
        <w:gridCol w:w="981"/>
        <w:gridCol w:w="488"/>
        <w:gridCol w:w="846"/>
        <w:gridCol w:w="637"/>
        <w:gridCol w:w="623"/>
      </w:tblGrid>
      <w:tr w:rsidR="00C84BA9" w:rsidTr="00166C60">
        <w:trPr>
          <w:trHeight w:val="510"/>
        </w:trPr>
        <w:tc>
          <w:tcPr>
            <w:tcW w:w="4481" w:type="dxa"/>
            <w:gridSpan w:val="2"/>
            <w:vMerge w:val="restart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     </w:t>
            </w: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1514" w:type="dxa"/>
            <w:gridSpan w:val="3"/>
            <w:vMerge w:val="restart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2" w:type="dxa"/>
            <w:gridSpan w:val="4"/>
          </w:tcPr>
          <w:p w:rsidR="00C84BA9" w:rsidRDefault="00C84BA9" w:rsidP="00EC054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Приложение 5</w:t>
            </w:r>
          </w:p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к  </w:t>
            </w:r>
            <w:r>
              <w:rPr>
                <w:b/>
                <w:sz w:val="18"/>
                <w:szCs w:val="18"/>
                <w:lang w:eastAsia="en-US"/>
              </w:rPr>
              <w:t xml:space="preserve"> решению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Совета депутатов</w:t>
            </w:r>
          </w:p>
        </w:tc>
        <w:tc>
          <w:tcPr>
            <w:tcW w:w="623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C84BA9" w:rsidTr="00166C60">
        <w:trPr>
          <w:trHeight w:val="500"/>
        </w:trPr>
        <w:tc>
          <w:tcPr>
            <w:tcW w:w="10988" w:type="dxa"/>
            <w:gridSpan w:val="2"/>
            <w:vMerge/>
            <w:vAlign w:val="center"/>
          </w:tcPr>
          <w:p w:rsidR="00C84BA9" w:rsidRDefault="00C84BA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9" w:type="dxa"/>
            <w:gridSpan w:val="3"/>
            <w:vMerge/>
            <w:vAlign w:val="center"/>
          </w:tcPr>
          <w:p w:rsidR="00C84BA9" w:rsidRDefault="00C84BA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5" w:type="dxa"/>
            <w:gridSpan w:val="5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Пичужинского сельского поселения</w:t>
            </w:r>
          </w:p>
          <w:p w:rsidR="00C84BA9" w:rsidRDefault="00C84BA9" w:rsidP="00166C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от    24    апреля   2015г. № 53/197</w:t>
            </w:r>
          </w:p>
        </w:tc>
      </w:tr>
      <w:tr w:rsidR="00C84BA9" w:rsidTr="00166C60">
        <w:trPr>
          <w:trHeight w:val="235"/>
        </w:trPr>
        <w:tc>
          <w:tcPr>
            <w:tcW w:w="10988" w:type="dxa"/>
            <w:gridSpan w:val="2"/>
            <w:vMerge/>
            <w:vAlign w:val="center"/>
          </w:tcPr>
          <w:p w:rsidR="00C84BA9" w:rsidRDefault="00C84BA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3" w:type="dxa"/>
            <w:gridSpan w:val="5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06" w:type="dxa"/>
            <w:gridSpan w:val="3"/>
            <w:vMerge w:val="restart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84BA9" w:rsidTr="00166C60">
        <w:trPr>
          <w:trHeight w:val="290"/>
        </w:trPr>
        <w:tc>
          <w:tcPr>
            <w:tcW w:w="7464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Распределение бюджетных ассигнований по</w:t>
            </w:r>
          </w:p>
        </w:tc>
        <w:tc>
          <w:tcPr>
            <w:tcW w:w="3989" w:type="dxa"/>
            <w:gridSpan w:val="3"/>
            <w:vMerge/>
            <w:vAlign w:val="center"/>
          </w:tcPr>
          <w:p w:rsidR="00C84BA9" w:rsidRDefault="00C84BA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84BA9" w:rsidTr="00166C60">
        <w:trPr>
          <w:trHeight w:val="331"/>
        </w:trPr>
        <w:tc>
          <w:tcPr>
            <w:tcW w:w="9570" w:type="dxa"/>
            <w:gridSpan w:val="10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разделам и подразделам классификации расходов бюджета на 2015-2017 годы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nil"/>
              <w:left w:val="nil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94" w:type="dxa"/>
            <w:gridSpan w:val="4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(руб.)</w:t>
            </w:r>
          </w:p>
        </w:tc>
      </w:tr>
      <w:tr w:rsidR="00C84BA9" w:rsidTr="00166C60">
        <w:trPr>
          <w:trHeight w:val="509"/>
        </w:trPr>
        <w:tc>
          <w:tcPr>
            <w:tcW w:w="41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Раздел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2015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2016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2017</w:t>
            </w:r>
          </w:p>
        </w:tc>
      </w:tr>
      <w:tr w:rsidR="00C84BA9" w:rsidTr="00166C60">
        <w:trPr>
          <w:trHeight w:val="302"/>
        </w:trPr>
        <w:tc>
          <w:tcPr>
            <w:tcW w:w="41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C84BA9" w:rsidTr="00166C60">
        <w:trPr>
          <w:trHeight w:val="578"/>
        </w:trPr>
        <w:tc>
          <w:tcPr>
            <w:tcW w:w="41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ОБЩЕГОСУДАРСТВЕННЫЕ  РАСХОДЫ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3 455 400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3 216 721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tabs>
                <w:tab w:val="left" w:pos="1065"/>
              </w:tabs>
              <w:spacing w:line="276" w:lineRule="auto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3 430 587</w:t>
            </w:r>
          </w:p>
        </w:tc>
      </w:tr>
      <w:tr w:rsidR="00C84BA9" w:rsidTr="00166C60">
        <w:trPr>
          <w:trHeight w:val="578"/>
        </w:trPr>
        <w:tc>
          <w:tcPr>
            <w:tcW w:w="41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670 000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670 000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670 000</w:t>
            </w:r>
          </w:p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</w:p>
          <w:p w:rsidR="00C84BA9" w:rsidRDefault="00C84BA9">
            <w:pPr>
              <w:tabs>
                <w:tab w:val="left" w:pos="114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ab/>
            </w:r>
          </w:p>
        </w:tc>
      </w:tr>
      <w:tr w:rsidR="00C84BA9" w:rsidTr="00166C60">
        <w:trPr>
          <w:trHeight w:val="170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670 000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tabs>
                <w:tab w:val="left" w:pos="114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869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186 600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C84BA9" w:rsidTr="00166C60">
        <w:trPr>
          <w:trHeight w:val="1162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186 600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2 415 319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2 314 900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2 314 900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1 627 126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1 449 126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1 449 126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788 193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865 774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865 774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Закупка товаров, работ и услуг для государственных (муниципальных) нужд (налог на имущество)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01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70 000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</w:tr>
      <w:tr w:rsidR="00C84BA9" w:rsidTr="00166C60">
        <w:trPr>
          <w:trHeight w:val="977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11 471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</w:tr>
      <w:tr w:rsidR="00C84BA9" w:rsidTr="00166C6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60 000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  <w:p w:rsidR="00C84BA9" w:rsidRDefault="00C84BA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C84BA9" w:rsidTr="00166C6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Резервный фонд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19 000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19 200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19 400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Резервный фонд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19 400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Другие общегосударственные расходы(админ. комиссии)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5 300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2 710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Закупка товаров, работ и услуг для государственных (муниципальных) нужд (исполнител. лист))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15 000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212 621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426 287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78 100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75 500</w:t>
            </w:r>
          </w:p>
        </w:tc>
      </w:tr>
      <w:tr w:rsidR="00C84BA9" w:rsidTr="00166C60">
        <w:trPr>
          <w:trHeight w:val="869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41 551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41 651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41 651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84BA9" w:rsidTr="00166C60">
        <w:trPr>
          <w:trHeight w:val="694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36 549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37 349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33 849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84BA9" w:rsidTr="00166C60">
        <w:trPr>
          <w:trHeight w:val="578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268 000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33 200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33 400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43 000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33 200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33 400</w:t>
            </w:r>
          </w:p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</w:p>
          <w:p w:rsidR="00C84BA9" w:rsidRDefault="00C84BA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43 000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33 200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33 400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225 000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225 000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1 906 759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632 940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523 440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41 100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41 200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Дорожное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1 846 759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591 840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482 240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1 846 759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591 840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482 240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Другие вопросы в области национальной экономики (градостроительство)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</w:t>
            </w:r>
          </w:p>
          <w:p w:rsidR="00C84BA9" w:rsidRDefault="00C84BA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  <w:p w:rsidR="00C84BA9" w:rsidRDefault="00C84BA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646 214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1 140 136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1 140 136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646 214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1 140 136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1 140 136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646 214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1 140 136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1 140 136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39 000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39 900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40 800</w:t>
            </w:r>
          </w:p>
        </w:tc>
      </w:tr>
      <w:tr w:rsidR="00C84BA9" w:rsidTr="00166C60">
        <w:trPr>
          <w:trHeight w:val="299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Молодежная политика и оздоровление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39 000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39 900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40 800</w:t>
            </w:r>
          </w:p>
          <w:p w:rsidR="00C84BA9" w:rsidRDefault="00C84BA9">
            <w:pPr>
              <w:tabs>
                <w:tab w:val="left" w:pos="10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578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40 800</w:t>
            </w:r>
          </w:p>
          <w:p w:rsidR="00C84BA9" w:rsidRDefault="00C84BA9">
            <w:pPr>
              <w:tabs>
                <w:tab w:val="left" w:pos="10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40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Культура, кинематография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4 392 209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3 305 123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3 223 777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4 392 209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3 305 123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3 223 777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деятельности казенных учреждений культуры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4 392 209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3 305 123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3 223 777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2 293 847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1 426 255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1 426 255</w:t>
            </w:r>
          </w:p>
        </w:tc>
      </w:tr>
      <w:tr w:rsidR="00C84BA9" w:rsidTr="00166C60">
        <w:trPr>
          <w:trHeight w:val="64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2 098 362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1 878 868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1 797 522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15 500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16 200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Физическая культура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15 500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16 200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     15 500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16 200</w:t>
            </w:r>
          </w:p>
        </w:tc>
      </w:tr>
      <w:tr w:rsidR="00C84BA9" w:rsidTr="00166C60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Средства массовой 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39 820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41 820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41 900</w:t>
            </w:r>
          </w:p>
        </w:tc>
      </w:tr>
      <w:tr w:rsidR="00C84BA9" w:rsidTr="00166C60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Периодическая печать и издательства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39 820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41 820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41 900</w:t>
            </w:r>
          </w:p>
        </w:tc>
      </w:tr>
      <w:tr w:rsidR="00C84BA9" w:rsidTr="00166C60">
        <w:trPr>
          <w:trHeight w:val="290"/>
        </w:trPr>
        <w:tc>
          <w:tcPr>
            <w:tcW w:w="4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39 820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41 820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41 900</w:t>
            </w:r>
          </w:p>
        </w:tc>
      </w:tr>
      <w:tr w:rsidR="00C84BA9" w:rsidTr="00166C60">
        <w:trPr>
          <w:trHeight w:val="358"/>
        </w:trPr>
        <w:tc>
          <w:tcPr>
            <w:tcW w:w="4141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ИТОГО РАСХОДОВ: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10 841 002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8 504 840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8 525 740</w:t>
            </w:r>
          </w:p>
        </w:tc>
      </w:tr>
      <w:tr w:rsidR="00C84BA9" w:rsidTr="00166C60">
        <w:trPr>
          <w:trHeight w:val="235"/>
        </w:trPr>
        <w:tc>
          <w:tcPr>
            <w:tcW w:w="414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tbl>
      <w:tblPr>
        <w:tblW w:w="9930" w:type="dxa"/>
        <w:tblInd w:w="-254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5"/>
        <w:gridCol w:w="4849"/>
        <w:gridCol w:w="658"/>
        <w:gridCol w:w="602"/>
        <w:gridCol w:w="1291"/>
        <w:gridCol w:w="850"/>
        <w:gridCol w:w="1675"/>
      </w:tblGrid>
      <w:tr w:rsidR="00C84BA9" w:rsidTr="00166C60">
        <w:trPr>
          <w:trHeight w:val="228"/>
        </w:trPr>
        <w:tc>
          <w:tcPr>
            <w:tcW w:w="4850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Приложение 6</w:t>
            </w:r>
          </w:p>
        </w:tc>
        <w:tc>
          <w:tcPr>
            <w:tcW w:w="1675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C84BA9" w:rsidTr="00166C60">
        <w:trPr>
          <w:trHeight w:val="228"/>
        </w:trPr>
        <w:tc>
          <w:tcPr>
            <w:tcW w:w="4850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6" w:type="dxa"/>
            <w:gridSpan w:val="3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к  </w:t>
            </w:r>
            <w:r>
              <w:rPr>
                <w:b/>
                <w:i/>
                <w:sz w:val="18"/>
                <w:szCs w:val="18"/>
                <w:lang w:eastAsia="en-US"/>
              </w:rPr>
              <w:t>решению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Совета депутатов</w:t>
            </w:r>
          </w:p>
        </w:tc>
      </w:tr>
      <w:tr w:rsidR="00C84BA9" w:rsidTr="00166C60">
        <w:trPr>
          <w:trHeight w:val="228"/>
        </w:trPr>
        <w:tc>
          <w:tcPr>
            <w:tcW w:w="4850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6" w:type="dxa"/>
            <w:gridSpan w:val="3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Пичужинского сельского поселения</w:t>
            </w:r>
          </w:p>
        </w:tc>
      </w:tr>
      <w:tr w:rsidR="00C84BA9" w:rsidTr="00166C60">
        <w:trPr>
          <w:trHeight w:val="216"/>
        </w:trPr>
        <w:tc>
          <w:tcPr>
            <w:tcW w:w="4850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6" w:type="dxa"/>
            <w:gridSpan w:val="3"/>
          </w:tcPr>
          <w:p w:rsidR="00C84BA9" w:rsidRDefault="00C84BA9" w:rsidP="00166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       от     24    апреля  201 5г.   № 53/197</w:t>
            </w:r>
          </w:p>
        </w:tc>
      </w:tr>
      <w:tr w:rsidR="00C84BA9" w:rsidTr="00166C60">
        <w:trPr>
          <w:trHeight w:val="216"/>
        </w:trPr>
        <w:tc>
          <w:tcPr>
            <w:tcW w:w="4850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Распределение бюджетных ассигнований по</w:t>
            </w:r>
          </w:p>
        </w:tc>
        <w:tc>
          <w:tcPr>
            <w:tcW w:w="658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91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</w:tr>
      <w:tr w:rsidR="00C84BA9" w:rsidTr="00166C60">
        <w:trPr>
          <w:trHeight w:val="542"/>
        </w:trPr>
        <w:tc>
          <w:tcPr>
            <w:tcW w:w="9926" w:type="dxa"/>
            <w:gridSpan w:val="7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по разделам, подразделам, целевым статьям расходов, видам расходов функциональной классификации расходов бюджета на 2015 год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(руб.)</w:t>
            </w:r>
          </w:p>
        </w:tc>
      </w:tr>
      <w:tr w:rsidR="00C84BA9" w:rsidTr="00166C60">
        <w:trPr>
          <w:trHeight w:val="746"/>
        </w:trPr>
        <w:tc>
          <w:tcPr>
            <w:tcW w:w="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6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Раздел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Подраздел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Целевая статья расходов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Вид расходов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СУММА</w:t>
            </w:r>
          </w:p>
        </w:tc>
      </w:tr>
      <w:tr w:rsidR="00C84BA9" w:rsidTr="00166C60">
        <w:trPr>
          <w:trHeight w:val="278"/>
        </w:trPr>
        <w:tc>
          <w:tcPr>
            <w:tcW w:w="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ОБЩЕГОСУДАРСТВЕННЫЕ  ВОПРОСЫ</w:t>
            </w:r>
          </w:p>
        </w:tc>
        <w:tc>
          <w:tcPr>
            <w:tcW w:w="6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0000000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000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3 455 400</w:t>
            </w:r>
          </w:p>
        </w:tc>
      </w:tr>
      <w:tr w:rsidR="00C84BA9" w:rsidTr="00166C60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670 000</w:t>
            </w:r>
          </w:p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</w:p>
          <w:p w:rsidR="00C84BA9" w:rsidRDefault="00C84BA9">
            <w:pPr>
              <w:tabs>
                <w:tab w:val="left" w:pos="144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ab/>
            </w:r>
          </w:p>
        </w:tc>
      </w:tr>
      <w:tr w:rsidR="00C84BA9" w:rsidTr="00166C60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C84BA9" w:rsidTr="00166C60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670 000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tabs>
                <w:tab w:val="left" w:pos="144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670 000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186 600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tabs>
                <w:tab w:val="left" w:pos="141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186 600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tabs>
                <w:tab w:val="left" w:pos="127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186 600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186 600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  2 415 319</w:t>
            </w:r>
          </w:p>
          <w:p w:rsidR="00C84BA9" w:rsidRDefault="00C84BA9">
            <w:pPr>
              <w:tabs>
                <w:tab w:val="left" w:pos="135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2 415 319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2 415 319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1 263 126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tabs>
                <w:tab w:val="left" w:pos="13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701 193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364 000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87 000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9000001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11 471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9000011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60 000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Резервный фонд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9908067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19 000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Резервный фонд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19 000</w:t>
            </w:r>
          </w:p>
        </w:tc>
      </w:tr>
      <w:tr w:rsidR="00C84BA9" w:rsidTr="00166C60">
        <w:trPr>
          <w:trHeight w:val="739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870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Другие общегосударственные вопросы (админ. комиссии)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5 300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5 300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9907001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5 300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9907001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5 300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2 710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2 710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Другие общегосударственные вопросы (исполнит. листы)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99080700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15 000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78 100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  78 100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         78 100</w:t>
            </w:r>
          </w:p>
        </w:tc>
      </w:tr>
      <w:tr w:rsidR="00C84BA9" w:rsidTr="00166C60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9905118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78 100</w:t>
            </w:r>
          </w:p>
        </w:tc>
      </w:tr>
      <w:tr w:rsidR="00C84BA9" w:rsidTr="00166C60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9905118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41 551</w:t>
            </w:r>
          </w:p>
        </w:tc>
      </w:tr>
      <w:tr w:rsidR="00C84BA9" w:rsidTr="00166C60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9905118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36 549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268 00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43 000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43 000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43 000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43 000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225 000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225 000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1 906 759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Сельское хозяйство и рыболовство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9906016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40 000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Животноводство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Субсидии ЛПХ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9906016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40 000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Дорожное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9902068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1 846 759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902068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1 846 759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 xml:space="preserve">Другие вопросы в области национальной экономики 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12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 xml:space="preserve">    9902032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20 000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    9902032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20 000</w:t>
            </w:r>
          </w:p>
          <w:p w:rsidR="00C84BA9" w:rsidRDefault="00C84BA9">
            <w:pPr>
              <w:tabs>
                <w:tab w:val="left" w:pos="139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9902032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9902032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646 214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Благоустройство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646 214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646 214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Уличное освещение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9902048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289 037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9902048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289 037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Озеленение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9902049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5 000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9902049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9902050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7 000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7 000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Прочие мероприятия по благоустройству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9902051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335 177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9902051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335 177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850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10 000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39 000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Молодежная политика и оздоровление 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39 000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Мероприятия молодёжной политики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39 000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9902004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39 000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4 392 209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Культура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4 392 209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>Обеспечение деятельности казенных учреждений культуры(ДК)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>9910000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 xml:space="preserve">3 754 792 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9910059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1 782 223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9910059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1 927 569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9918014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15 000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>9920000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  <w:lang w:eastAsia="en-US"/>
              </w:rPr>
              <w:t>654 417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9920059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621 624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9920059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27793</w:t>
            </w:r>
          </w:p>
        </w:tc>
      </w:tr>
      <w:tr w:rsidR="00C84BA9" w:rsidTr="00166C60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9928014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Музеи и постоянные выставки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9930000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13 000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9930059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13 000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Физическая культура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Средства массовой информации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12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Периодическая печать и издательства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12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12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Мероприятия в сфере средств массовой информации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12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gridBefore w:val="1"/>
          <w:trHeight w:val="329"/>
        </w:trPr>
        <w:tc>
          <w:tcPr>
            <w:tcW w:w="4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ИТОГО РАСХОДОВ: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10 841 002</w:t>
            </w:r>
          </w:p>
        </w:tc>
      </w:tr>
    </w:tbl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 w:rsidP="00166C60"/>
    <w:tbl>
      <w:tblPr>
        <w:tblW w:w="9675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659"/>
        <w:gridCol w:w="3344"/>
        <w:gridCol w:w="599"/>
        <w:gridCol w:w="110"/>
        <w:gridCol w:w="548"/>
        <w:gridCol w:w="161"/>
        <w:gridCol w:w="497"/>
        <w:gridCol w:w="353"/>
        <w:gridCol w:w="249"/>
        <w:gridCol w:w="1028"/>
        <w:gridCol w:w="264"/>
        <w:gridCol w:w="445"/>
        <w:gridCol w:w="405"/>
        <w:gridCol w:w="1013"/>
      </w:tblGrid>
      <w:tr w:rsidR="00C84BA9" w:rsidTr="00166C60">
        <w:trPr>
          <w:trHeight w:val="228"/>
        </w:trPr>
        <w:tc>
          <w:tcPr>
            <w:tcW w:w="4598" w:type="dxa"/>
            <w:gridSpan w:val="3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gridSpan w:val="4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Приложение 7</w:t>
            </w:r>
          </w:p>
        </w:tc>
        <w:tc>
          <w:tcPr>
            <w:tcW w:w="101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C84BA9" w:rsidTr="00166C60">
        <w:trPr>
          <w:trHeight w:val="228"/>
        </w:trPr>
        <w:tc>
          <w:tcPr>
            <w:tcW w:w="4598" w:type="dxa"/>
            <w:gridSpan w:val="3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3" w:type="dxa"/>
            <w:gridSpan w:val="5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к </w:t>
            </w:r>
            <w:r>
              <w:rPr>
                <w:b/>
                <w:i/>
                <w:sz w:val="18"/>
                <w:szCs w:val="18"/>
                <w:lang w:eastAsia="en-US"/>
              </w:rPr>
              <w:t xml:space="preserve"> решению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Совета депутатов</w:t>
            </w:r>
          </w:p>
        </w:tc>
      </w:tr>
      <w:tr w:rsidR="00C84BA9" w:rsidTr="00166C60">
        <w:trPr>
          <w:trHeight w:val="228"/>
        </w:trPr>
        <w:tc>
          <w:tcPr>
            <w:tcW w:w="4598" w:type="dxa"/>
            <w:gridSpan w:val="3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3" w:type="dxa"/>
            <w:gridSpan w:val="5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Пичужинского сельского поселения</w:t>
            </w:r>
          </w:p>
        </w:tc>
      </w:tr>
      <w:tr w:rsidR="00C84BA9" w:rsidTr="00166C60">
        <w:trPr>
          <w:trHeight w:val="216"/>
        </w:trPr>
        <w:tc>
          <w:tcPr>
            <w:tcW w:w="4598" w:type="dxa"/>
            <w:gridSpan w:val="3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3" w:type="dxa"/>
            <w:gridSpan w:val="5"/>
          </w:tcPr>
          <w:p w:rsidR="00C84BA9" w:rsidRDefault="00C84BA9" w:rsidP="00424FC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 от   24    апреля   2015.  № 53/197</w:t>
            </w:r>
          </w:p>
        </w:tc>
      </w:tr>
      <w:tr w:rsidR="00C84BA9" w:rsidTr="00166C60">
        <w:trPr>
          <w:trHeight w:val="216"/>
        </w:trPr>
        <w:tc>
          <w:tcPr>
            <w:tcW w:w="4598" w:type="dxa"/>
            <w:gridSpan w:val="3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1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84BA9" w:rsidTr="00166C60">
        <w:trPr>
          <w:trHeight w:val="264"/>
        </w:trPr>
        <w:tc>
          <w:tcPr>
            <w:tcW w:w="4598" w:type="dxa"/>
            <w:gridSpan w:val="3"/>
          </w:tcPr>
          <w:p w:rsidR="00C84BA9" w:rsidRDefault="00C84BA9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58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2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91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</w:t>
            </w:r>
          </w:p>
        </w:tc>
        <w:tc>
          <w:tcPr>
            <w:tcW w:w="850" w:type="dxa"/>
            <w:gridSpan w:val="2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012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</w:tr>
      <w:tr w:rsidR="00C84BA9" w:rsidTr="00166C60">
        <w:trPr>
          <w:trHeight w:val="542"/>
        </w:trPr>
        <w:tc>
          <w:tcPr>
            <w:tcW w:w="658" w:type="dxa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011" w:type="dxa"/>
            <w:gridSpan w:val="13"/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Ведомственная структура расходов бюджета Пичужинского сельского поселения                                         на  2015 год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(руб.)</w:t>
            </w:r>
          </w:p>
        </w:tc>
      </w:tr>
      <w:tr w:rsidR="00C84BA9" w:rsidTr="00166C60">
        <w:trPr>
          <w:trHeight w:val="746"/>
        </w:trPr>
        <w:tc>
          <w:tcPr>
            <w:tcW w:w="39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Целевая статья расходов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Вид расходов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СУММА</w:t>
            </w:r>
          </w:p>
        </w:tc>
      </w:tr>
      <w:tr w:rsidR="00C84BA9" w:rsidTr="00166C60">
        <w:trPr>
          <w:trHeight w:val="278"/>
        </w:trPr>
        <w:tc>
          <w:tcPr>
            <w:tcW w:w="39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ОБЩЕГОСУДАРСТВЕННЫЕ  ВОПРОСЫ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3 455 400</w:t>
            </w:r>
          </w:p>
        </w:tc>
      </w:tr>
      <w:tr w:rsidR="00C84BA9" w:rsidTr="00166C60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670 000</w:t>
            </w:r>
          </w:p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</w:p>
          <w:p w:rsidR="00C84BA9" w:rsidRDefault="00C84BA9">
            <w:pPr>
              <w:tabs>
                <w:tab w:val="left" w:pos="144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ab/>
            </w:r>
          </w:p>
        </w:tc>
      </w:tr>
      <w:tr w:rsidR="00C84BA9" w:rsidTr="00166C60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C84BA9" w:rsidTr="00166C60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670 000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tabs>
                <w:tab w:val="left" w:pos="144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670 000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tabs>
                <w:tab w:val="left" w:pos="141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186 600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 w:rsidP="00424FC7">
            <w:pPr>
              <w:tabs>
                <w:tab w:val="left" w:pos="127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186 600 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186 600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186 600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   2 443 319</w:t>
            </w:r>
          </w:p>
          <w:p w:rsidR="00C84BA9" w:rsidRDefault="00C84BA9">
            <w:pPr>
              <w:tabs>
                <w:tab w:val="left" w:pos="135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 w:rsidP="00424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2 415 319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 w:rsidP="00424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2 415 319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1 263 126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tabs>
                <w:tab w:val="left" w:pos="13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701 193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9000004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364 000</w:t>
            </w: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spacing w:line="276" w:lineRule="auto"/>
              <w:rPr>
                <w:lang w:eastAsia="en-US"/>
              </w:rPr>
            </w:pPr>
          </w:p>
          <w:p w:rsidR="00C84BA9" w:rsidRDefault="00C84BA9">
            <w:pPr>
              <w:tabs>
                <w:tab w:val="left" w:pos="13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01 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9908014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87 000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5210610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540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11 471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9000011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60 000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Резервный фонд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19 000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Резервный фонд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9908067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9908067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5 300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5 300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9907001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5 300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9907001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5 300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9908002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2 710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2 710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Другие общегосударственные вопросы (исполнит. листы)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9908700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9908700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15 000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78 100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 78 100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      78 100</w:t>
            </w:r>
          </w:p>
        </w:tc>
      </w:tr>
      <w:tr w:rsidR="00C84BA9" w:rsidTr="00166C60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9905118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78 100</w:t>
            </w:r>
          </w:p>
        </w:tc>
      </w:tr>
      <w:tr w:rsidR="00C84BA9" w:rsidTr="00166C60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9905118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41 551</w:t>
            </w:r>
          </w:p>
        </w:tc>
      </w:tr>
      <w:tr w:rsidR="00C84BA9" w:rsidTr="00166C60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9905118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36 549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268 000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43 000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43 000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43 000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43 000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225 000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9902042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225 000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1 906 759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Дорожное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1 846 759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1 846 759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9902068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1 846 759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9902068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1 846 759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9906016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40 000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Животноводство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Субсидии ЛПХ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9906016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40 000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000000"/>
                <w:lang w:eastAsia="en-US"/>
              </w:rPr>
            </w:pPr>
            <w:r>
              <w:rPr>
                <w:b/>
                <w:iCs/>
                <w:color w:val="000000"/>
                <w:lang w:eastAsia="en-US"/>
              </w:rPr>
              <w:t>20 000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20 000</w:t>
            </w:r>
          </w:p>
          <w:p w:rsidR="00C84BA9" w:rsidRDefault="00C84BA9">
            <w:pPr>
              <w:tabs>
                <w:tab w:val="left" w:pos="139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9902032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9902032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>20 000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646 214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646 214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646 214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Уличное освещение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9902048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289 037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9902048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289 037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Озеленение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9902049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5 000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9902049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9902050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7 000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7 000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Прочие мероприятия по благоустройству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9902051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335 214</w:t>
            </w:r>
          </w:p>
        </w:tc>
      </w:tr>
      <w:tr w:rsidR="00C84BA9" w:rsidTr="00166C60">
        <w:trPr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9902051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335 214</w:t>
            </w:r>
          </w:p>
        </w:tc>
      </w:tr>
      <w:tr w:rsidR="00C84BA9" w:rsidTr="00166C60">
        <w:trPr>
          <w:trHeight w:val="407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tabs>
                <w:tab w:val="left" w:pos="3000"/>
              </w:tabs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  <w:r>
              <w:rPr>
                <w:lang w:eastAsia="en-US"/>
              </w:rPr>
              <w:tab/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9908014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10 000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39 000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Молодежная политика и оздоровление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39 000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Мероприятия молодёжной политики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39 000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9902013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39 000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4 392 209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4 392 209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Обеспечение деятельности казенных учреждений культуры(ДК)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9910059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 xml:space="preserve"> 3 754792 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9910059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1 782 223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9910059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1 927 569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08 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9918014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15 000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9920059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  <w:lang w:eastAsia="en-US"/>
              </w:rPr>
              <w:t>654 417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9920059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621 624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9920059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27 793</w:t>
            </w:r>
          </w:p>
        </w:tc>
      </w:tr>
      <w:tr w:rsidR="00C84BA9" w:rsidTr="00166C60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08 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9928014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  <w:lang w:eastAsia="en-US"/>
              </w:rPr>
              <w:t>Музеи и постоянные выставки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  <w:lang w:eastAsia="en-US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  <w:lang w:eastAsia="en-US"/>
              </w:rPr>
              <w:t>9920059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  <w:lang w:eastAsia="en-US"/>
              </w:rPr>
              <w:t>13 000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9902034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9902034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15 500</w:t>
            </w:r>
          </w:p>
        </w:tc>
      </w:tr>
      <w:tr w:rsidR="00C84BA9" w:rsidTr="00166C60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Средства массовой 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1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Периодическая печать и издательства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1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1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9902069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1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9902069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39 820</w:t>
            </w:r>
          </w:p>
        </w:tc>
      </w:tr>
      <w:tr w:rsidR="00C84BA9" w:rsidTr="00166C60">
        <w:trPr>
          <w:trHeight w:val="329"/>
        </w:trPr>
        <w:tc>
          <w:tcPr>
            <w:tcW w:w="39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ИТОГО РАСХОДОВ: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84BA9" w:rsidRDefault="00C84B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10 841 002</w:t>
            </w:r>
          </w:p>
        </w:tc>
      </w:tr>
    </w:tbl>
    <w:p w:rsidR="00C84BA9" w:rsidRDefault="00C84BA9" w:rsidP="00166C60"/>
    <w:p w:rsidR="00C84BA9" w:rsidRDefault="00C84BA9" w:rsidP="00166C60"/>
    <w:p w:rsidR="00C84BA9" w:rsidRDefault="00C84BA9" w:rsidP="00166C60"/>
    <w:p w:rsidR="00C84BA9" w:rsidRDefault="00C84BA9"/>
    <w:sectPr w:rsidR="00C84BA9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E1F"/>
    <w:multiLevelType w:val="multilevel"/>
    <w:tmpl w:val="812036B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C60"/>
    <w:rsid w:val="0000576E"/>
    <w:rsid w:val="0000677F"/>
    <w:rsid w:val="000070E4"/>
    <w:rsid w:val="00011E03"/>
    <w:rsid w:val="00015E6B"/>
    <w:rsid w:val="000238FF"/>
    <w:rsid w:val="00027B4D"/>
    <w:rsid w:val="00030EDC"/>
    <w:rsid w:val="00031177"/>
    <w:rsid w:val="00034459"/>
    <w:rsid w:val="000425B4"/>
    <w:rsid w:val="00051C95"/>
    <w:rsid w:val="00053A25"/>
    <w:rsid w:val="00056C6A"/>
    <w:rsid w:val="00062CD0"/>
    <w:rsid w:val="00064699"/>
    <w:rsid w:val="000651A9"/>
    <w:rsid w:val="00070DA5"/>
    <w:rsid w:val="000760BB"/>
    <w:rsid w:val="00080EC5"/>
    <w:rsid w:val="00091082"/>
    <w:rsid w:val="000A3A57"/>
    <w:rsid w:val="000B0FAF"/>
    <w:rsid w:val="000B26A1"/>
    <w:rsid w:val="000C7B4F"/>
    <w:rsid w:val="000D0452"/>
    <w:rsid w:val="000E1A6A"/>
    <w:rsid w:val="000E4563"/>
    <w:rsid w:val="000F06A4"/>
    <w:rsid w:val="000F0765"/>
    <w:rsid w:val="000F10E3"/>
    <w:rsid w:val="000F54BA"/>
    <w:rsid w:val="000F7746"/>
    <w:rsid w:val="000F7C13"/>
    <w:rsid w:val="0010590E"/>
    <w:rsid w:val="0011074C"/>
    <w:rsid w:val="00111D23"/>
    <w:rsid w:val="00112853"/>
    <w:rsid w:val="00114C46"/>
    <w:rsid w:val="001151F7"/>
    <w:rsid w:val="00117E74"/>
    <w:rsid w:val="00126D69"/>
    <w:rsid w:val="00132E85"/>
    <w:rsid w:val="00134F76"/>
    <w:rsid w:val="0013629E"/>
    <w:rsid w:val="001362DA"/>
    <w:rsid w:val="00152EA3"/>
    <w:rsid w:val="00166C60"/>
    <w:rsid w:val="001745DF"/>
    <w:rsid w:val="00174E27"/>
    <w:rsid w:val="00182802"/>
    <w:rsid w:val="0018356E"/>
    <w:rsid w:val="00183693"/>
    <w:rsid w:val="00187A72"/>
    <w:rsid w:val="00191342"/>
    <w:rsid w:val="00197E3D"/>
    <w:rsid w:val="001A1211"/>
    <w:rsid w:val="001C3F04"/>
    <w:rsid w:val="001D0E6E"/>
    <w:rsid w:val="001D322D"/>
    <w:rsid w:val="001E27A1"/>
    <w:rsid w:val="001E2CD3"/>
    <w:rsid w:val="001F18B5"/>
    <w:rsid w:val="001F4F46"/>
    <w:rsid w:val="00200DC4"/>
    <w:rsid w:val="00201609"/>
    <w:rsid w:val="0021028B"/>
    <w:rsid w:val="00216E55"/>
    <w:rsid w:val="002171BF"/>
    <w:rsid w:val="0022136F"/>
    <w:rsid w:val="00222988"/>
    <w:rsid w:val="00230818"/>
    <w:rsid w:val="00234C1F"/>
    <w:rsid w:val="00236C12"/>
    <w:rsid w:val="0024231B"/>
    <w:rsid w:val="00246AC3"/>
    <w:rsid w:val="00247630"/>
    <w:rsid w:val="00251153"/>
    <w:rsid w:val="00252230"/>
    <w:rsid w:val="00253C87"/>
    <w:rsid w:val="0026113E"/>
    <w:rsid w:val="00261822"/>
    <w:rsid w:val="00262FB1"/>
    <w:rsid w:val="00263899"/>
    <w:rsid w:val="00272E8E"/>
    <w:rsid w:val="0027512F"/>
    <w:rsid w:val="00277693"/>
    <w:rsid w:val="00277FEA"/>
    <w:rsid w:val="00283141"/>
    <w:rsid w:val="00283EFB"/>
    <w:rsid w:val="00284EE1"/>
    <w:rsid w:val="00285663"/>
    <w:rsid w:val="002931A5"/>
    <w:rsid w:val="002971C5"/>
    <w:rsid w:val="002A2EBA"/>
    <w:rsid w:val="002A6D4F"/>
    <w:rsid w:val="002B2654"/>
    <w:rsid w:val="002B3F5B"/>
    <w:rsid w:val="002C3956"/>
    <w:rsid w:val="002C3CF1"/>
    <w:rsid w:val="002C478A"/>
    <w:rsid w:val="002D2A7B"/>
    <w:rsid w:val="002D42C4"/>
    <w:rsid w:val="002D6E72"/>
    <w:rsid w:val="002E3AA8"/>
    <w:rsid w:val="002E5B9C"/>
    <w:rsid w:val="002E6504"/>
    <w:rsid w:val="003011A0"/>
    <w:rsid w:val="00303CE2"/>
    <w:rsid w:val="00326051"/>
    <w:rsid w:val="00335527"/>
    <w:rsid w:val="00345EAF"/>
    <w:rsid w:val="003567C5"/>
    <w:rsid w:val="00362128"/>
    <w:rsid w:val="00362AB3"/>
    <w:rsid w:val="00362CAF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85BFF"/>
    <w:rsid w:val="003943B7"/>
    <w:rsid w:val="00397A59"/>
    <w:rsid w:val="003B08ED"/>
    <w:rsid w:val="003B37B7"/>
    <w:rsid w:val="003B625C"/>
    <w:rsid w:val="003B74E6"/>
    <w:rsid w:val="003E2FAD"/>
    <w:rsid w:val="003E5579"/>
    <w:rsid w:val="003E5D4E"/>
    <w:rsid w:val="003F4998"/>
    <w:rsid w:val="003F7379"/>
    <w:rsid w:val="00403E42"/>
    <w:rsid w:val="004079EC"/>
    <w:rsid w:val="0041095A"/>
    <w:rsid w:val="004114AE"/>
    <w:rsid w:val="00422E4F"/>
    <w:rsid w:val="00424FC7"/>
    <w:rsid w:val="00425C27"/>
    <w:rsid w:val="004369D7"/>
    <w:rsid w:val="00447B9D"/>
    <w:rsid w:val="004530E7"/>
    <w:rsid w:val="004535BB"/>
    <w:rsid w:val="0046400F"/>
    <w:rsid w:val="00470FD2"/>
    <w:rsid w:val="00474D05"/>
    <w:rsid w:val="00485E1C"/>
    <w:rsid w:val="00487046"/>
    <w:rsid w:val="004923FC"/>
    <w:rsid w:val="00495647"/>
    <w:rsid w:val="00497049"/>
    <w:rsid w:val="004A79BD"/>
    <w:rsid w:val="004B7CB5"/>
    <w:rsid w:val="004C253A"/>
    <w:rsid w:val="004C2DEA"/>
    <w:rsid w:val="004C643C"/>
    <w:rsid w:val="004C795C"/>
    <w:rsid w:val="004D4AEF"/>
    <w:rsid w:val="004D61B0"/>
    <w:rsid w:val="004F2719"/>
    <w:rsid w:val="004F5EC8"/>
    <w:rsid w:val="004F6E3E"/>
    <w:rsid w:val="00501A90"/>
    <w:rsid w:val="00502987"/>
    <w:rsid w:val="0050728C"/>
    <w:rsid w:val="00517EE8"/>
    <w:rsid w:val="00525A82"/>
    <w:rsid w:val="00526C78"/>
    <w:rsid w:val="005331D9"/>
    <w:rsid w:val="00533DEA"/>
    <w:rsid w:val="00537466"/>
    <w:rsid w:val="005428DC"/>
    <w:rsid w:val="00543919"/>
    <w:rsid w:val="00544079"/>
    <w:rsid w:val="00545AD0"/>
    <w:rsid w:val="00546D37"/>
    <w:rsid w:val="0057230E"/>
    <w:rsid w:val="00573965"/>
    <w:rsid w:val="00576565"/>
    <w:rsid w:val="00577078"/>
    <w:rsid w:val="00591970"/>
    <w:rsid w:val="005934BD"/>
    <w:rsid w:val="0059521A"/>
    <w:rsid w:val="005A67E8"/>
    <w:rsid w:val="005C321A"/>
    <w:rsid w:val="005C77B2"/>
    <w:rsid w:val="005D13A9"/>
    <w:rsid w:val="005D1CB3"/>
    <w:rsid w:val="005E6344"/>
    <w:rsid w:val="006151A7"/>
    <w:rsid w:val="00620B23"/>
    <w:rsid w:val="0062583B"/>
    <w:rsid w:val="006312C3"/>
    <w:rsid w:val="006410F2"/>
    <w:rsid w:val="00642F87"/>
    <w:rsid w:val="0064348C"/>
    <w:rsid w:val="00643F1C"/>
    <w:rsid w:val="00650599"/>
    <w:rsid w:val="00652ABD"/>
    <w:rsid w:val="00657D39"/>
    <w:rsid w:val="006607F9"/>
    <w:rsid w:val="00666D89"/>
    <w:rsid w:val="00666F44"/>
    <w:rsid w:val="00677586"/>
    <w:rsid w:val="00677C6A"/>
    <w:rsid w:val="0068767E"/>
    <w:rsid w:val="00692C59"/>
    <w:rsid w:val="006A2F48"/>
    <w:rsid w:val="006B2A65"/>
    <w:rsid w:val="006C555D"/>
    <w:rsid w:val="006C7D7D"/>
    <w:rsid w:val="006D5592"/>
    <w:rsid w:val="006E40DC"/>
    <w:rsid w:val="006F6B26"/>
    <w:rsid w:val="00701EA7"/>
    <w:rsid w:val="00716D90"/>
    <w:rsid w:val="007325D9"/>
    <w:rsid w:val="00732AC9"/>
    <w:rsid w:val="0074586C"/>
    <w:rsid w:val="00747C67"/>
    <w:rsid w:val="00747CBC"/>
    <w:rsid w:val="00754B7F"/>
    <w:rsid w:val="00755ADE"/>
    <w:rsid w:val="00765B27"/>
    <w:rsid w:val="00772B72"/>
    <w:rsid w:val="00786430"/>
    <w:rsid w:val="00786AEF"/>
    <w:rsid w:val="00786F6C"/>
    <w:rsid w:val="00787B8B"/>
    <w:rsid w:val="00791B62"/>
    <w:rsid w:val="00791C1F"/>
    <w:rsid w:val="00793375"/>
    <w:rsid w:val="00795EFF"/>
    <w:rsid w:val="007973D9"/>
    <w:rsid w:val="007A03D2"/>
    <w:rsid w:val="007A33D4"/>
    <w:rsid w:val="007A3C4F"/>
    <w:rsid w:val="007A6763"/>
    <w:rsid w:val="007B1644"/>
    <w:rsid w:val="007C0A95"/>
    <w:rsid w:val="007C2F77"/>
    <w:rsid w:val="007D234F"/>
    <w:rsid w:val="007D29AD"/>
    <w:rsid w:val="007E2281"/>
    <w:rsid w:val="007F1539"/>
    <w:rsid w:val="00802859"/>
    <w:rsid w:val="00804F81"/>
    <w:rsid w:val="00806DFC"/>
    <w:rsid w:val="00807E4C"/>
    <w:rsid w:val="00807EF9"/>
    <w:rsid w:val="00813C99"/>
    <w:rsid w:val="00824833"/>
    <w:rsid w:val="00826F56"/>
    <w:rsid w:val="0084078B"/>
    <w:rsid w:val="0084191C"/>
    <w:rsid w:val="0085307C"/>
    <w:rsid w:val="00856631"/>
    <w:rsid w:val="0086020B"/>
    <w:rsid w:val="00891A6D"/>
    <w:rsid w:val="008965F5"/>
    <w:rsid w:val="008A227A"/>
    <w:rsid w:val="008A2941"/>
    <w:rsid w:val="008A3627"/>
    <w:rsid w:val="008A58FE"/>
    <w:rsid w:val="008B438D"/>
    <w:rsid w:val="008B4FB4"/>
    <w:rsid w:val="008B7897"/>
    <w:rsid w:val="008D28EC"/>
    <w:rsid w:val="008E7DA3"/>
    <w:rsid w:val="008F0996"/>
    <w:rsid w:val="008F2EB6"/>
    <w:rsid w:val="009074CC"/>
    <w:rsid w:val="00911092"/>
    <w:rsid w:val="009119E4"/>
    <w:rsid w:val="00911A48"/>
    <w:rsid w:val="00913B8C"/>
    <w:rsid w:val="009145DD"/>
    <w:rsid w:val="00915967"/>
    <w:rsid w:val="00941FB4"/>
    <w:rsid w:val="00943243"/>
    <w:rsid w:val="0094384B"/>
    <w:rsid w:val="00947B07"/>
    <w:rsid w:val="009528F5"/>
    <w:rsid w:val="00952DCE"/>
    <w:rsid w:val="00953A66"/>
    <w:rsid w:val="00955ABA"/>
    <w:rsid w:val="00960A7E"/>
    <w:rsid w:val="00963CF6"/>
    <w:rsid w:val="0096513E"/>
    <w:rsid w:val="0097598A"/>
    <w:rsid w:val="009779BE"/>
    <w:rsid w:val="00987CD5"/>
    <w:rsid w:val="00996BEB"/>
    <w:rsid w:val="009A7291"/>
    <w:rsid w:val="009B1960"/>
    <w:rsid w:val="009B3136"/>
    <w:rsid w:val="009B673B"/>
    <w:rsid w:val="009B7729"/>
    <w:rsid w:val="009B7782"/>
    <w:rsid w:val="009C0453"/>
    <w:rsid w:val="009C1A84"/>
    <w:rsid w:val="009C6381"/>
    <w:rsid w:val="009C65CE"/>
    <w:rsid w:val="009C6D3A"/>
    <w:rsid w:val="009D0EEE"/>
    <w:rsid w:val="009D1B18"/>
    <w:rsid w:val="009E2642"/>
    <w:rsid w:val="009F137D"/>
    <w:rsid w:val="009F6A50"/>
    <w:rsid w:val="00A12431"/>
    <w:rsid w:val="00A16590"/>
    <w:rsid w:val="00A2064B"/>
    <w:rsid w:val="00A22837"/>
    <w:rsid w:val="00A2323E"/>
    <w:rsid w:val="00A24B48"/>
    <w:rsid w:val="00A27A38"/>
    <w:rsid w:val="00A43715"/>
    <w:rsid w:val="00A45AA1"/>
    <w:rsid w:val="00A52852"/>
    <w:rsid w:val="00A56490"/>
    <w:rsid w:val="00A603DD"/>
    <w:rsid w:val="00A70DED"/>
    <w:rsid w:val="00A86037"/>
    <w:rsid w:val="00A93E56"/>
    <w:rsid w:val="00AA14A8"/>
    <w:rsid w:val="00AA214E"/>
    <w:rsid w:val="00AB52FB"/>
    <w:rsid w:val="00AC021B"/>
    <w:rsid w:val="00AC4D10"/>
    <w:rsid w:val="00AC6B3E"/>
    <w:rsid w:val="00AD196A"/>
    <w:rsid w:val="00AD3664"/>
    <w:rsid w:val="00AE0383"/>
    <w:rsid w:val="00AE1793"/>
    <w:rsid w:val="00AE441B"/>
    <w:rsid w:val="00AE4F7F"/>
    <w:rsid w:val="00AF2A67"/>
    <w:rsid w:val="00B0070C"/>
    <w:rsid w:val="00B01557"/>
    <w:rsid w:val="00B06519"/>
    <w:rsid w:val="00B1007D"/>
    <w:rsid w:val="00B115F5"/>
    <w:rsid w:val="00B14984"/>
    <w:rsid w:val="00B15556"/>
    <w:rsid w:val="00B16C98"/>
    <w:rsid w:val="00B257C2"/>
    <w:rsid w:val="00B31BA3"/>
    <w:rsid w:val="00B31EF9"/>
    <w:rsid w:val="00B35BF7"/>
    <w:rsid w:val="00B43118"/>
    <w:rsid w:val="00B4608B"/>
    <w:rsid w:val="00B55704"/>
    <w:rsid w:val="00B604DB"/>
    <w:rsid w:val="00B66D4C"/>
    <w:rsid w:val="00B67F85"/>
    <w:rsid w:val="00B80776"/>
    <w:rsid w:val="00B8115A"/>
    <w:rsid w:val="00B8276C"/>
    <w:rsid w:val="00B839E8"/>
    <w:rsid w:val="00B920DC"/>
    <w:rsid w:val="00B930C6"/>
    <w:rsid w:val="00BA0991"/>
    <w:rsid w:val="00BA5AD8"/>
    <w:rsid w:val="00BB4CB4"/>
    <w:rsid w:val="00BC7216"/>
    <w:rsid w:val="00BD3A93"/>
    <w:rsid w:val="00BE19FA"/>
    <w:rsid w:val="00BE284D"/>
    <w:rsid w:val="00BE2D80"/>
    <w:rsid w:val="00BE38FC"/>
    <w:rsid w:val="00BE3B2C"/>
    <w:rsid w:val="00BE4A80"/>
    <w:rsid w:val="00BE777D"/>
    <w:rsid w:val="00BF394A"/>
    <w:rsid w:val="00C007E7"/>
    <w:rsid w:val="00C048BC"/>
    <w:rsid w:val="00C12522"/>
    <w:rsid w:val="00C14844"/>
    <w:rsid w:val="00C150C5"/>
    <w:rsid w:val="00C158B8"/>
    <w:rsid w:val="00C2092D"/>
    <w:rsid w:val="00C248CE"/>
    <w:rsid w:val="00C3181D"/>
    <w:rsid w:val="00C345F2"/>
    <w:rsid w:val="00C35782"/>
    <w:rsid w:val="00C40F79"/>
    <w:rsid w:val="00C429E3"/>
    <w:rsid w:val="00C4378D"/>
    <w:rsid w:val="00C51B43"/>
    <w:rsid w:val="00C666B4"/>
    <w:rsid w:val="00C6795C"/>
    <w:rsid w:val="00C7237D"/>
    <w:rsid w:val="00C8012A"/>
    <w:rsid w:val="00C84BA9"/>
    <w:rsid w:val="00CA4076"/>
    <w:rsid w:val="00CA4E16"/>
    <w:rsid w:val="00CB059F"/>
    <w:rsid w:val="00CB0BE6"/>
    <w:rsid w:val="00CB5AB0"/>
    <w:rsid w:val="00CB73DC"/>
    <w:rsid w:val="00CC1521"/>
    <w:rsid w:val="00CE0792"/>
    <w:rsid w:val="00CE4492"/>
    <w:rsid w:val="00CF52B2"/>
    <w:rsid w:val="00D004D8"/>
    <w:rsid w:val="00D020CA"/>
    <w:rsid w:val="00D03294"/>
    <w:rsid w:val="00D05586"/>
    <w:rsid w:val="00D06C2E"/>
    <w:rsid w:val="00D06CA0"/>
    <w:rsid w:val="00D07612"/>
    <w:rsid w:val="00D14DD4"/>
    <w:rsid w:val="00D20998"/>
    <w:rsid w:val="00D21E3E"/>
    <w:rsid w:val="00D22B7F"/>
    <w:rsid w:val="00D23F03"/>
    <w:rsid w:val="00D320E7"/>
    <w:rsid w:val="00D33041"/>
    <w:rsid w:val="00D34130"/>
    <w:rsid w:val="00D3780E"/>
    <w:rsid w:val="00D47732"/>
    <w:rsid w:val="00D63CEE"/>
    <w:rsid w:val="00D70F26"/>
    <w:rsid w:val="00D756F3"/>
    <w:rsid w:val="00D76C0D"/>
    <w:rsid w:val="00D851FC"/>
    <w:rsid w:val="00D94751"/>
    <w:rsid w:val="00D96096"/>
    <w:rsid w:val="00DB5407"/>
    <w:rsid w:val="00DB5EBE"/>
    <w:rsid w:val="00DC3987"/>
    <w:rsid w:val="00DD082D"/>
    <w:rsid w:val="00DD3C2A"/>
    <w:rsid w:val="00DD3D17"/>
    <w:rsid w:val="00DE0D4A"/>
    <w:rsid w:val="00DE2A86"/>
    <w:rsid w:val="00DE4F3F"/>
    <w:rsid w:val="00DE6BFA"/>
    <w:rsid w:val="00DF0865"/>
    <w:rsid w:val="00E0059D"/>
    <w:rsid w:val="00E11ACC"/>
    <w:rsid w:val="00E15961"/>
    <w:rsid w:val="00E16842"/>
    <w:rsid w:val="00E361A4"/>
    <w:rsid w:val="00E37037"/>
    <w:rsid w:val="00E41939"/>
    <w:rsid w:val="00E4272D"/>
    <w:rsid w:val="00E42869"/>
    <w:rsid w:val="00E45893"/>
    <w:rsid w:val="00E4627F"/>
    <w:rsid w:val="00E504F9"/>
    <w:rsid w:val="00E5554F"/>
    <w:rsid w:val="00E61158"/>
    <w:rsid w:val="00E67683"/>
    <w:rsid w:val="00E70E1A"/>
    <w:rsid w:val="00E734D6"/>
    <w:rsid w:val="00E806EA"/>
    <w:rsid w:val="00E96D41"/>
    <w:rsid w:val="00EA0D32"/>
    <w:rsid w:val="00EA50CA"/>
    <w:rsid w:val="00EA6F8F"/>
    <w:rsid w:val="00EB4DBB"/>
    <w:rsid w:val="00EC054F"/>
    <w:rsid w:val="00EC06EE"/>
    <w:rsid w:val="00ED3E81"/>
    <w:rsid w:val="00ED41E5"/>
    <w:rsid w:val="00ED58CC"/>
    <w:rsid w:val="00ED6656"/>
    <w:rsid w:val="00EE13E1"/>
    <w:rsid w:val="00EE3E05"/>
    <w:rsid w:val="00EE6FBB"/>
    <w:rsid w:val="00EF3C80"/>
    <w:rsid w:val="00EF7D89"/>
    <w:rsid w:val="00F07D76"/>
    <w:rsid w:val="00F134C7"/>
    <w:rsid w:val="00F14473"/>
    <w:rsid w:val="00F30272"/>
    <w:rsid w:val="00F34D8B"/>
    <w:rsid w:val="00F5004F"/>
    <w:rsid w:val="00F646C4"/>
    <w:rsid w:val="00F65577"/>
    <w:rsid w:val="00F80DF1"/>
    <w:rsid w:val="00F81211"/>
    <w:rsid w:val="00F81370"/>
    <w:rsid w:val="00F828B8"/>
    <w:rsid w:val="00F8528A"/>
    <w:rsid w:val="00F86B60"/>
    <w:rsid w:val="00F916C3"/>
    <w:rsid w:val="00FA3450"/>
    <w:rsid w:val="00FA4A4E"/>
    <w:rsid w:val="00FA535E"/>
    <w:rsid w:val="00FA5D55"/>
    <w:rsid w:val="00FA693F"/>
    <w:rsid w:val="00FC2C84"/>
    <w:rsid w:val="00FC62E7"/>
    <w:rsid w:val="00FD391E"/>
    <w:rsid w:val="00FD3F1C"/>
    <w:rsid w:val="00FD45B4"/>
    <w:rsid w:val="00FD6368"/>
    <w:rsid w:val="00FD67C4"/>
    <w:rsid w:val="00FE1569"/>
    <w:rsid w:val="00FE47B1"/>
    <w:rsid w:val="00FF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C6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6C60"/>
    <w:pPr>
      <w:keepNext/>
      <w:numPr>
        <w:numId w:val="1"/>
      </w:numPr>
      <w:suppressAutoHyphens/>
      <w:outlineLvl w:val="0"/>
    </w:pPr>
    <w:rPr>
      <w:sz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6C60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166C60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166C60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Web">
    <w:name w:val="Обычный (Web)"/>
    <w:basedOn w:val="Normal"/>
    <w:uiPriority w:val="99"/>
    <w:rsid w:val="00166C60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character" w:customStyle="1" w:styleId="hl41">
    <w:name w:val="hl41"/>
    <w:basedOn w:val="DefaultParagraphFont"/>
    <w:uiPriority w:val="99"/>
    <w:rsid w:val="00166C60"/>
    <w:rPr>
      <w:rFonts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166C6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18</Pages>
  <Words>3886</Words>
  <Characters>22151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8</cp:revision>
  <cp:lastPrinted>2015-04-27T07:06:00Z</cp:lastPrinted>
  <dcterms:created xsi:type="dcterms:W3CDTF">2015-04-21T10:33:00Z</dcterms:created>
  <dcterms:modified xsi:type="dcterms:W3CDTF">2015-04-27T07:51:00Z</dcterms:modified>
</cp:coreProperties>
</file>