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352" w:rsidRDefault="004A5352" w:rsidP="003D19F6"/>
    <w:p w:rsidR="004A5352" w:rsidRPr="0098770C" w:rsidRDefault="004A5352" w:rsidP="003D19F6">
      <w:pPr>
        <w:jc w:val="center"/>
        <w:rPr>
          <w:sz w:val="28"/>
          <w:szCs w:val="28"/>
        </w:rPr>
      </w:pPr>
      <w:r w:rsidRPr="0098770C">
        <w:rPr>
          <w:sz w:val="28"/>
          <w:szCs w:val="28"/>
        </w:rPr>
        <w:t>Р А С П О Р Я Ж Е Н И Е</w:t>
      </w:r>
    </w:p>
    <w:p w:rsidR="004A5352" w:rsidRPr="0098770C" w:rsidRDefault="004A5352" w:rsidP="003D19F6">
      <w:pPr>
        <w:jc w:val="center"/>
        <w:rPr>
          <w:b/>
          <w:sz w:val="28"/>
          <w:szCs w:val="28"/>
        </w:rPr>
      </w:pPr>
    </w:p>
    <w:p w:rsidR="004A5352" w:rsidRPr="0098770C" w:rsidRDefault="004A5352" w:rsidP="003D19F6">
      <w:pPr>
        <w:jc w:val="center"/>
        <w:rPr>
          <w:b/>
          <w:sz w:val="28"/>
          <w:szCs w:val="28"/>
        </w:rPr>
      </w:pPr>
    </w:p>
    <w:p w:rsidR="004A5352" w:rsidRPr="0098770C" w:rsidRDefault="004A5352" w:rsidP="003D19F6">
      <w:pPr>
        <w:jc w:val="center"/>
        <w:rPr>
          <w:b/>
          <w:sz w:val="28"/>
          <w:szCs w:val="28"/>
        </w:rPr>
      </w:pPr>
      <w:r w:rsidRPr="0098770C">
        <w:rPr>
          <w:b/>
          <w:sz w:val="28"/>
          <w:szCs w:val="28"/>
        </w:rPr>
        <w:t>ДУБОВСКИЙ  МУНИЦИПАЛЬНЫЙ  РАЙОН  ВОЛГОГРАДСКОЙ  ОБЛАСТИ</w:t>
      </w:r>
    </w:p>
    <w:p w:rsidR="004A5352" w:rsidRPr="0098770C" w:rsidRDefault="004A5352" w:rsidP="003D19F6">
      <w:pPr>
        <w:jc w:val="center"/>
        <w:rPr>
          <w:sz w:val="28"/>
          <w:szCs w:val="28"/>
        </w:rPr>
      </w:pPr>
      <w:r w:rsidRPr="0098770C">
        <w:rPr>
          <w:sz w:val="28"/>
          <w:szCs w:val="28"/>
        </w:rPr>
        <w:t>АДМИНИСТРАЦИЯ  ПИЧУЖИНСКОГО  СЕЛЬСКОГО  ПОСЕЛЕНИЯ</w:t>
      </w:r>
    </w:p>
    <w:p w:rsidR="004A5352" w:rsidRDefault="004A5352" w:rsidP="003D19F6">
      <w:pPr>
        <w:jc w:val="center"/>
      </w:pPr>
    </w:p>
    <w:p w:rsidR="004A5352" w:rsidRDefault="004A5352" w:rsidP="003D19F6">
      <w:pPr>
        <w:jc w:val="center"/>
      </w:pPr>
    </w:p>
    <w:p w:rsidR="004A5352" w:rsidRDefault="004A5352" w:rsidP="003D19F6">
      <w:pPr>
        <w:jc w:val="center"/>
      </w:pPr>
    </w:p>
    <w:p w:rsidR="004A5352" w:rsidRPr="003D19F6" w:rsidRDefault="004A5352" w:rsidP="003D19F6">
      <w:pPr>
        <w:rPr>
          <w:sz w:val="28"/>
          <w:szCs w:val="28"/>
        </w:rPr>
      </w:pPr>
      <w:r w:rsidRPr="003D19F6">
        <w:rPr>
          <w:sz w:val="28"/>
          <w:szCs w:val="28"/>
        </w:rPr>
        <w:t>15</w:t>
      </w:r>
      <w:r>
        <w:rPr>
          <w:sz w:val="28"/>
          <w:szCs w:val="28"/>
        </w:rPr>
        <w:t xml:space="preserve">  апреля  2015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D19F6">
        <w:rPr>
          <w:sz w:val="28"/>
          <w:szCs w:val="28"/>
        </w:rPr>
        <w:t>№ 13 - р</w:t>
      </w:r>
    </w:p>
    <w:p w:rsidR="004A5352" w:rsidRPr="007C72AA" w:rsidRDefault="004A5352" w:rsidP="00E469BC">
      <w:pPr>
        <w:tabs>
          <w:tab w:val="left" w:pos="540"/>
        </w:tabs>
        <w:rPr>
          <w:b/>
          <w:sz w:val="28"/>
          <w:szCs w:val="28"/>
        </w:rPr>
      </w:pPr>
    </w:p>
    <w:p w:rsidR="004A5352" w:rsidRDefault="004A5352" w:rsidP="003D19F6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подготовке проекта по внесению изменений в Правила землепользования и застройки Пичужинского сельского поселения (применительно к с. Пичуга)</w:t>
      </w:r>
    </w:p>
    <w:p w:rsidR="004A5352" w:rsidRPr="007C72AA" w:rsidRDefault="004A5352" w:rsidP="003D19F6">
      <w:pPr>
        <w:ind w:right="-6"/>
        <w:jc w:val="center"/>
        <w:rPr>
          <w:b/>
          <w:sz w:val="28"/>
          <w:szCs w:val="28"/>
        </w:rPr>
      </w:pPr>
    </w:p>
    <w:p w:rsidR="004A5352" w:rsidRPr="007C72AA" w:rsidRDefault="004A5352" w:rsidP="00CB7897">
      <w:pPr>
        <w:ind w:firstLine="851"/>
        <w:jc w:val="both"/>
        <w:rPr>
          <w:sz w:val="28"/>
          <w:szCs w:val="28"/>
        </w:rPr>
      </w:pPr>
      <w:r w:rsidRPr="007C72AA">
        <w:rPr>
          <w:sz w:val="28"/>
          <w:szCs w:val="28"/>
        </w:rPr>
        <w:t>В  соответствии со стать</w:t>
      </w:r>
      <w:r>
        <w:rPr>
          <w:sz w:val="28"/>
          <w:szCs w:val="28"/>
        </w:rPr>
        <w:t>ей 33</w:t>
      </w:r>
      <w:r w:rsidRPr="007C72AA">
        <w:rPr>
          <w:sz w:val="28"/>
          <w:szCs w:val="28"/>
        </w:rPr>
        <w:t xml:space="preserve"> Градостроительного Кодекса </w:t>
      </w:r>
      <w:r>
        <w:rPr>
          <w:sz w:val="28"/>
          <w:szCs w:val="28"/>
        </w:rPr>
        <w:t xml:space="preserve">Российской Федерации, </w:t>
      </w:r>
      <w:r w:rsidRPr="00C05868">
        <w:rPr>
          <w:sz w:val="28"/>
          <w:szCs w:val="28"/>
        </w:rPr>
        <w:t xml:space="preserve">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C05868">
          <w:rPr>
            <w:sz w:val="28"/>
            <w:szCs w:val="28"/>
          </w:rPr>
          <w:t>2003</w:t>
        </w:r>
        <w:r>
          <w:rPr>
            <w:sz w:val="28"/>
            <w:szCs w:val="28"/>
          </w:rPr>
          <w:t xml:space="preserve"> </w:t>
        </w:r>
        <w:r w:rsidRPr="00C05868">
          <w:rPr>
            <w:sz w:val="28"/>
            <w:szCs w:val="28"/>
          </w:rPr>
          <w:t>г</w:t>
        </w:r>
      </w:smartTag>
      <w:r w:rsidRPr="00C05868">
        <w:rPr>
          <w:sz w:val="28"/>
          <w:szCs w:val="28"/>
        </w:rPr>
        <w:t xml:space="preserve">. № 131-ФЗ </w:t>
      </w:r>
      <w:r>
        <w:rPr>
          <w:sz w:val="28"/>
          <w:szCs w:val="28"/>
        </w:rPr>
        <w:t>«</w:t>
      </w:r>
      <w:r w:rsidRPr="00C05868">
        <w:rPr>
          <w:sz w:val="28"/>
          <w:szCs w:val="28"/>
        </w:rPr>
        <w:t>Об общих принципах местного самоуправления в Российской Федерации</w:t>
      </w:r>
      <w:r>
        <w:rPr>
          <w:sz w:val="28"/>
          <w:szCs w:val="28"/>
        </w:rPr>
        <w:t>», несоответствия Правил землепользования и застройки Пичужинского сельского поселения (применительно к с. Пичуга) Генеральному плану с. Пичуга</w:t>
      </w:r>
      <w:r w:rsidRPr="007C72AA">
        <w:rPr>
          <w:sz w:val="28"/>
          <w:szCs w:val="28"/>
        </w:rPr>
        <w:t>:</w:t>
      </w:r>
    </w:p>
    <w:p w:rsidR="004A5352" w:rsidRPr="007C72AA" w:rsidRDefault="004A5352" w:rsidP="008D0E2E">
      <w:pPr>
        <w:ind w:firstLine="851"/>
        <w:jc w:val="both"/>
        <w:rPr>
          <w:sz w:val="28"/>
          <w:szCs w:val="28"/>
        </w:rPr>
      </w:pPr>
      <w:r w:rsidRPr="007C72AA">
        <w:rPr>
          <w:sz w:val="28"/>
          <w:szCs w:val="28"/>
        </w:rPr>
        <w:t xml:space="preserve">1. Приступить к организации работ по подготовке </w:t>
      </w:r>
      <w:r>
        <w:rPr>
          <w:sz w:val="28"/>
          <w:szCs w:val="28"/>
        </w:rPr>
        <w:t xml:space="preserve">проекта о внесении изменений </w:t>
      </w:r>
      <w:r w:rsidRPr="00CB7897">
        <w:rPr>
          <w:sz w:val="28"/>
          <w:szCs w:val="28"/>
        </w:rPr>
        <w:t xml:space="preserve">в Правила землепользования и застройки </w:t>
      </w:r>
      <w:r>
        <w:rPr>
          <w:sz w:val="28"/>
          <w:szCs w:val="28"/>
        </w:rPr>
        <w:t>Пичужинского</w:t>
      </w:r>
      <w:r w:rsidRPr="00CB7897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(применительно к с. Пичуга) на основании утверждённого Генерального плана с. Пичуга</w:t>
      </w:r>
      <w:r>
        <w:rPr>
          <w:sz w:val="28"/>
        </w:rPr>
        <w:t>.</w:t>
      </w:r>
      <w:bookmarkStart w:id="0" w:name="_GoBack"/>
      <w:bookmarkEnd w:id="0"/>
    </w:p>
    <w:p w:rsidR="004A5352" w:rsidRPr="007C72AA" w:rsidRDefault="004A5352" w:rsidP="008D0E2E">
      <w:pPr>
        <w:ind w:firstLine="851"/>
        <w:jc w:val="both"/>
        <w:rPr>
          <w:sz w:val="28"/>
          <w:szCs w:val="28"/>
        </w:rPr>
      </w:pPr>
      <w:r w:rsidRPr="007C72AA">
        <w:rPr>
          <w:sz w:val="28"/>
          <w:szCs w:val="28"/>
        </w:rPr>
        <w:t xml:space="preserve">2. Срок проведения указанных работ </w:t>
      </w:r>
      <w:r>
        <w:rPr>
          <w:sz w:val="28"/>
          <w:szCs w:val="28"/>
        </w:rPr>
        <w:t>2015</w:t>
      </w:r>
      <w:r w:rsidRPr="007C72AA">
        <w:rPr>
          <w:sz w:val="28"/>
          <w:szCs w:val="28"/>
        </w:rPr>
        <w:t xml:space="preserve"> год.</w:t>
      </w:r>
    </w:p>
    <w:p w:rsidR="004A5352" w:rsidRPr="007C72AA" w:rsidRDefault="004A5352" w:rsidP="008D0E2E">
      <w:pPr>
        <w:ind w:firstLine="851"/>
        <w:jc w:val="both"/>
        <w:rPr>
          <w:sz w:val="28"/>
          <w:szCs w:val="28"/>
        </w:rPr>
      </w:pPr>
      <w:r w:rsidRPr="007C72AA">
        <w:rPr>
          <w:sz w:val="28"/>
          <w:szCs w:val="28"/>
        </w:rPr>
        <w:t xml:space="preserve">3.Финансирование работ ведется за счет средств </w:t>
      </w:r>
      <w:r>
        <w:rPr>
          <w:sz w:val="28"/>
          <w:szCs w:val="28"/>
        </w:rPr>
        <w:t>Пичужинского</w:t>
      </w:r>
      <w:r w:rsidRPr="007C72AA">
        <w:rPr>
          <w:sz w:val="28"/>
          <w:szCs w:val="28"/>
        </w:rPr>
        <w:t xml:space="preserve"> сельского поселения.</w:t>
      </w:r>
    </w:p>
    <w:p w:rsidR="004A5352" w:rsidRPr="007C72AA" w:rsidRDefault="004A5352" w:rsidP="008D0E2E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7C72AA">
        <w:rPr>
          <w:sz w:val="28"/>
          <w:szCs w:val="28"/>
        </w:rPr>
        <w:t xml:space="preserve">4.Контроль за выполнением распоряжения возложить на зам. Главы администрации </w:t>
      </w:r>
      <w:r>
        <w:rPr>
          <w:sz w:val="28"/>
          <w:szCs w:val="28"/>
        </w:rPr>
        <w:t>Пичужинского</w:t>
      </w:r>
      <w:r w:rsidRPr="007C72AA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Черненкова В.И..</w:t>
      </w:r>
    </w:p>
    <w:p w:rsidR="004A5352" w:rsidRPr="007C72AA" w:rsidRDefault="004A5352" w:rsidP="008D0E2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5.Разместить </w:t>
      </w:r>
      <w:r w:rsidRPr="007C72AA">
        <w:rPr>
          <w:sz w:val="28"/>
          <w:szCs w:val="28"/>
        </w:rPr>
        <w:t xml:space="preserve">данное распоряжение </w:t>
      </w:r>
      <w:r>
        <w:rPr>
          <w:sz w:val="28"/>
          <w:szCs w:val="28"/>
        </w:rPr>
        <w:t>на официальном сайте Пичужинского сельского поселения.</w:t>
      </w:r>
    </w:p>
    <w:p w:rsidR="004A5352" w:rsidRPr="007C72AA" w:rsidRDefault="004A5352" w:rsidP="008D0E2E">
      <w:pPr>
        <w:tabs>
          <w:tab w:val="left" w:pos="540"/>
        </w:tabs>
        <w:rPr>
          <w:sz w:val="28"/>
          <w:szCs w:val="28"/>
        </w:rPr>
      </w:pPr>
    </w:p>
    <w:p w:rsidR="004A5352" w:rsidRDefault="004A5352" w:rsidP="00E469BC">
      <w:pPr>
        <w:tabs>
          <w:tab w:val="left" w:pos="540"/>
        </w:tabs>
        <w:rPr>
          <w:sz w:val="28"/>
          <w:szCs w:val="28"/>
        </w:rPr>
      </w:pPr>
    </w:p>
    <w:p w:rsidR="004A5352" w:rsidRDefault="004A5352" w:rsidP="00E469BC">
      <w:pPr>
        <w:tabs>
          <w:tab w:val="left" w:pos="540"/>
        </w:tabs>
        <w:rPr>
          <w:sz w:val="28"/>
          <w:szCs w:val="28"/>
        </w:rPr>
      </w:pPr>
    </w:p>
    <w:p w:rsidR="004A5352" w:rsidRDefault="004A5352" w:rsidP="00E469BC">
      <w:pPr>
        <w:tabs>
          <w:tab w:val="left" w:pos="540"/>
        </w:tabs>
        <w:rPr>
          <w:sz w:val="28"/>
          <w:szCs w:val="28"/>
        </w:rPr>
      </w:pPr>
    </w:p>
    <w:p w:rsidR="004A5352" w:rsidRDefault="004A5352" w:rsidP="00E469BC">
      <w:pPr>
        <w:tabs>
          <w:tab w:val="left" w:pos="540"/>
        </w:tabs>
        <w:rPr>
          <w:sz w:val="28"/>
          <w:szCs w:val="28"/>
        </w:rPr>
      </w:pPr>
    </w:p>
    <w:p w:rsidR="004A5352" w:rsidRDefault="004A5352" w:rsidP="00E469BC">
      <w:pPr>
        <w:tabs>
          <w:tab w:val="left" w:pos="540"/>
        </w:tabs>
        <w:rPr>
          <w:sz w:val="28"/>
          <w:szCs w:val="28"/>
        </w:rPr>
      </w:pPr>
    </w:p>
    <w:p w:rsidR="004A5352" w:rsidRPr="007C72AA" w:rsidRDefault="004A5352" w:rsidP="00E469BC">
      <w:pPr>
        <w:tabs>
          <w:tab w:val="left" w:pos="540"/>
        </w:tabs>
        <w:rPr>
          <w:sz w:val="28"/>
          <w:szCs w:val="28"/>
        </w:rPr>
      </w:pPr>
    </w:p>
    <w:p w:rsidR="004A5352" w:rsidRDefault="004A5352" w:rsidP="00B94BEB">
      <w:pPr>
        <w:tabs>
          <w:tab w:val="left" w:pos="540"/>
        </w:tabs>
        <w:rPr>
          <w:sz w:val="28"/>
          <w:szCs w:val="28"/>
        </w:rPr>
      </w:pPr>
      <w:r w:rsidRPr="007C72AA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Пичужинского</w:t>
      </w:r>
    </w:p>
    <w:p w:rsidR="004A5352" w:rsidRPr="007C72AA" w:rsidRDefault="004A5352" w:rsidP="00B94BEB">
      <w:pPr>
        <w:tabs>
          <w:tab w:val="left" w:pos="54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Н.А. Климешов.</w:t>
      </w:r>
    </w:p>
    <w:p w:rsidR="004A5352" w:rsidRDefault="004A5352" w:rsidP="00B94BEB">
      <w:pPr>
        <w:tabs>
          <w:tab w:val="left" w:pos="540"/>
        </w:tabs>
      </w:pPr>
    </w:p>
    <w:sectPr w:rsidR="004A5352" w:rsidSect="00B91025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643BF"/>
    <w:multiLevelType w:val="hybridMultilevel"/>
    <w:tmpl w:val="5EF658EC"/>
    <w:lvl w:ilvl="0" w:tplc="BF56D082">
      <w:start w:val="1"/>
      <w:numFmt w:val="decimal"/>
      <w:lvlText w:val="%1."/>
      <w:lvlJc w:val="left"/>
      <w:pPr>
        <w:tabs>
          <w:tab w:val="num" w:pos="852"/>
        </w:tabs>
        <w:ind w:left="852" w:hanging="360"/>
      </w:pPr>
      <w:rPr>
        <w:rFonts w:cs="Times New Roman" w:hint="default"/>
      </w:rPr>
    </w:lvl>
    <w:lvl w:ilvl="1" w:tplc="94700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B285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1CE8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FD2E7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CC69F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4647B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062D8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10CB8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69BC"/>
    <w:rsid w:val="000342F8"/>
    <w:rsid w:val="00097D88"/>
    <w:rsid w:val="000C0000"/>
    <w:rsid w:val="0011730B"/>
    <w:rsid w:val="001652A4"/>
    <w:rsid w:val="00194C35"/>
    <w:rsid w:val="001A03E5"/>
    <w:rsid w:val="002976F0"/>
    <w:rsid w:val="00297B04"/>
    <w:rsid w:val="002A2668"/>
    <w:rsid w:val="002C7D0C"/>
    <w:rsid w:val="002E1541"/>
    <w:rsid w:val="002E7494"/>
    <w:rsid w:val="00301683"/>
    <w:rsid w:val="00305605"/>
    <w:rsid w:val="0034374E"/>
    <w:rsid w:val="00350A72"/>
    <w:rsid w:val="00386863"/>
    <w:rsid w:val="003D19F6"/>
    <w:rsid w:val="003E4760"/>
    <w:rsid w:val="00446136"/>
    <w:rsid w:val="00491145"/>
    <w:rsid w:val="004A5352"/>
    <w:rsid w:val="004D3908"/>
    <w:rsid w:val="0052752D"/>
    <w:rsid w:val="00574EE6"/>
    <w:rsid w:val="005A773A"/>
    <w:rsid w:val="0062649F"/>
    <w:rsid w:val="0069714F"/>
    <w:rsid w:val="006B02D6"/>
    <w:rsid w:val="0070075D"/>
    <w:rsid w:val="0074328D"/>
    <w:rsid w:val="007C72AA"/>
    <w:rsid w:val="007F50CF"/>
    <w:rsid w:val="00833C5A"/>
    <w:rsid w:val="008779E9"/>
    <w:rsid w:val="00891A05"/>
    <w:rsid w:val="008D0E2E"/>
    <w:rsid w:val="00961153"/>
    <w:rsid w:val="0098770C"/>
    <w:rsid w:val="009C5B4B"/>
    <w:rsid w:val="00A44FEE"/>
    <w:rsid w:val="00AC4377"/>
    <w:rsid w:val="00AD76CF"/>
    <w:rsid w:val="00B80795"/>
    <w:rsid w:val="00B91025"/>
    <w:rsid w:val="00B94BEB"/>
    <w:rsid w:val="00C05868"/>
    <w:rsid w:val="00C95865"/>
    <w:rsid w:val="00C9786F"/>
    <w:rsid w:val="00CB7897"/>
    <w:rsid w:val="00D8723C"/>
    <w:rsid w:val="00D91E02"/>
    <w:rsid w:val="00DD48A1"/>
    <w:rsid w:val="00DE2B42"/>
    <w:rsid w:val="00E15CCA"/>
    <w:rsid w:val="00E469BC"/>
    <w:rsid w:val="00E570C5"/>
    <w:rsid w:val="00EE34F2"/>
    <w:rsid w:val="00F40DC9"/>
    <w:rsid w:val="00F81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9B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910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">
    <w:name w:val="Body Text"/>
    <w:basedOn w:val="Normal"/>
    <w:link w:val="BodyTextChar"/>
    <w:uiPriority w:val="99"/>
    <w:rsid w:val="008D0E2E"/>
    <w:pPr>
      <w:suppressAutoHyphens/>
      <w:ind w:right="-58"/>
    </w:pPr>
    <w:rPr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019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19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1</Pages>
  <Words>194</Words>
  <Characters>1107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ROMA 1</dc:creator>
  <cp:keywords/>
  <dc:description/>
  <cp:lastModifiedBy>1</cp:lastModifiedBy>
  <cp:revision>3</cp:revision>
  <cp:lastPrinted>2015-04-16T06:13:00Z</cp:lastPrinted>
  <dcterms:created xsi:type="dcterms:W3CDTF">2015-04-14T07:24:00Z</dcterms:created>
  <dcterms:modified xsi:type="dcterms:W3CDTF">2015-04-16T06:13:00Z</dcterms:modified>
</cp:coreProperties>
</file>