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2540" w:rsidRPr="00180F4A" w:rsidRDefault="009C2540" w:rsidP="00E40853">
      <w:pPr>
        <w:tabs>
          <w:tab w:val="left" w:pos="4065"/>
        </w:tabs>
        <w:jc w:val="center"/>
        <w:rPr>
          <w:rStyle w:val="FontStyle22"/>
          <w:sz w:val="36"/>
          <w:szCs w:val="36"/>
        </w:rPr>
      </w:pPr>
    </w:p>
    <w:p w:rsidR="009C2540" w:rsidRPr="00180F4A" w:rsidRDefault="009C2540" w:rsidP="00E40853">
      <w:pPr>
        <w:tabs>
          <w:tab w:val="left" w:pos="4065"/>
        </w:tabs>
        <w:jc w:val="center"/>
        <w:rPr>
          <w:rStyle w:val="FontStyle22"/>
          <w:sz w:val="36"/>
          <w:szCs w:val="36"/>
        </w:rPr>
      </w:pPr>
    </w:p>
    <w:p w:rsidR="009C2540" w:rsidRPr="00180F4A" w:rsidRDefault="009C2540" w:rsidP="00E40853">
      <w:pPr>
        <w:tabs>
          <w:tab w:val="left" w:pos="4065"/>
        </w:tabs>
        <w:jc w:val="center"/>
        <w:rPr>
          <w:rStyle w:val="FontStyle22"/>
          <w:sz w:val="36"/>
          <w:szCs w:val="36"/>
        </w:rPr>
      </w:pPr>
      <w:r w:rsidRPr="00180F4A">
        <w:rPr>
          <w:rStyle w:val="FontStyle22"/>
          <w:sz w:val="36"/>
          <w:szCs w:val="36"/>
        </w:rPr>
        <w:t>ПОСТАНОВЛЕНИЕ</w:t>
      </w:r>
    </w:p>
    <w:p w:rsidR="009C2540" w:rsidRPr="00180F4A" w:rsidRDefault="009C2540" w:rsidP="00E40853">
      <w:pPr>
        <w:tabs>
          <w:tab w:val="left" w:pos="4065"/>
        </w:tabs>
        <w:jc w:val="center"/>
        <w:rPr>
          <w:sz w:val="32"/>
          <w:szCs w:val="32"/>
        </w:rPr>
      </w:pPr>
    </w:p>
    <w:p w:rsidR="009C2540" w:rsidRPr="00180F4A" w:rsidRDefault="009C2540" w:rsidP="00E40853">
      <w:pPr>
        <w:tabs>
          <w:tab w:val="left" w:pos="4065"/>
        </w:tabs>
        <w:jc w:val="center"/>
        <w:rPr>
          <w:rStyle w:val="FontStyle22"/>
          <w:sz w:val="24"/>
          <w:szCs w:val="24"/>
        </w:rPr>
      </w:pPr>
      <w:r w:rsidRPr="00180F4A">
        <w:rPr>
          <w:rStyle w:val="FontStyle22"/>
          <w:sz w:val="24"/>
          <w:szCs w:val="24"/>
        </w:rPr>
        <w:t>АДМИНИСТРАЦИЯ ПИЧУЖИНСКОГО СЕЛЬСКОГО ПОСЕЛЕНИЯ</w:t>
      </w:r>
    </w:p>
    <w:p w:rsidR="009C2540" w:rsidRPr="00180F4A" w:rsidRDefault="009C2540" w:rsidP="00E40853">
      <w:pPr>
        <w:tabs>
          <w:tab w:val="left" w:pos="4065"/>
        </w:tabs>
        <w:jc w:val="center"/>
        <w:rPr>
          <w:rStyle w:val="FontStyle22"/>
          <w:sz w:val="24"/>
          <w:szCs w:val="24"/>
        </w:rPr>
      </w:pPr>
      <w:r w:rsidRPr="00180F4A">
        <w:rPr>
          <w:rStyle w:val="FontStyle22"/>
          <w:sz w:val="24"/>
          <w:szCs w:val="24"/>
        </w:rPr>
        <w:t>ДУБОВСКИЙ МУНИЦИПАЛЬНЫЙ РАЙОН  ВОЛГОГРАДСКАЯ ОБЛАСТЬ</w:t>
      </w:r>
    </w:p>
    <w:p w:rsidR="009C2540" w:rsidRDefault="009C2540" w:rsidP="00BB10C6">
      <w:pPr>
        <w:keepNext/>
        <w:jc w:val="center"/>
        <w:rPr>
          <w:b/>
        </w:rPr>
      </w:pPr>
      <w:r w:rsidRPr="006D309A">
        <w:rPr>
          <w:b/>
        </w:rPr>
        <w:br/>
      </w:r>
    </w:p>
    <w:p w:rsidR="009C2540" w:rsidRDefault="009C2540" w:rsidP="00BB10C6">
      <w:pPr>
        <w:keepNext/>
        <w:tabs>
          <w:tab w:val="left" w:pos="7350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 05 марта </w:t>
      </w:r>
      <w:smartTag w:uri="urn:schemas-microsoft-com:office:smarttags" w:element="metricconverter">
        <w:smartTagPr>
          <w:attr w:name="ProductID" w:val="2018 г"/>
        </w:smartTagPr>
        <w:r>
          <w:rPr>
            <w:b/>
            <w:sz w:val="28"/>
            <w:szCs w:val="28"/>
          </w:rPr>
          <w:t>2018 г</w:t>
        </w:r>
      </w:smartTag>
      <w:r>
        <w:rPr>
          <w:b/>
          <w:sz w:val="28"/>
          <w:szCs w:val="28"/>
        </w:rPr>
        <w:t xml:space="preserve">       </w:t>
      </w:r>
      <w:r>
        <w:rPr>
          <w:b/>
          <w:sz w:val="28"/>
          <w:szCs w:val="28"/>
        </w:rPr>
        <w:tab/>
        <w:t>№ 14</w:t>
      </w:r>
    </w:p>
    <w:p w:rsidR="009C2540" w:rsidRPr="000C2FA7" w:rsidRDefault="009C2540" w:rsidP="00BB10C6">
      <w:pPr>
        <w:keepNext/>
        <w:tabs>
          <w:tab w:val="left" w:pos="7350"/>
        </w:tabs>
        <w:jc w:val="center"/>
        <w:rPr>
          <w:b/>
          <w:sz w:val="28"/>
          <w:szCs w:val="28"/>
        </w:rPr>
      </w:pPr>
      <w:r w:rsidRPr="000C2FA7">
        <w:rPr>
          <w:b/>
          <w:sz w:val="28"/>
          <w:szCs w:val="28"/>
        </w:rPr>
        <w:br/>
        <w:t>«О создани</w:t>
      </w:r>
      <w:r>
        <w:rPr>
          <w:b/>
          <w:sz w:val="28"/>
          <w:szCs w:val="28"/>
        </w:rPr>
        <w:t>и нештатном  аварийно-спасательном формировании</w:t>
      </w:r>
    </w:p>
    <w:p w:rsidR="009C2540" w:rsidRPr="000C2FA7" w:rsidRDefault="009C2540" w:rsidP="00BB10C6">
      <w:pPr>
        <w:keepNext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 Пичужинском </w:t>
      </w:r>
      <w:r w:rsidRPr="000C2FA7">
        <w:rPr>
          <w:b/>
          <w:sz w:val="28"/>
          <w:szCs w:val="28"/>
        </w:rPr>
        <w:t xml:space="preserve"> сельском поселении»</w:t>
      </w:r>
    </w:p>
    <w:p w:rsidR="009C2540" w:rsidRPr="006D309A" w:rsidRDefault="009C2540" w:rsidP="00BB10C6">
      <w:pPr>
        <w:keepNext/>
        <w:spacing w:line="360" w:lineRule="auto"/>
        <w:ind w:firstLine="709"/>
        <w:jc w:val="both"/>
      </w:pPr>
    </w:p>
    <w:p w:rsidR="009C2540" w:rsidRPr="000C2FA7" w:rsidRDefault="009C2540" w:rsidP="00BB10C6">
      <w:pPr>
        <w:keepNext/>
        <w:spacing w:line="360" w:lineRule="auto"/>
        <w:ind w:firstLine="709"/>
        <w:jc w:val="both"/>
        <w:rPr>
          <w:sz w:val="28"/>
          <w:szCs w:val="28"/>
        </w:rPr>
      </w:pPr>
      <w:bookmarkStart w:id="0" w:name="sub_1"/>
      <w:r w:rsidRPr="000C2FA7">
        <w:rPr>
          <w:sz w:val="28"/>
          <w:szCs w:val="28"/>
        </w:rPr>
        <w:t xml:space="preserve">В соответствии с Федеральным законом от 12 февраля </w:t>
      </w:r>
      <w:smartTag w:uri="urn:schemas-microsoft-com:office:smarttags" w:element="metricconverter">
        <w:smartTagPr>
          <w:attr w:name="ProductID" w:val="1998 г"/>
        </w:smartTagPr>
        <w:r w:rsidRPr="000C2FA7">
          <w:rPr>
            <w:sz w:val="28"/>
            <w:szCs w:val="28"/>
          </w:rPr>
          <w:t>1998 г</w:t>
        </w:r>
      </w:smartTag>
      <w:r w:rsidRPr="000C2FA7">
        <w:rPr>
          <w:sz w:val="28"/>
          <w:szCs w:val="28"/>
        </w:rPr>
        <w:t xml:space="preserve">. № 28-ФЗ «О гражданской обороне», постановлением Правительства Российской Федерации от 26 ноября </w:t>
      </w:r>
      <w:smartTag w:uri="urn:schemas-microsoft-com:office:smarttags" w:element="metricconverter">
        <w:smartTagPr>
          <w:attr w:name="ProductID" w:val="2007 г"/>
        </w:smartTagPr>
        <w:r w:rsidRPr="000C2FA7">
          <w:rPr>
            <w:sz w:val="28"/>
            <w:szCs w:val="28"/>
          </w:rPr>
          <w:t>2007 г</w:t>
        </w:r>
      </w:smartTag>
      <w:r w:rsidRPr="000C2FA7">
        <w:rPr>
          <w:sz w:val="28"/>
          <w:szCs w:val="28"/>
        </w:rPr>
        <w:t>. № 804 «Об утверждении Положения о гражданской обороне в Российской Федерации», приказом МЧС России от 14.11.2008 № 687 «Об утверждении Положения об организации и ведении гражданской обороны в муниципальных образованиях и организациях», постановляю:</w:t>
      </w:r>
    </w:p>
    <w:p w:rsidR="009C2540" w:rsidRPr="000C2FA7" w:rsidRDefault="009C2540" w:rsidP="00BB10C6">
      <w:pPr>
        <w:keepNext/>
        <w:spacing w:line="360" w:lineRule="auto"/>
        <w:ind w:firstLine="709"/>
        <w:jc w:val="both"/>
        <w:rPr>
          <w:sz w:val="28"/>
          <w:szCs w:val="28"/>
        </w:rPr>
      </w:pPr>
      <w:bookmarkStart w:id="1" w:name="sub_10"/>
      <w:r w:rsidRPr="000C2FA7">
        <w:rPr>
          <w:sz w:val="28"/>
          <w:szCs w:val="28"/>
        </w:rPr>
        <w:t>1. Ут</w:t>
      </w:r>
      <w:r>
        <w:rPr>
          <w:sz w:val="28"/>
          <w:szCs w:val="28"/>
        </w:rPr>
        <w:t>вердить прилагаемое положение об аварийно-спасательной службе  (формировании) согласно приложения 1.</w:t>
      </w:r>
    </w:p>
    <w:p w:rsidR="009C2540" w:rsidRPr="000C2FA7" w:rsidRDefault="009C2540" w:rsidP="00BB10C6">
      <w:pPr>
        <w:keepNext/>
        <w:spacing w:line="360" w:lineRule="auto"/>
        <w:ind w:firstLine="709"/>
        <w:jc w:val="both"/>
        <w:rPr>
          <w:sz w:val="28"/>
          <w:szCs w:val="28"/>
        </w:rPr>
      </w:pPr>
      <w:bookmarkStart w:id="2" w:name="sub_20"/>
      <w:bookmarkEnd w:id="1"/>
      <w:r w:rsidRPr="000C2FA7">
        <w:rPr>
          <w:sz w:val="28"/>
          <w:szCs w:val="28"/>
        </w:rPr>
        <w:t>2. Утвердить перече</w:t>
      </w:r>
      <w:r>
        <w:rPr>
          <w:sz w:val="28"/>
          <w:szCs w:val="28"/>
        </w:rPr>
        <w:t>нь аварийно-спасательных формирований</w:t>
      </w:r>
      <w:r w:rsidRPr="000C2FA7">
        <w:rPr>
          <w:sz w:val="28"/>
          <w:szCs w:val="28"/>
        </w:rPr>
        <w:t xml:space="preserve"> для обеспечения мероприятий по гражданской обороне и ликвидации последствий чрезвычайных ситуаций</w:t>
      </w:r>
      <w:r>
        <w:rPr>
          <w:sz w:val="28"/>
          <w:szCs w:val="28"/>
        </w:rPr>
        <w:t xml:space="preserve"> на территории Пичужинского</w:t>
      </w:r>
      <w:r w:rsidRPr="000C2FA7">
        <w:rPr>
          <w:sz w:val="28"/>
          <w:szCs w:val="28"/>
        </w:rPr>
        <w:t xml:space="preserve"> сельского поселения</w:t>
      </w:r>
      <w:r>
        <w:rPr>
          <w:sz w:val="28"/>
          <w:szCs w:val="28"/>
        </w:rPr>
        <w:t xml:space="preserve">  согласно приложения 2.</w:t>
      </w:r>
    </w:p>
    <w:bookmarkEnd w:id="2"/>
    <w:p w:rsidR="009C2540" w:rsidRPr="006D309A" w:rsidRDefault="009C2540" w:rsidP="00BB10C6">
      <w:pPr>
        <w:keepNext/>
        <w:spacing w:line="360" w:lineRule="auto"/>
        <w:ind w:firstLine="709"/>
        <w:jc w:val="both"/>
      </w:pPr>
      <w:r>
        <w:rPr>
          <w:sz w:val="28"/>
          <w:szCs w:val="28"/>
        </w:rPr>
        <w:t>3</w:t>
      </w:r>
      <w:r w:rsidRPr="000C2FA7">
        <w:rPr>
          <w:sz w:val="28"/>
          <w:szCs w:val="28"/>
        </w:rPr>
        <w:t>. Контроль за исполнением</w:t>
      </w:r>
      <w:r>
        <w:rPr>
          <w:sz w:val="28"/>
          <w:szCs w:val="28"/>
        </w:rPr>
        <w:t xml:space="preserve"> настоящего постановления оставляю за собой.</w:t>
      </w:r>
    </w:p>
    <w:p w:rsidR="009C2540" w:rsidRPr="006D309A" w:rsidRDefault="009C2540" w:rsidP="00BB10C6">
      <w:pPr>
        <w:keepNext/>
        <w:spacing w:line="360" w:lineRule="auto"/>
        <w:ind w:firstLine="709"/>
        <w:jc w:val="both"/>
      </w:pPr>
    </w:p>
    <w:p w:rsidR="009C2540" w:rsidRDefault="009C2540" w:rsidP="00BB10C6">
      <w:pPr>
        <w:keepNext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Пичужинского </w:t>
      </w:r>
    </w:p>
    <w:p w:rsidR="009C2540" w:rsidRPr="00B41457" w:rsidRDefault="009C2540" w:rsidP="00BB10C6">
      <w:pPr>
        <w:keepNext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сельского поселения: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Н.А. Климешов.</w:t>
      </w:r>
    </w:p>
    <w:p w:rsidR="009C2540" w:rsidRPr="006D309A" w:rsidRDefault="009C2540" w:rsidP="00BB10C6">
      <w:pPr>
        <w:keepNext/>
        <w:spacing w:line="360" w:lineRule="auto"/>
        <w:ind w:firstLine="709"/>
        <w:jc w:val="both"/>
      </w:pPr>
    </w:p>
    <w:p w:rsidR="009C2540" w:rsidRPr="006D309A" w:rsidRDefault="009C2540" w:rsidP="00BB10C6">
      <w:pPr>
        <w:keepNext/>
        <w:spacing w:line="360" w:lineRule="auto"/>
        <w:ind w:firstLine="709"/>
        <w:jc w:val="both"/>
      </w:pPr>
    </w:p>
    <w:p w:rsidR="009C2540" w:rsidRPr="006D309A" w:rsidRDefault="009C2540" w:rsidP="00BB10C6">
      <w:pPr>
        <w:keepNext/>
        <w:spacing w:line="360" w:lineRule="auto"/>
        <w:ind w:firstLine="709"/>
        <w:jc w:val="both"/>
      </w:pPr>
    </w:p>
    <w:bookmarkEnd w:id="0"/>
    <w:p w:rsidR="009C2540" w:rsidRPr="006D309A" w:rsidRDefault="009C2540" w:rsidP="00BB10C6">
      <w:pPr>
        <w:keepNext/>
        <w:spacing w:line="360" w:lineRule="auto"/>
        <w:ind w:firstLine="709"/>
        <w:jc w:val="both"/>
      </w:pPr>
    </w:p>
    <w:p w:rsidR="009C2540" w:rsidRPr="006D309A" w:rsidRDefault="009C2540" w:rsidP="00BB10C6">
      <w:pPr>
        <w:keepNext/>
        <w:ind w:firstLine="709"/>
        <w:jc w:val="right"/>
      </w:pPr>
      <w:r w:rsidRPr="006D309A">
        <w:br w:type="page"/>
        <w:t>Приложение № 1</w:t>
      </w:r>
    </w:p>
    <w:p w:rsidR="009C2540" w:rsidRPr="006D309A" w:rsidRDefault="009C2540" w:rsidP="00BB10C6">
      <w:pPr>
        <w:keepNext/>
        <w:ind w:firstLine="709"/>
        <w:jc w:val="right"/>
      </w:pPr>
      <w:r w:rsidRPr="006D309A">
        <w:t>к постановлению администрации</w:t>
      </w:r>
    </w:p>
    <w:p w:rsidR="009C2540" w:rsidRPr="006D309A" w:rsidRDefault="009C2540" w:rsidP="00BB10C6">
      <w:pPr>
        <w:keepNext/>
        <w:ind w:firstLine="709"/>
        <w:jc w:val="right"/>
      </w:pPr>
      <w:r>
        <w:t xml:space="preserve">Пичужинского </w:t>
      </w:r>
      <w:r w:rsidRPr="006D309A">
        <w:t>сельского поселения</w:t>
      </w:r>
      <w:r>
        <w:t xml:space="preserve"> </w:t>
      </w:r>
    </w:p>
    <w:p w:rsidR="009C2540" w:rsidRPr="006D309A" w:rsidRDefault="009C2540" w:rsidP="00BB10C6">
      <w:pPr>
        <w:keepNext/>
        <w:ind w:firstLine="709"/>
        <w:jc w:val="right"/>
      </w:pPr>
      <w:r>
        <w:t xml:space="preserve">от 05 марта </w:t>
      </w:r>
      <w:smartTag w:uri="urn:schemas-microsoft-com:office:smarttags" w:element="metricconverter">
        <w:smartTagPr>
          <w:attr w:name="ProductID" w:val="2018 г"/>
        </w:smartTagPr>
        <w:r>
          <w:t>2018 г</w:t>
        </w:r>
      </w:smartTag>
      <w:r>
        <w:t xml:space="preserve"> № 14</w:t>
      </w:r>
    </w:p>
    <w:p w:rsidR="009C2540" w:rsidRPr="006D309A" w:rsidRDefault="009C2540" w:rsidP="00BB10C6">
      <w:pPr>
        <w:keepNext/>
        <w:spacing w:line="360" w:lineRule="auto"/>
        <w:ind w:firstLine="709"/>
        <w:jc w:val="both"/>
      </w:pPr>
    </w:p>
    <w:p w:rsidR="009C2540" w:rsidRPr="00B41457" w:rsidRDefault="009C2540" w:rsidP="00BB10C6">
      <w:pPr>
        <w:keepNext/>
        <w:jc w:val="center"/>
        <w:rPr>
          <w:b/>
          <w:sz w:val="28"/>
          <w:szCs w:val="28"/>
        </w:rPr>
      </w:pPr>
      <w:r w:rsidRPr="00B41457">
        <w:rPr>
          <w:b/>
          <w:sz w:val="28"/>
          <w:szCs w:val="28"/>
        </w:rPr>
        <w:t>Положение</w:t>
      </w:r>
      <w:r w:rsidRPr="00B41457">
        <w:rPr>
          <w:b/>
          <w:sz w:val="28"/>
          <w:szCs w:val="28"/>
        </w:rPr>
        <w:br/>
        <w:t>об аварийно-спасательной службе (формировании)</w:t>
      </w:r>
      <w:r>
        <w:rPr>
          <w:b/>
          <w:sz w:val="28"/>
          <w:szCs w:val="28"/>
        </w:rPr>
        <w:t xml:space="preserve"> Пичужинского </w:t>
      </w:r>
      <w:r w:rsidRPr="00B41457">
        <w:rPr>
          <w:b/>
          <w:sz w:val="28"/>
          <w:szCs w:val="28"/>
        </w:rPr>
        <w:t xml:space="preserve"> сельского поселения</w:t>
      </w:r>
      <w:r w:rsidRPr="00B41457">
        <w:rPr>
          <w:b/>
          <w:sz w:val="28"/>
          <w:szCs w:val="28"/>
        </w:rPr>
        <w:br/>
      </w:r>
    </w:p>
    <w:p w:rsidR="009C2540" w:rsidRPr="00B41457" w:rsidRDefault="009C2540" w:rsidP="00BB10C6">
      <w:pPr>
        <w:keepNext/>
        <w:spacing w:line="336" w:lineRule="auto"/>
        <w:ind w:firstLine="709"/>
        <w:jc w:val="both"/>
        <w:rPr>
          <w:sz w:val="28"/>
          <w:szCs w:val="28"/>
        </w:rPr>
      </w:pPr>
      <w:r w:rsidRPr="00B41457">
        <w:rPr>
          <w:sz w:val="28"/>
          <w:szCs w:val="28"/>
        </w:rPr>
        <w:t xml:space="preserve">1. В соответствии с Федеральным Законом от 22 августа </w:t>
      </w:r>
      <w:smartTag w:uri="urn:schemas-microsoft-com:office:smarttags" w:element="metricconverter">
        <w:smartTagPr>
          <w:attr w:name="ProductID" w:val="1995 г"/>
        </w:smartTagPr>
        <w:r w:rsidRPr="00B41457">
          <w:rPr>
            <w:sz w:val="28"/>
            <w:szCs w:val="28"/>
          </w:rPr>
          <w:t>1995 г</w:t>
        </w:r>
      </w:smartTag>
      <w:r w:rsidRPr="00B41457">
        <w:rPr>
          <w:sz w:val="28"/>
          <w:szCs w:val="28"/>
        </w:rPr>
        <w:t>. № 151-ФЗ «Об аварийно-спасательных службах и статусе спасателей», настоящее Положение:</w:t>
      </w:r>
    </w:p>
    <w:p w:rsidR="009C2540" w:rsidRPr="00B41457" w:rsidRDefault="009C2540" w:rsidP="00BB10C6">
      <w:pPr>
        <w:keepNext/>
        <w:spacing w:line="336" w:lineRule="auto"/>
        <w:ind w:firstLine="709"/>
        <w:jc w:val="both"/>
        <w:rPr>
          <w:sz w:val="28"/>
          <w:szCs w:val="28"/>
        </w:rPr>
      </w:pPr>
      <w:r w:rsidRPr="00B41457">
        <w:rPr>
          <w:sz w:val="28"/>
          <w:szCs w:val="28"/>
        </w:rPr>
        <w:t>определяет общие организационно-правовые и экономические основы создани</w:t>
      </w:r>
      <w:r>
        <w:rPr>
          <w:sz w:val="28"/>
          <w:szCs w:val="28"/>
        </w:rPr>
        <w:t>я аварийно-спасательных служб (</w:t>
      </w:r>
      <w:r w:rsidRPr="00B41457">
        <w:rPr>
          <w:sz w:val="28"/>
          <w:szCs w:val="28"/>
        </w:rPr>
        <w:t xml:space="preserve">формирований) на территории  </w:t>
      </w:r>
      <w:r>
        <w:rPr>
          <w:sz w:val="28"/>
          <w:szCs w:val="28"/>
        </w:rPr>
        <w:t>Пичужинского</w:t>
      </w:r>
      <w:r w:rsidRPr="00B41457">
        <w:rPr>
          <w:sz w:val="28"/>
          <w:szCs w:val="28"/>
        </w:rPr>
        <w:t xml:space="preserve"> сельского поселения; </w:t>
      </w:r>
    </w:p>
    <w:p w:rsidR="009C2540" w:rsidRPr="00B41457" w:rsidRDefault="009C2540" w:rsidP="00BB10C6">
      <w:pPr>
        <w:keepNext/>
        <w:spacing w:line="336" w:lineRule="auto"/>
        <w:ind w:firstLine="709"/>
        <w:jc w:val="both"/>
        <w:rPr>
          <w:sz w:val="28"/>
          <w:szCs w:val="28"/>
        </w:rPr>
      </w:pPr>
      <w:r w:rsidRPr="00B41457">
        <w:rPr>
          <w:sz w:val="28"/>
          <w:szCs w:val="28"/>
        </w:rPr>
        <w:t>устанавливает права, обязанности и ответственность спасателей, определяет основы государственной политики в области правовой и социальной защиты спасателей.</w:t>
      </w:r>
    </w:p>
    <w:p w:rsidR="009C2540" w:rsidRPr="00B41457" w:rsidRDefault="009C2540" w:rsidP="00BB10C6">
      <w:pPr>
        <w:keepNext/>
        <w:spacing w:line="336" w:lineRule="auto"/>
        <w:ind w:firstLine="709"/>
        <w:jc w:val="both"/>
        <w:rPr>
          <w:sz w:val="28"/>
          <w:szCs w:val="28"/>
        </w:rPr>
      </w:pPr>
      <w:r w:rsidRPr="00B41457">
        <w:rPr>
          <w:sz w:val="28"/>
          <w:szCs w:val="28"/>
        </w:rPr>
        <w:t>2. Аварийно-спасательная служба (далее - АСС) - это совокупность органов управления, сил и средств предназначенных для решения задач по предупреждению и ликвидации чрезвычайных ситуаций, функционально объединенных в единую систему, основу которой составляют аварийно-спасательные формирования. Личный состав АСС это спасатели подготовленные и аттестованные на проведение аварийно-спасательных работ.</w:t>
      </w:r>
    </w:p>
    <w:p w:rsidR="009C2540" w:rsidRPr="00B41457" w:rsidRDefault="009C2540" w:rsidP="00BB10C6">
      <w:pPr>
        <w:keepNext/>
        <w:spacing w:line="336" w:lineRule="auto"/>
        <w:ind w:firstLine="709"/>
        <w:jc w:val="both"/>
        <w:rPr>
          <w:sz w:val="28"/>
          <w:szCs w:val="28"/>
        </w:rPr>
      </w:pPr>
      <w:bookmarkStart w:id="3" w:name="sub_559418360"/>
      <w:r w:rsidRPr="00B41457">
        <w:rPr>
          <w:sz w:val="28"/>
          <w:szCs w:val="28"/>
        </w:rPr>
        <w:t>3. Аварийно-спасательное формирование (далее - АСФ) - это самостоятельная или входящая в состав АСС структура, предназначенная для проведения аварийно-спасательных работ, основу которой составляют подразделение спасателей, оснащенные  специальными техникой, оборудованием, снаряжением, инструментами и материалами.</w:t>
      </w:r>
    </w:p>
    <w:bookmarkEnd w:id="3"/>
    <w:p w:rsidR="009C2540" w:rsidRPr="00B41457" w:rsidRDefault="009C2540" w:rsidP="00BB10C6">
      <w:pPr>
        <w:keepNext/>
        <w:spacing w:line="336" w:lineRule="auto"/>
        <w:ind w:firstLine="709"/>
        <w:jc w:val="both"/>
        <w:rPr>
          <w:sz w:val="28"/>
          <w:szCs w:val="28"/>
        </w:rPr>
      </w:pPr>
      <w:r w:rsidRPr="00B41457">
        <w:rPr>
          <w:sz w:val="28"/>
          <w:szCs w:val="28"/>
        </w:rPr>
        <w:t>Аварийно-спасательная служба должна быть оснащена специализированными средствами связи и управления, техникой, оборудованием, снаряжением, имуществом и материалами.</w:t>
      </w:r>
    </w:p>
    <w:p w:rsidR="009C2540" w:rsidRPr="00B41457" w:rsidRDefault="009C2540" w:rsidP="00BB10C6">
      <w:pPr>
        <w:keepNext/>
        <w:spacing w:line="336" w:lineRule="auto"/>
        <w:ind w:firstLine="709"/>
        <w:jc w:val="both"/>
        <w:rPr>
          <w:sz w:val="28"/>
          <w:szCs w:val="28"/>
        </w:rPr>
      </w:pPr>
      <w:bookmarkStart w:id="4" w:name="sub_559420480"/>
      <w:r w:rsidRPr="00B41457">
        <w:rPr>
          <w:sz w:val="28"/>
          <w:szCs w:val="28"/>
        </w:rPr>
        <w:t xml:space="preserve">4. Правовыми основами создания и деятельности АСС с деятельности спасателей является Конституция Российской Федерации, Федеральный закон от 22 августа </w:t>
      </w:r>
      <w:smartTag w:uri="urn:schemas-microsoft-com:office:smarttags" w:element="metricconverter">
        <w:smartTagPr>
          <w:attr w:name="ProductID" w:val="1995 г"/>
        </w:smartTagPr>
        <w:r w:rsidRPr="00B41457">
          <w:rPr>
            <w:sz w:val="28"/>
            <w:szCs w:val="28"/>
          </w:rPr>
          <w:t>1995 г</w:t>
        </w:r>
      </w:smartTag>
      <w:r w:rsidRPr="00B41457">
        <w:rPr>
          <w:sz w:val="28"/>
          <w:szCs w:val="28"/>
        </w:rPr>
        <w:t xml:space="preserve">. № 151-ФЗ «Об аварийно-спасательных службах и статусе спасателей», Федеральный закон «О защите населения и территорий от чрезвычайных ситуации природного и техногенного характера», правовые акты органа местного самоуправления в пределах своих полномочий, регулирующие вопросы создания и деятельности аварийно-спасательных служб и деятельности спасателей. </w:t>
      </w:r>
    </w:p>
    <w:bookmarkEnd w:id="4"/>
    <w:p w:rsidR="009C2540" w:rsidRPr="00B41457" w:rsidRDefault="009C2540" w:rsidP="00BB10C6">
      <w:pPr>
        <w:keepNext/>
        <w:spacing w:line="336" w:lineRule="auto"/>
        <w:ind w:firstLine="709"/>
        <w:jc w:val="both"/>
        <w:rPr>
          <w:sz w:val="28"/>
          <w:szCs w:val="28"/>
        </w:rPr>
      </w:pPr>
      <w:r w:rsidRPr="00B41457">
        <w:rPr>
          <w:sz w:val="28"/>
          <w:szCs w:val="28"/>
        </w:rPr>
        <w:t>5. Основными задачами аварийно-спасательной службы являются:</w:t>
      </w:r>
    </w:p>
    <w:p w:rsidR="009C2540" w:rsidRPr="00B41457" w:rsidRDefault="009C2540" w:rsidP="00BB10C6">
      <w:pPr>
        <w:keepNext/>
        <w:spacing w:line="336" w:lineRule="auto"/>
        <w:ind w:firstLine="709"/>
        <w:jc w:val="both"/>
        <w:rPr>
          <w:sz w:val="28"/>
          <w:szCs w:val="28"/>
        </w:rPr>
      </w:pPr>
      <w:r w:rsidRPr="00B41457">
        <w:rPr>
          <w:sz w:val="28"/>
          <w:szCs w:val="28"/>
        </w:rPr>
        <w:t>- поддержание органов управления, сил и средств аварийно-спасательной службы в постоянной готовности к выдвижению в зоны чрезвычайных ситуаций и проведению работ по ликвидации чрезвычайных ситуаций;</w:t>
      </w:r>
    </w:p>
    <w:p w:rsidR="009C2540" w:rsidRPr="00B41457" w:rsidRDefault="009C2540" w:rsidP="00BB10C6">
      <w:pPr>
        <w:keepNext/>
        <w:spacing w:line="336" w:lineRule="auto"/>
        <w:ind w:firstLine="709"/>
        <w:jc w:val="both"/>
        <w:rPr>
          <w:sz w:val="28"/>
          <w:szCs w:val="28"/>
        </w:rPr>
      </w:pPr>
      <w:r w:rsidRPr="00B41457">
        <w:rPr>
          <w:sz w:val="28"/>
          <w:szCs w:val="28"/>
        </w:rPr>
        <w:t>- контроль за готовностью обслуживаемых объектов и территорий к проведению на них работ по ликвидации чрезвычайных ситуаций;</w:t>
      </w:r>
    </w:p>
    <w:p w:rsidR="009C2540" w:rsidRPr="00B41457" w:rsidRDefault="009C2540" w:rsidP="00BB10C6">
      <w:pPr>
        <w:keepNext/>
        <w:spacing w:line="336" w:lineRule="auto"/>
        <w:ind w:firstLine="709"/>
        <w:jc w:val="both"/>
        <w:rPr>
          <w:sz w:val="28"/>
          <w:szCs w:val="28"/>
        </w:rPr>
      </w:pPr>
      <w:r w:rsidRPr="00B41457">
        <w:rPr>
          <w:sz w:val="28"/>
          <w:szCs w:val="28"/>
        </w:rPr>
        <w:t>- ликвидация чрезвычайных ситуаций на обслуживаемых объектах и территориях;</w:t>
      </w:r>
    </w:p>
    <w:p w:rsidR="009C2540" w:rsidRPr="00B41457" w:rsidRDefault="009C2540" w:rsidP="00BB10C6">
      <w:pPr>
        <w:keepNext/>
        <w:spacing w:line="336" w:lineRule="auto"/>
        <w:ind w:firstLine="709"/>
        <w:jc w:val="both"/>
        <w:rPr>
          <w:sz w:val="28"/>
          <w:szCs w:val="28"/>
        </w:rPr>
      </w:pPr>
      <w:r w:rsidRPr="00B41457">
        <w:rPr>
          <w:sz w:val="28"/>
          <w:szCs w:val="28"/>
        </w:rPr>
        <w:t>- участие в разработке планов предупреждения и ликвидации чрезвычайных ситуаций на обслуживаемых объектах и территориях;</w:t>
      </w:r>
    </w:p>
    <w:p w:rsidR="009C2540" w:rsidRPr="00B41457" w:rsidRDefault="009C2540" w:rsidP="00BB10C6">
      <w:pPr>
        <w:keepNext/>
        <w:spacing w:line="336" w:lineRule="auto"/>
        <w:ind w:firstLine="709"/>
        <w:jc w:val="both"/>
        <w:rPr>
          <w:sz w:val="28"/>
          <w:szCs w:val="28"/>
        </w:rPr>
      </w:pPr>
      <w:r w:rsidRPr="00B41457">
        <w:rPr>
          <w:sz w:val="28"/>
          <w:szCs w:val="28"/>
        </w:rPr>
        <w:t>- пропаганда знаний в области защиты населения и территорий от чрезвычайных ситуаций и подготовка населения и работников организаций к действиям в условиях чрезвычайных ситуаций.</w:t>
      </w:r>
    </w:p>
    <w:p w:rsidR="009C2540" w:rsidRPr="00B41457" w:rsidRDefault="009C2540" w:rsidP="00BB10C6">
      <w:pPr>
        <w:keepNext/>
        <w:spacing w:line="336" w:lineRule="auto"/>
        <w:ind w:firstLine="709"/>
        <w:jc w:val="both"/>
        <w:rPr>
          <w:sz w:val="28"/>
          <w:szCs w:val="28"/>
        </w:rPr>
      </w:pPr>
      <w:r w:rsidRPr="00B41457">
        <w:rPr>
          <w:sz w:val="28"/>
          <w:szCs w:val="28"/>
        </w:rPr>
        <w:t>6. В соответствии с законодательством Российской Федерации аварийно-спасательные службы, аварийно-спасательные формирования могут создаваться:</w:t>
      </w:r>
    </w:p>
    <w:p w:rsidR="009C2540" w:rsidRPr="00B41457" w:rsidRDefault="009C2540" w:rsidP="00BB10C6">
      <w:pPr>
        <w:keepNext/>
        <w:spacing w:line="336" w:lineRule="auto"/>
        <w:ind w:firstLine="709"/>
        <w:jc w:val="both"/>
        <w:rPr>
          <w:sz w:val="28"/>
          <w:szCs w:val="28"/>
        </w:rPr>
      </w:pPr>
      <w:r w:rsidRPr="00B41457">
        <w:rPr>
          <w:sz w:val="28"/>
          <w:szCs w:val="28"/>
        </w:rPr>
        <w:t>- на постоянной штатной основе - профессиональная аварийно-спасательная служба;</w:t>
      </w:r>
    </w:p>
    <w:p w:rsidR="009C2540" w:rsidRPr="00B41457" w:rsidRDefault="009C2540" w:rsidP="00BB10C6">
      <w:pPr>
        <w:keepNext/>
        <w:spacing w:line="336" w:lineRule="auto"/>
        <w:ind w:firstLine="709"/>
        <w:jc w:val="both"/>
        <w:rPr>
          <w:sz w:val="28"/>
          <w:szCs w:val="28"/>
        </w:rPr>
      </w:pPr>
      <w:r w:rsidRPr="00B41457">
        <w:rPr>
          <w:sz w:val="28"/>
          <w:szCs w:val="28"/>
        </w:rPr>
        <w:t>- на нештатной основе - нештатные аварийно-спасательные формирования;</w:t>
      </w:r>
    </w:p>
    <w:p w:rsidR="009C2540" w:rsidRPr="00B41457" w:rsidRDefault="009C2540" w:rsidP="00BB10C6">
      <w:pPr>
        <w:keepNext/>
        <w:spacing w:line="336" w:lineRule="auto"/>
        <w:ind w:firstLine="709"/>
        <w:jc w:val="both"/>
        <w:rPr>
          <w:sz w:val="28"/>
          <w:szCs w:val="28"/>
        </w:rPr>
      </w:pPr>
      <w:r w:rsidRPr="00B41457">
        <w:rPr>
          <w:sz w:val="28"/>
          <w:szCs w:val="28"/>
        </w:rPr>
        <w:t>- на общественных началах - общественные аварийно-спасательные формирования.</w:t>
      </w:r>
    </w:p>
    <w:p w:rsidR="009C2540" w:rsidRPr="00B41457" w:rsidRDefault="009C2540" w:rsidP="00BB10C6">
      <w:pPr>
        <w:keepNext/>
        <w:spacing w:line="336" w:lineRule="auto"/>
        <w:ind w:firstLine="709"/>
        <w:jc w:val="both"/>
        <w:rPr>
          <w:sz w:val="28"/>
          <w:szCs w:val="28"/>
        </w:rPr>
      </w:pPr>
      <w:r w:rsidRPr="00B41457">
        <w:rPr>
          <w:sz w:val="28"/>
          <w:szCs w:val="28"/>
        </w:rPr>
        <w:t>Профессиональная АСС создается в сельском поселении по решению органа местного самоуправления.</w:t>
      </w:r>
    </w:p>
    <w:p w:rsidR="009C2540" w:rsidRPr="00B41457" w:rsidRDefault="009C2540" w:rsidP="00BB10C6">
      <w:pPr>
        <w:keepNext/>
        <w:spacing w:line="336" w:lineRule="auto"/>
        <w:ind w:firstLine="709"/>
        <w:jc w:val="both"/>
        <w:rPr>
          <w:sz w:val="28"/>
          <w:szCs w:val="28"/>
        </w:rPr>
      </w:pPr>
      <w:r w:rsidRPr="00B41457">
        <w:rPr>
          <w:sz w:val="28"/>
          <w:szCs w:val="28"/>
        </w:rPr>
        <w:t>Нештатные аварийно-спасательные формирования создаются организациями из числа своих работников.</w:t>
      </w:r>
    </w:p>
    <w:p w:rsidR="009C2540" w:rsidRPr="00B41457" w:rsidRDefault="009C2540" w:rsidP="00BB10C6">
      <w:pPr>
        <w:keepNext/>
        <w:spacing w:line="336" w:lineRule="auto"/>
        <w:ind w:firstLine="709"/>
        <w:jc w:val="both"/>
        <w:rPr>
          <w:sz w:val="28"/>
          <w:szCs w:val="28"/>
        </w:rPr>
      </w:pPr>
      <w:r w:rsidRPr="00B41457">
        <w:rPr>
          <w:sz w:val="28"/>
          <w:szCs w:val="28"/>
        </w:rPr>
        <w:t>Общественные аварийно-спасательные формирования создаются общественными объединениями, уставными задачами которых является участие в проведении работ по ликвидации чрезвычайных ситуаций.</w:t>
      </w:r>
    </w:p>
    <w:p w:rsidR="009C2540" w:rsidRPr="00B41457" w:rsidRDefault="009C2540" w:rsidP="00BB10C6">
      <w:pPr>
        <w:keepNext/>
        <w:spacing w:line="336" w:lineRule="auto"/>
        <w:ind w:firstLine="709"/>
        <w:jc w:val="both"/>
        <w:rPr>
          <w:sz w:val="28"/>
          <w:szCs w:val="28"/>
        </w:rPr>
      </w:pPr>
      <w:bookmarkStart w:id="5" w:name="sub_107"/>
      <w:r w:rsidRPr="00B41457">
        <w:rPr>
          <w:sz w:val="28"/>
          <w:szCs w:val="28"/>
        </w:rPr>
        <w:t>7. Состав и структуры аварийно-спасательных служб и аварийно-спасательных формирований определяют создающие их органы местного самоуправления, организации, общественные объединения.</w:t>
      </w:r>
    </w:p>
    <w:bookmarkEnd w:id="5"/>
    <w:p w:rsidR="009C2540" w:rsidRPr="00B41457" w:rsidRDefault="009C2540" w:rsidP="00BB10C6">
      <w:pPr>
        <w:keepNext/>
        <w:spacing w:line="336" w:lineRule="auto"/>
        <w:ind w:firstLine="709"/>
        <w:jc w:val="both"/>
        <w:rPr>
          <w:sz w:val="28"/>
          <w:szCs w:val="28"/>
        </w:rPr>
      </w:pPr>
      <w:r w:rsidRPr="00B41457">
        <w:rPr>
          <w:sz w:val="28"/>
          <w:szCs w:val="28"/>
        </w:rPr>
        <w:t>В состав аварийно-спасательных служб входят органы управления указанных служб, аварийно-спасательные формирования и иные формирования, обеспечивающие решение стоящих перед аварийно-спасательными службами задач.</w:t>
      </w:r>
    </w:p>
    <w:p w:rsidR="009C2540" w:rsidRPr="00B41457" w:rsidRDefault="009C2540" w:rsidP="00BB10C6">
      <w:pPr>
        <w:keepNext/>
        <w:spacing w:line="336" w:lineRule="auto"/>
        <w:ind w:firstLine="709"/>
        <w:jc w:val="both"/>
        <w:rPr>
          <w:sz w:val="28"/>
          <w:szCs w:val="28"/>
        </w:rPr>
      </w:pPr>
      <w:bookmarkStart w:id="6" w:name="sub_108"/>
      <w:r w:rsidRPr="00B41457">
        <w:rPr>
          <w:sz w:val="28"/>
          <w:szCs w:val="28"/>
        </w:rPr>
        <w:t>8. Комплектование АСС с АСФ осуществляется на добровольной основе. В профессиональные АСС, АСФ на должность спасателей, в образовательные учреждения по подготовке спасателей для обучения принимаются граждане, имеющие среднее (полное) общее образование признанные при медицинском освидетельствовании годными к работе спасателями. При приеме граждан в профессиональные АСС и АСФ на должность спасателей с ними заключается трудовой договор (контракт).</w:t>
      </w:r>
    </w:p>
    <w:p w:rsidR="009C2540" w:rsidRPr="00B41457" w:rsidRDefault="009C2540" w:rsidP="00BB10C6">
      <w:pPr>
        <w:keepNext/>
        <w:spacing w:line="336" w:lineRule="auto"/>
        <w:ind w:firstLine="709"/>
        <w:jc w:val="both"/>
        <w:rPr>
          <w:sz w:val="28"/>
          <w:szCs w:val="28"/>
        </w:rPr>
      </w:pPr>
      <w:bookmarkStart w:id="7" w:name="sub_109"/>
      <w:bookmarkEnd w:id="6"/>
      <w:r w:rsidRPr="00B41457">
        <w:rPr>
          <w:sz w:val="28"/>
          <w:szCs w:val="28"/>
        </w:rPr>
        <w:t>9. Все АСС и АСФ подлежат обязательной регистрации, которая осуществляется в установленном порядке органами местного самоуправления, специально уполномоченные на решение задач в области защиты населения и территорий от чрезвычайных ситуаций, в соответствии со своими полномочиями.</w:t>
      </w:r>
    </w:p>
    <w:bookmarkEnd w:id="7"/>
    <w:p w:rsidR="009C2540" w:rsidRPr="00B41457" w:rsidRDefault="009C2540" w:rsidP="00BB10C6">
      <w:pPr>
        <w:keepNext/>
        <w:spacing w:line="336" w:lineRule="auto"/>
        <w:ind w:firstLine="709"/>
        <w:jc w:val="both"/>
        <w:rPr>
          <w:sz w:val="28"/>
          <w:szCs w:val="28"/>
        </w:rPr>
      </w:pPr>
      <w:r w:rsidRPr="00B41457">
        <w:rPr>
          <w:sz w:val="28"/>
          <w:szCs w:val="28"/>
        </w:rPr>
        <w:t>10. Все АСС и АСФ подлежат аттестации в порядке, устанавливаемом Правительством Российской Федерации. АСС и АСФ не прошедшие аттестацию или не подтвердившие в ходе проверок свою готовность к реагированию на чрезвычайные ситуации к проведению аварийно-спасательных работ не привлекаются.</w:t>
      </w:r>
    </w:p>
    <w:p w:rsidR="009C2540" w:rsidRPr="00B41457" w:rsidRDefault="009C2540" w:rsidP="00BB10C6">
      <w:pPr>
        <w:keepNext/>
        <w:spacing w:line="336" w:lineRule="auto"/>
        <w:ind w:firstLine="709"/>
        <w:jc w:val="both"/>
        <w:rPr>
          <w:sz w:val="28"/>
          <w:szCs w:val="28"/>
        </w:rPr>
      </w:pPr>
      <w:r w:rsidRPr="00B41457">
        <w:rPr>
          <w:sz w:val="28"/>
          <w:szCs w:val="28"/>
        </w:rPr>
        <w:t>11. Привлечение АСС и АСФ к ликвидации чрезвычайных ситуаций осуществляется:</w:t>
      </w:r>
    </w:p>
    <w:p w:rsidR="009C2540" w:rsidRPr="00B41457" w:rsidRDefault="009C2540" w:rsidP="00BB10C6">
      <w:pPr>
        <w:keepNext/>
        <w:spacing w:line="336" w:lineRule="auto"/>
        <w:ind w:firstLine="709"/>
        <w:jc w:val="both"/>
        <w:rPr>
          <w:sz w:val="28"/>
          <w:szCs w:val="28"/>
        </w:rPr>
      </w:pPr>
      <w:r w:rsidRPr="00B41457">
        <w:rPr>
          <w:sz w:val="28"/>
          <w:szCs w:val="28"/>
        </w:rPr>
        <w:t>- в соответствии с планами предупреждения и ликвидации чрезвычайных ситуаций объектов и территорий;</w:t>
      </w:r>
    </w:p>
    <w:p w:rsidR="009C2540" w:rsidRPr="00B41457" w:rsidRDefault="009C2540" w:rsidP="00BB10C6">
      <w:pPr>
        <w:keepNext/>
        <w:spacing w:line="336" w:lineRule="auto"/>
        <w:ind w:firstLine="709"/>
        <w:jc w:val="both"/>
        <w:rPr>
          <w:sz w:val="28"/>
          <w:szCs w:val="28"/>
        </w:rPr>
      </w:pPr>
      <w:r w:rsidRPr="00B41457">
        <w:rPr>
          <w:sz w:val="28"/>
          <w:szCs w:val="28"/>
        </w:rPr>
        <w:t>- в соответствии с планами взаимодействия при ликвидации чрезвычайных ситуаций на других объектах и территориях;</w:t>
      </w:r>
    </w:p>
    <w:p w:rsidR="009C2540" w:rsidRPr="00B41457" w:rsidRDefault="009C2540" w:rsidP="00BB10C6">
      <w:pPr>
        <w:keepNext/>
        <w:spacing w:line="336" w:lineRule="auto"/>
        <w:ind w:firstLine="709"/>
        <w:jc w:val="both"/>
        <w:rPr>
          <w:sz w:val="28"/>
          <w:szCs w:val="28"/>
        </w:rPr>
      </w:pPr>
      <w:r w:rsidRPr="00B41457">
        <w:rPr>
          <w:sz w:val="28"/>
          <w:szCs w:val="28"/>
        </w:rPr>
        <w:t>- установленным порядком действий при возникновении и развитии чрезвычайных ситуаций;</w:t>
      </w:r>
    </w:p>
    <w:p w:rsidR="009C2540" w:rsidRPr="00B41457" w:rsidRDefault="009C2540" w:rsidP="00BB10C6">
      <w:pPr>
        <w:keepNext/>
        <w:spacing w:line="336" w:lineRule="auto"/>
        <w:ind w:firstLine="709"/>
        <w:jc w:val="both"/>
        <w:rPr>
          <w:sz w:val="28"/>
          <w:szCs w:val="28"/>
        </w:rPr>
      </w:pPr>
      <w:r w:rsidRPr="00B41457">
        <w:rPr>
          <w:sz w:val="28"/>
          <w:szCs w:val="28"/>
        </w:rPr>
        <w:t>- по решению уполномоченных на то должностных лиц органов местного самоуправления, организаций и общественных объединений, осуществляющих руководство деятельностью указанных АСС и АСФ.</w:t>
      </w:r>
    </w:p>
    <w:p w:rsidR="009C2540" w:rsidRDefault="009C2540" w:rsidP="006F0827">
      <w:pPr>
        <w:keepNext/>
        <w:spacing w:line="336" w:lineRule="auto"/>
        <w:ind w:firstLine="709"/>
        <w:jc w:val="both"/>
        <w:rPr>
          <w:sz w:val="28"/>
          <w:szCs w:val="28"/>
        </w:rPr>
      </w:pPr>
      <w:r w:rsidRPr="00B41457">
        <w:rPr>
          <w:sz w:val="28"/>
          <w:szCs w:val="28"/>
        </w:rPr>
        <w:t>12. Руководство всеми силами и средствами, привлеченными к ликвидации чрезвычайных ситуаций и организацию их взаимодействия осуществляют руководители ликвидации ЧС. Руководители АСС и АСФ прибывшие в зоны ЧС первыми, принимают на себя полномочия руководителей ликвидации ЧС и исполняют их до прибытия руководителей ликвидации ЧС. В случае крайней необходимости руководители ликвидации ЧС вправе п</w:t>
      </w:r>
      <w:r>
        <w:rPr>
          <w:sz w:val="28"/>
          <w:szCs w:val="28"/>
        </w:rPr>
        <w:t>ринимать самостоятельно решения.</w:t>
      </w:r>
    </w:p>
    <w:p w:rsidR="009C2540" w:rsidRPr="00B41457" w:rsidRDefault="009C2540" w:rsidP="00BB10C6">
      <w:pPr>
        <w:keepNext/>
        <w:spacing w:line="336" w:lineRule="auto"/>
        <w:ind w:firstLine="709"/>
        <w:jc w:val="both"/>
        <w:rPr>
          <w:sz w:val="28"/>
          <w:szCs w:val="28"/>
        </w:rPr>
      </w:pPr>
      <w:r w:rsidRPr="00B41457">
        <w:rPr>
          <w:sz w:val="28"/>
          <w:szCs w:val="28"/>
        </w:rPr>
        <w:t>- о проведении эвакуации;</w:t>
      </w:r>
    </w:p>
    <w:p w:rsidR="009C2540" w:rsidRPr="00B41457" w:rsidRDefault="009C2540" w:rsidP="00BB10C6">
      <w:pPr>
        <w:keepNext/>
        <w:spacing w:line="336" w:lineRule="auto"/>
        <w:ind w:firstLine="709"/>
        <w:jc w:val="both"/>
        <w:rPr>
          <w:sz w:val="28"/>
          <w:szCs w:val="28"/>
        </w:rPr>
      </w:pPr>
      <w:r w:rsidRPr="00B41457">
        <w:rPr>
          <w:sz w:val="28"/>
          <w:szCs w:val="28"/>
        </w:rPr>
        <w:t>- об остановке деятельности организаций, находящихся в зоне ЧС;</w:t>
      </w:r>
    </w:p>
    <w:p w:rsidR="009C2540" w:rsidRPr="00B41457" w:rsidRDefault="009C2540" w:rsidP="00BB10C6">
      <w:pPr>
        <w:keepNext/>
        <w:spacing w:line="336" w:lineRule="auto"/>
        <w:ind w:firstLine="709"/>
        <w:jc w:val="both"/>
        <w:rPr>
          <w:sz w:val="28"/>
          <w:szCs w:val="28"/>
        </w:rPr>
      </w:pPr>
      <w:r w:rsidRPr="00B41457">
        <w:rPr>
          <w:sz w:val="28"/>
          <w:szCs w:val="28"/>
        </w:rPr>
        <w:t>- об организации доступа людей в зоны ЧС;</w:t>
      </w:r>
    </w:p>
    <w:p w:rsidR="009C2540" w:rsidRPr="00B41457" w:rsidRDefault="009C2540" w:rsidP="00BB10C6">
      <w:pPr>
        <w:keepNext/>
        <w:spacing w:line="336" w:lineRule="auto"/>
        <w:ind w:firstLine="709"/>
        <w:jc w:val="both"/>
        <w:rPr>
          <w:sz w:val="28"/>
          <w:szCs w:val="28"/>
        </w:rPr>
      </w:pPr>
      <w:r w:rsidRPr="00B41457">
        <w:rPr>
          <w:sz w:val="28"/>
          <w:szCs w:val="28"/>
        </w:rPr>
        <w:t>- о привлечении к проведению работ по ликвидации ЧС нештатных и общественных аварийно-спасательных формирований;</w:t>
      </w:r>
    </w:p>
    <w:p w:rsidR="009C2540" w:rsidRPr="00B41457" w:rsidRDefault="009C2540" w:rsidP="00BB10C6">
      <w:pPr>
        <w:keepNext/>
        <w:spacing w:line="336" w:lineRule="auto"/>
        <w:ind w:firstLine="709"/>
        <w:jc w:val="both"/>
        <w:rPr>
          <w:sz w:val="28"/>
          <w:szCs w:val="28"/>
        </w:rPr>
      </w:pPr>
      <w:r w:rsidRPr="00B41457">
        <w:rPr>
          <w:sz w:val="28"/>
          <w:szCs w:val="28"/>
        </w:rPr>
        <w:t>- о привлечении на добровольной основе населения к проведению неотложных работ, а также отдельных граждан, не являющихся спасателями, с их согласия к проведению АСР.</w:t>
      </w:r>
    </w:p>
    <w:p w:rsidR="009C2540" w:rsidRPr="00B41457" w:rsidRDefault="009C2540" w:rsidP="00BB10C6">
      <w:pPr>
        <w:keepNext/>
        <w:spacing w:line="336" w:lineRule="auto"/>
        <w:ind w:firstLine="709"/>
        <w:jc w:val="both"/>
        <w:rPr>
          <w:sz w:val="28"/>
          <w:szCs w:val="28"/>
        </w:rPr>
      </w:pPr>
      <w:r w:rsidRPr="00B41457">
        <w:rPr>
          <w:sz w:val="28"/>
          <w:szCs w:val="28"/>
        </w:rPr>
        <w:t>13. Органы местного самоуправления и организации обязаны оказывать всемерное содействие АСС и АСФ, следующим в зоны ЧС и проводящим работы по ликвидации ЧС, в том числе предоставлять им необходимые транспортные и материальные средства.</w:t>
      </w:r>
    </w:p>
    <w:p w:rsidR="009C2540" w:rsidRPr="00B41457" w:rsidRDefault="009C2540" w:rsidP="00BB10C6">
      <w:pPr>
        <w:keepNext/>
        <w:spacing w:line="336" w:lineRule="auto"/>
        <w:ind w:firstLine="709"/>
        <w:jc w:val="both"/>
        <w:rPr>
          <w:sz w:val="28"/>
          <w:szCs w:val="28"/>
        </w:rPr>
      </w:pPr>
      <w:r w:rsidRPr="00B41457">
        <w:rPr>
          <w:sz w:val="28"/>
          <w:szCs w:val="28"/>
        </w:rPr>
        <w:t xml:space="preserve">14. Финансовое обеспечение определенной Федеральным законом № 151-ФЗ от 22 августа </w:t>
      </w:r>
      <w:smartTag w:uri="urn:schemas-microsoft-com:office:smarttags" w:element="metricconverter">
        <w:smartTagPr>
          <w:attr w:name="ProductID" w:val="1995 г"/>
        </w:smartTagPr>
        <w:r w:rsidRPr="00B41457">
          <w:rPr>
            <w:sz w:val="28"/>
            <w:szCs w:val="28"/>
          </w:rPr>
          <w:t>1995 г</w:t>
        </w:r>
      </w:smartTag>
      <w:r w:rsidRPr="00B41457">
        <w:rPr>
          <w:sz w:val="28"/>
          <w:szCs w:val="28"/>
        </w:rPr>
        <w:t>. «Об аварийно-спасательных службах и статусе спасателей», в том числе прав и гарантий профессиональных спасателей аварийно-спасательных служб, аварийно-спасательных формирований, созданных органами местного самоуправления муниципального образования, является расходным обязательством муниципального образования.</w:t>
      </w:r>
    </w:p>
    <w:p w:rsidR="009C2540" w:rsidRPr="006D309A" w:rsidRDefault="009C2540" w:rsidP="00BB10C6">
      <w:pPr>
        <w:keepNext/>
        <w:spacing w:line="336" w:lineRule="auto"/>
        <w:ind w:firstLine="709"/>
        <w:jc w:val="both"/>
      </w:pPr>
    </w:p>
    <w:p w:rsidR="009C2540" w:rsidRPr="006D309A" w:rsidRDefault="009C2540" w:rsidP="00BB10C6">
      <w:pPr>
        <w:keepNext/>
        <w:spacing w:line="336" w:lineRule="auto"/>
        <w:ind w:firstLine="709"/>
        <w:jc w:val="both"/>
      </w:pPr>
    </w:p>
    <w:p w:rsidR="009C2540" w:rsidRPr="006D309A" w:rsidRDefault="009C2540" w:rsidP="00BB10C6">
      <w:pPr>
        <w:keepNext/>
        <w:spacing w:line="336" w:lineRule="auto"/>
        <w:ind w:firstLine="709"/>
        <w:jc w:val="both"/>
      </w:pPr>
    </w:p>
    <w:p w:rsidR="009C2540" w:rsidRPr="006D309A" w:rsidRDefault="009C2540" w:rsidP="00BB10C6">
      <w:pPr>
        <w:keepNext/>
        <w:spacing w:line="336" w:lineRule="auto"/>
        <w:ind w:firstLine="709"/>
        <w:jc w:val="both"/>
      </w:pPr>
    </w:p>
    <w:p w:rsidR="009C2540" w:rsidRDefault="009C2540" w:rsidP="00BB10C6">
      <w:pPr>
        <w:keepNext/>
        <w:ind w:firstLine="709"/>
        <w:jc w:val="right"/>
      </w:pPr>
    </w:p>
    <w:p w:rsidR="009C2540" w:rsidRDefault="009C2540" w:rsidP="00BB10C6">
      <w:pPr>
        <w:keepNext/>
        <w:ind w:firstLine="709"/>
        <w:jc w:val="right"/>
      </w:pPr>
    </w:p>
    <w:p w:rsidR="009C2540" w:rsidRDefault="009C2540" w:rsidP="00BB10C6">
      <w:pPr>
        <w:keepNext/>
        <w:ind w:firstLine="709"/>
        <w:jc w:val="right"/>
      </w:pPr>
    </w:p>
    <w:p w:rsidR="009C2540" w:rsidRDefault="009C2540" w:rsidP="00BB10C6">
      <w:pPr>
        <w:keepNext/>
        <w:ind w:firstLine="709"/>
        <w:jc w:val="right"/>
      </w:pPr>
    </w:p>
    <w:p w:rsidR="009C2540" w:rsidRDefault="009C2540" w:rsidP="00BB10C6">
      <w:pPr>
        <w:keepNext/>
        <w:ind w:firstLine="709"/>
        <w:jc w:val="right"/>
      </w:pPr>
    </w:p>
    <w:p w:rsidR="009C2540" w:rsidRDefault="009C2540" w:rsidP="00BB10C6">
      <w:pPr>
        <w:keepNext/>
        <w:ind w:firstLine="709"/>
        <w:jc w:val="right"/>
      </w:pPr>
    </w:p>
    <w:p w:rsidR="009C2540" w:rsidRDefault="009C2540" w:rsidP="006F0827">
      <w:pPr>
        <w:keepNext/>
      </w:pPr>
    </w:p>
    <w:p w:rsidR="009C2540" w:rsidRPr="006D309A" w:rsidRDefault="009C2540" w:rsidP="00BB10C6">
      <w:pPr>
        <w:keepNext/>
        <w:ind w:firstLine="709"/>
        <w:jc w:val="right"/>
      </w:pPr>
      <w:r w:rsidRPr="006D309A">
        <w:t>Приложение № 2</w:t>
      </w:r>
    </w:p>
    <w:p w:rsidR="009C2540" w:rsidRPr="006D309A" w:rsidRDefault="009C2540" w:rsidP="00BB10C6">
      <w:pPr>
        <w:keepNext/>
        <w:ind w:firstLine="709"/>
        <w:jc w:val="right"/>
      </w:pPr>
      <w:r w:rsidRPr="006D309A">
        <w:t>к постановлению администрации</w:t>
      </w:r>
    </w:p>
    <w:p w:rsidR="009C2540" w:rsidRPr="006D309A" w:rsidRDefault="009C2540" w:rsidP="00BB10C6">
      <w:pPr>
        <w:keepNext/>
        <w:ind w:firstLine="709"/>
        <w:jc w:val="right"/>
      </w:pPr>
      <w:r>
        <w:t>Пичужинского сельского поселения</w:t>
      </w:r>
    </w:p>
    <w:p w:rsidR="009C2540" w:rsidRPr="006D309A" w:rsidRDefault="009C2540" w:rsidP="00BB10C6">
      <w:pPr>
        <w:keepNext/>
        <w:ind w:firstLine="709"/>
        <w:jc w:val="right"/>
      </w:pPr>
      <w:r>
        <w:t>от 05 марта 2018 г № 14</w:t>
      </w:r>
    </w:p>
    <w:p w:rsidR="009C2540" w:rsidRPr="006D309A" w:rsidRDefault="009C2540" w:rsidP="00BB10C6">
      <w:pPr>
        <w:keepNext/>
        <w:ind w:firstLine="709"/>
        <w:jc w:val="right"/>
      </w:pPr>
    </w:p>
    <w:p w:rsidR="009C2540" w:rsidRPr="00440FD3" w:rsidRDefault="009C2540" w:rsidP="00BB10C6">
      <w:pPr>
        <w:keepNext/>
        <w:keepLines/>
        <w:widowControl/>
        <w:jc w:val="center"/>
        <w:rPr>
          <w:b/>
          <w:sz w:val="28"/>
          <w:szCs w:val="28"/>
        </w:rPr>
      </w:pPr>
      <w:r w:rsidRPr="00440FD3">
        <w:rPr>
          <w:b/>
          <w:sz w:val="28"/>
          <w:szCs w:val="28"/>
        </w:rPr>
        <w:t>Перечень</w:t>
      </w:r>
      <w:r w:rsidRPr="00440FD3">
        <w:rPr>
          <w:b/>
          <w:sz w:val="28"/>
          <w:szCs w:val="28"/>
        </w:rPr>
        <w:br/>
        <w:t xml:space="preserve">аварийно-спасательных  формирований для  обеспечения мероприятий гражданской обороны </w:t>
      </w:r>
      <w:r>
        <w:rPr>
          <w:b/>
          <w:sz w:val="28"/>
          <w:szCs w:val="28"/>
        </w:rPr>
        <w:t>Пичужинского</w:t>
      </w:r>
      <w:r w:rsidRPr="00440FD3">
        <w:rPr>
          <w:b/>
          <w:sz w:val="28"/>
          <w:szCs w:val="28"/>
        </w:rPr>
        <w:t xml:space="preserve"> сельского поселения со списочным составом начальников, заместителей</w:t>
      </w:r>
    </w:p>
    <w:p w:rsidR="009C2540" w:rsidRPr="00440FD3" w:rsidRDefault="009C2540" w:rsidP="00BB10C6">
      <w:pPr>
        <w:keepNext/>
        <w:keepLines/>
        <w:widowControl/>
        <w:jc w:val="center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558"/>
        <w:gridCol w:w="2127"/>
        <w:gridCol w:w="1340"/>
        <w:gridCol w:w="1712"/>
        <w:gridCol w:w="1834"/>
      </w:tblGrid>
      <w:tr w:rsidR="009C2540" w:rsidRPr="00440FD3" w:rsidTr="00922D0C">
        <w:tc>
          <w:tcPr>
            <w:tcW w:w="2659" w:type="dxa"/>
            <w:vAlign w:val="center"/>
          </w:tcPr>
          <w:p w:rsidR="009C2540" w:rsidRPr="00440FD3" w:rsidRDefault="009C2540" w:rsidP="00922D0C">
            <w:pPr>
              <w:keepNext/>
              <w:keepLines/>
              <w:widowControl/>
              <w:jc w:val="center"/>
              <w:rPr>
                <w:b/>
                <w:sz w:val="28"/>
                <w:szCs w:val="28"/>
              </w:rPr>
            </w:pPr>
            <w:r w:rsidRPr="00440FD3">
              <w:rPr>
                <w:b/>
                <w:sz w:val="28"/>
                <w:szCs w:val="28"/>
              </w:rPr>
              <w:t>Наименование</w:t>
            </w:r>
          </w:p>
          <w:p w:rsidR="009C2540" w:rsidRPr="00440FD3" w:rsidRDefault="009C2540" w:rsidP="00922D0C">
            <w:pPr>
              <w:keepNext/>
              <w:keepLines/>
              <w:widowControl/>
              <w:jc w:val="center"/>
              <w:rPr>
                <w:b/>
                <w:sz w:val="28"/>
                <w:szCs w:val="28"/>
              </w:rPr>
            </w:pPr>
            <w:r w:rsidRPr="00440FD3">
              <w:rPr>
                <w:b/>
                <w:sz w:val="28"/>
                <w:szCs w:val="28"/>
              </w:rPr>
              <w:t>аварийно-спасательных служб</w:t>
            </w:r>
          </w:p>
        </w:tc>
        <w:tc>
          <w:tcPr>
            <w:tcW w:w="1753" w:type="dxa"/>
            <w:vAlign w:val="center"/>
          </w:tcPr>
          <w:p w:rsidR="009C2540" w:rsidRPr="00440FD3" w:rsidRDefault="009C2540" w:rsidP="00922D0C">
            <w:pPr>
              <w:keepNext/>
              <w:keepLines/>
              <w:widowControl/>
              <w:jc w:val="center"/>
              <w:rPr>
                <w:b/>
                <w:sz w:val="28"/>
                <w:szCs w:val="28"/>
              </w:rPr>
            </w:pPr>
            <w:r w:rsidRPr="00440FD3">
              <w:rPr>
                <w:b/>
                <w:sz w:val="28"/>
                <w:szCs w:val="28"/>
              </w:rPr>
              <w:t>База создания службы</w:t>
            </w:r>
          </w:p>
        </w:tc>
        <w:tc>
          <w:tcPr>
            <w:tcW w:w="1709" w:type="dxa"/>
            <w:vAlign w:val="center"/>
          </w:tcPr>
          <w:p w:rsidR="009C2540" w:rsidRPr="00440FD3" w:rsidRDefault="009C2540" w:rsidP="00922D0C">
            <w:pPr>
              <w:keepNext/>
              <w:keepLines/>
              <w:widowControl/>
              <w:jc w:val="center"/>
              <w:rPr>
                <w:b/>
                <w:sz w:val="28"/>
                <w:szCs w:val="28"/>
              </w:rPr>
            </w:pPr>
            <w:r w:rsidRPr="00440FD3">
              <w:rPr>
                <w:b/>
                <w:sz w:val="28"/>
                <w:szCs w:val="28"/>
              </w:rPr>
              <w:t>Состав службы</w:t>
            </w:r>
          </w:p>
        </w:tc>
        <w:tc>
          <w:tcPr>
            <w:tcW w:w="1845" w:type="dxa"/>
            <w:vAlign w:val="center"/>
          </w:tcPr>
          <w:p w:rsidR="009C2540" w:rsidRPr="00440FD3" w:rsidRDefault="009C2540" w:rsidP="00922D0C">
            <w:pPr>
              <w:keepNext/>
              <w:keepLines/>
              <w:widowControl/>
              <w:jc w:val="center"/>
              <w:rPr>
                <w:b/>
                <w:sz w:val="28"/>
                <w:szCs w:val="28"/>
              </w:rPr>
            </w:pPr>
            <w:r w:rsidRPr="00440FD3">
              <w:rPr>
                <w:b/>
                <w:sz w:val="28"/>
                <w:szCs w:val="28"/>
              </w:rPr>
              <w:t>Начальник службы (должность по штату)</w:t>
            </w:r>
          </w:p>
        </w:tc>
        <w:tc>
          <w:tcPr>
            <w:tcW w:w="1888" w:type="dxa"/>
            <w:vAlign w:val="center"/>
          </w:tcPr>
          <w:p w:rsidR="009C2540" w:rsidRPr="00440FD3" w:rsidRDefault="009C2540" w:rsidP="00922D0C">
            <w:pPr>
              <w:keepNext/>
              <w:keepLines/>
              <w:widowControl/>
              <w:jc w:val="center"/>
              <w:rPr>
                <w:b/>
                <w:sz w:val="28"/>
                <w:szCs w:val="28"/>
              </w:rPr>
            </w:pPr>
            <w:r w:rsidRPr="00440FD3">
              <w:rPr>
                <w:b/>
                <w:sz w:val="28"/>
                <w:szCs w:val="28"/>
              </w:rPr>
              <w:t>Заместитель начальника службы (должность по штату)</w:t>
            </w:r>
          </w:p>
        </w:tc>
      </w:tr>
      <w:tr w:rsidR="009C2540" w:rsidRPr="00440FD3" w:rsidTr="00922D0C">
        <w:trPr>
          <w:trHeight w:val="1104"/>
        </w:trPr>
        <w:tc>
          <w:tcPr>
            <w:tcW w:w="2659" w:type="dxa"/>
          </w:tcPr>
          <w:p w:rsidR="009C2540" w:rsidRPr="00440FD3" w:rsidRDefault="009C2540" w:rsidP="00922D0C">
            <w:pPr>
              <w:keepNext/>
              <w:keepLines/>
              <w:rPr>
                <w:sz w:val="28"/>
                <w:szCs w:val="28"/>
              </w:rPr>
            </w:pPr>
            <w:r w:rsidRPr="00440FD3">
              <w:rPr>
                <w:sz w:val="28"/>
                <w:szCs w:val="28"/>
              </w:rPr>
              <w:t xml:space="preserve">Противопожарного обеспечения  </w:t>
            </w:r>
          </w:p>
          <w:p w:rsidR="009C2540" w:rsidRPr="00440FD3" w:rsidRDefault="009C2540" w:rsidP="00922D0C">
            <w:pPr>
              <w:keepNext/>
              <w:keepLines/>
              <w:rPr>
                <w:sz w:val="28"/>
                <w:szCs w:val="28"/>
              </w:rPr>
            </w:pPr>
          </w:p>
          <w:p w:rsidR="009C2540" w:rsidRPr="00440FD3" w:rsidRDefault="009C2540" w:rsidP="00922D0C">
            <w:pPr>
              <w:keepNext/>
              <w:keepLines/>
              <w:rPr>
                <w:sz w:val="28"/>
                <w:szCs w:val="28"/>
              </w:rPr>
            </w:pPr>
          </w:p>
          <w:p w:rsidR="009C2540" w:rsidRPr="00440FD3" w:rsidRDefault="009C2540" w:rsidP="00922D0C">
            <w:pPr>
              <w:keepNext/>
              <w:keepLines/>
              <w:rPr>
                <w:sz w:val="28"/>
                <w:szCs w:val="28"/>
              </w:rPr>
            </w:pPr>
          </w:p>
          <w:p w:rsidR="009C2540" w:rsidRPr="00440FD3" w:rsidRDefault="009C2540" w:rsidP="00922D0C">
            <w:pPr>
              <w:keepNext/>
              <w:keepLines/>
              <w:rPr>
                <w:sz w:val="28"/>
                <w:szCs w:val="28"/>
              </w:rPr>
            </w:pPr>
          </w:p>
          <w:p w:rsidR="009C2540" w:rsidRPr="00440FD3" w:rsidRDefault="009C2540" w:rsidP="00922D0C">
            <w:pPr>
              <w:keepNext/>
              <w:keepLines/>
              <w:rPr>
                <w:sz w:val="28"/>
                <w:szCs w:val="28"/>
              </w:rPr>
            </w:pPr>
          </w:p>
          <w:p w:rsidR="009C2540" w:rsidRPr="00440FD3" w:rsidRDefault="009C2540" w:rsidP="00922D0C">
            <w:pPr>
              <w:keepNext/>
              <w:keepLines/>
              <w:rPr>
                <w:sz w:val="28"/>
                <w:szCs w:val="28"/>
              </w:rPr>
            </w:pPr>
          </w:p>
        </w:tc>
        <w:tc>
          <w:tcPr>
            <w:tcW w:w="1753" w:type="dxa"/>
          </w:tcPr>
          <w:p w:rsidR="009C2540" w:rsidRPr="00440FD3" w:rsidRDefault="009C2540" w:rsidP="006F0827">
            <w:pPr>
              <w:keepNext/>
              <w:keepLines/>
              <w:widowControl/>
              <w:ind w:hanging="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Администрация Пичужинского сельского поселения</w:t>
            </w:r>
          </w:p>
        </w:tc>
        <w:tc>
          <w:tcPr>
            <w:tcW w:w="1709" w:type="dxa"/>
          </w:tcPr>
          <w:p w:rsidR="009C2540" w:rsidRPr="00440FD3" w:rsidRDefault="009C2540" w:rsidP="006F0827">
            <w:pPr>
              <w:keepNext/>
              <w:keepLines/>
              <w:widowControl/>
              <w:rPr>
                <w:sz w:val="28"/>
                <w:szCs w:val="28"/>
              </w:rPr>
            </w:pPr>
          </w:p>
        </w:tc>
        <w:tc>
          <w:tcPr>
            <w:tcW w:w="1845" w:type="dxa"/>
          </w:tcPr>
          <w:p w:rsidR="009C2540" w:rsidRPr="00440FD3" w:rsidRDefault="009C2540" w:rsidP="00922D0C">
            <w:pPr>
              <w:keepNext/>
              <w:keepLines/>
              <w:widowControl/>
              <w:ind w:firstLine="567"/>
              <w:rPr>
                <w:sz w:val="28"/>
                <w:szCs w:val="28"/>
              </w:rPr>
            </w:pPr>
          </w:p>
        </w:tc>
        <w:tc>
          <w:tcPr>
            <w:tcW w:w="1888" w:type="dxa"/>
          </w:tcPr>
          <w:p w:rsidR="009C2540" w:rsidRPr="00440FD3" w:rsidRDefault="009C2540" w:rsidP="00922D0C">
            <w:pPr>
              <w:keepNext/>
              <w:keepLines/>
              <w:widowControl/>
              <w:ind w:firstLine="567"/>
              <w:rPr>
                <w:sz w:val="28"/>
                <w:szCs w:val="28"/>
              </w:rPr>
            </w:pPr>
          </w:p>
        </w:tc>
      </w:tr>
    </w:tbl>
    <w:p w:rsidR="009C2540" w:rsidRPr="00440FD3" w:rsidRDefault="009C2540" w:rsidP="00BB10C6">
      <w:pPr>
        <w:keepNext/>
        <w:keepLines/>
        <w:widowControl/>
        <w:spacing w:line="360" w:lineRule="auto"/>
        <w:ind w:firstLine="709"/>
        <w:jc w:val="both"/>
        <w:rPr>
          <w:sz w:val="28"/>
          <w:szCs w:val="28"/>
        </w:rPr>
      </w:pPr>
    </w:p>
    <w:p w:rsidR="009C2540" w:rsidRPr="006D309A" w:rsidRDefault="009C2540" w:rsidP="00BB10C6">
      <w:pPr>
        <w:keepNext/>
      </w:pPr>
      <w:bookmarkStart w:id="8" w:name="_GoBack"/>
      <w:bookmarkEnd w:id="8"/>
    </w:p>
    <w:p w:rsidR="009C2540" w:rsidRPr="006D309A" w:rsidRDefault="009C2540" w:rsidP="00BB10C6">
      <w:pPr>
        <w:keepNext/>
      </w:pPr>
    </w:p>
    <w:p w:rsidR="009C2540" w:rsidRDefault="009C2540"/>
    <w:sectPr w:rsidR="009C2540" w:rsidSect="006F0827">
      <w:pgSz w:w="11906" w:h="16838"/>
      <w:pgMar w:top="568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DejaVu Sans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83A10"/>
    <w:rsid w:val="00002C4F"/>
    <w:rsid w:val="00002CD5"/>
    <w:rsid w:val="000050C5"/>
    <w:rsid w:val="00006468"/>
    <w:rsid w:val="00012037"/>
    <w:rsid w:val="00012440"/>
    <w:rsid w:val="00015321"/>
    <w:rsid w:val="00021098"/>
    <w:rsid w:val="00025A7E"/>
    <w:rsid w:val="00026CE2"/>
    <w:rsid w:val="00034CE9"/>
    <w:rsid w:val="00037862"/>
    <w:rsid w:val="00041C08"/>
    <w:rsid w:val="000452EB"/>
    <w:rsid w:val="000532A4"/>
    <w:rsid w:val="00055767"/>
    <w:rsid w:val="00055F3C"/>
    <w:rsid w:val="00077559"/>
    <w:rsid w:val="00090D1F"/>
    <w:rsid w:val="000930A5"/>
    <w:rsid w:val="0009612C"/>
    <w:rsid w:val="000964CA"/>
    <w:rsid w:val="000A1C91"/>
    <w:rsid w:val="000A5116"/>
    <w:rsid w:val="000C29DD"/>
    <w:rsid w:val="000C2FA7"/>
    <w:rsid w:val="000C33EC"/>
    <w:rsid w:val="000C4CD2"/>
    <w:rsid w:val="000D34AD"/>
    <w:rsid w:val="000D7781"/>
    <w:rsid w:val="000E2694"/>
    <w:rsid w:val="000E5147"/>
    <w:rsid w:val="000E59AD"/>
    <w:rsid w:val="00111F70"/>
    <w:rsid w:val="001173D3"/>
    <w:rsid w:val="00122E8D"/>
    <w:rsid w:val="001261C3"/>
    <w:rsid w:val="0013485C"/>
    <w:rsid w:val="00140CE0"/>
    <w:rsid w:val="00146529"/>
    <w:rsid w:val="00146961"/>
    <w:rsid w:val="00147A57"/>
    <w:rsid w:val="001510D1"/>
    <w:rsid w:val="001529B7"/>
    <w:rsid w:val="00163F47"/>
    <w:rsid w:val="0016742F"/>
    <w:rsid w:val="00174579"/>
    <w:rsid w:val="00180F4A"/>
    <w:rsid w:val="00181C5D"/>
    <w:rsid w:val="00184497"/>
    <w:rsid w:val="00186B0A"/>
    <w:rsid w:val="001B14E2"/>
    <w:rsid w:val="001C305E"/>
    <w:rsid w:val="001E1880"/>
    <w:rsid w:val="001F1164"/>
    <w:rsid w:val="001F1CF5"/>
    <w:rsid w:val="001F6832"/>
    <w:rsid w:val="00200A54"/>
    <w:rsid w:val="00205FB3"/>
    <w:rsid w:val="00216B06"/>
    <w:rsid w:val="00225C8F"/>
    <w:rsid w:val="00226C08"/>
    <w:rsid w:val="00237779"/>
    <w:rsid w:val="00244719"/>
    <w:rsid w:val="0024588F"/>
    <w:rsid w:val="002656CE"/>
    <w:rsid w:val="0026687B"/>
    <w:rsid w:val="00267E29"/>
    <w:rsid w:val="00274F0E"/>
    <w:rsid w:val="002755E8"/>
    <w:rsid w:val="002807AA"/>
    <w:rsid w:val="00285A61"/>
    <w:rsid w:val="00286BF4"/>
    <w:rsid w:val="00290802"/>
    <w:rsid w:val="002A1EC5"/>
    <w:rsid w:val="002A2D8A"/>
    <w:rsid w:val="002A56C9"/>
    <w:rsid w:val="002B4123"/>
    <w:rsid w:val="002C6046"/>
    <w:rsid w:val="002D23BD"/>
    <w:rsid w:val="002E4858"/>
    <w:rsid w:val="002E6750"/>
    <w:rsid w:val="002F03A6"/>
    <w:rsid w:val="002F4549"/>
    <w:rsid w:val="00317347"/>
    <w:rsid w:val="0032033C"/>
    <w:rsid w:val="003337A7"/>
    <w:rsid w:val="00333D0E"/>
    <w:rsid w:val="00344D77"/>
    <w:rsid w:val="00345D07"/>
    <w:rsid w:val="003479FD"/>
    <w:rsid w:val="0035252B"/>
    <w:rsid w:val="003538C7"/>
    <w:rsid w:val="0035472C"/>
    <w:rsid w:val="00362650"/>
    <w:rsid w:val="00362DD5"/>
    <w:rsid w:val="003667FD"/>
    <w:rsid w:val="00371F8F"/>
    <w:rsid w:val="003A0308"/>
    <w:rsid w:val="003A7E67"/>
    <w:rsid w:val="003B1DEE"/>
    <w:rsid w:val="003B3047"/>
    <w:rsid w:val="003B554D"/>
    <w:rsid w:val="003C0BEB"/>
    <w:rsid w:val="003C2064"/>
    <w:rsid w:val="003C7F56"/>
    <w:rsid w:val="003D364E"/>
    <w:rsid w:val="003D4273"/>
    <w:rsid w:val="003D6BCD"/>
    <w:rsid w:val="003D7572"/>
    <w:rsid w:val="003E5BB1"/>
    <w:rsid w:val="003F1940"/>
    <w:rsid w:val="003F4280"/>
    <w:rsid w:val="003F4571"/>
    <w:rsid w:val="003F45FA"/>
    <w:rsid w:val="00400401"/>
    <w:rsid w:val="00403080"/>
    <w:rsid w:val="00404E86"/>
    <w:rsid w:val="004112E7"/>
    <w:rsid w:val="00422E08"/>
    <w:rsid w:val="00424DAB"/>
    <w:rsid w:val="00426CA3"/>
    <w:rsid w:val="00440E24"/>
    <w:rsid w:val="00440FD3"/>
    <w:rsid w:val="00442296"/>
    <w:rsid w:val="004544EC"/>
    <w:rsid w:val="00456403"/>
    <w:rsid w:val="00460C89"/>
    <w:rsid w:val="00461672"/>
    <w:rsid w:val="00463402"/>
    <w:rsid w:val="0046751F"/>
    <w:rsid w:val="00470300"/>
    <w:rsid w:val="00470D8C"/>
    <w:rsid w:val="00472F1C"/>
    <w:rsid w:val="00473A67"/>
    <w:rsid w:val="00473E95"/>
    <w:rsid w:val="004744EF"/>
    <w:rsid w:val="004823FB"/>
    <w:rsid w:val="00492177"/>
    <w:rsid w:val="004A52AB"/>
    <w:rsid w:val="004B0EDC"/>
    <w:rsid w:val="004C134E"/>
    <w:rsid w:val="004C279E"/>
    <w:rsid w:val="004C4C2A"/>
    <w:rsid w:val="004C5E43"/>
    <w:rsid w:val="004C76B5"/>
    <w:rsid w:val="004D08D2"/>
    <w:rsid w:val="004D60D2"/>
    <w:rsid w:val="004D7DBC"/>
    <w:rsid w:val="004E0750"/>
    <w:rsid w:val="004E191E"/>
    <w:rsid w:val="004E33FE"/>
    <w:rsid w:val="004F1D9B"/>
    <w:rsid w:val="00502473"/>
    <w:rsid w:val="00502C51"/>
    <w:rsid w:val="00504987"/>
    <w:rsid w:val="00506F35"/>
    <w:rsid w:val="0051100B"/>
    <w:rsid w:val="005208AC"/>
    <w:rsid w:val="0052455D"/>
    <w:rsid w:val="00527620"/>
    <w:rsid w:val="00533635"/>
    <w:rsid w:val="005359EB"/>
    <w:rsid w:val="00554433"/>
    <w:rsid w:val="00573C61"/>
    <w:rsid w:val="00575B4E"/>
    <w:rsid w:val="00580982"/>
    <w:rsid w:val="00583A10"/>
    <w:rsid w:val="00584E74"/>
    <w:rsid w:val="00585BA7"/>
    <w:rsid w:val="00595108"/>
    <w:rsid w:val="0059551E"/>
    <w:rsid w:val="00596BA9"/>
    <w:rsid w:val="005A09C4"/>
    <w:rsid w:val="005A2C00"/>
    <w:rsid w:val="005A5D23"/>
    <w:rsid w:val="005B5FEB"/>
    <w:rsid w:val="005B702D"/>
    <w:rsid w:val="005B7069"/>
    <w:rsid w:val="005C3AB5"/>
    <w:rsid w:val="005D0636"/>
    <w:rsid w:val="005D419F"/>
    <w:rsid w:val="005E3D55"/>
    <w:rsid w:val="005E76AA"/>
    <w:rsid w:val="005F6701"/>
    <w:rsid w:val="00600E07"/>
    <w:rsid w:val="00601E7D"/>
    <w:rsid w:val="00605350"/>
    <w:rsid w:val="006115B7"/>
    <w:rsid w:val="00612432"/>
    <w:rsid w:val="0061454A"/>
    <w:rsid w:val="00621050"/>
    <w:rsid w:val="00626BEC"/>
    <w:rsid w:val="0062764A"/>
    <w:rsid w:val="00627A9B"/>
    <w:rsid w:val="0063576E"/>
    <w:rsid w:val="0064745F"/>
    <w:rsid w:val="0066244C"/>
    <w:rsid w:val="00664693"/>
    <w:rsid w:val="00667637"/>
    <w:rsid w:val="006720EA"/>
    <w:rsid w:val="00673A9C"/>
    <w:rsid w:val="00677574"/>
    <w:rsid w:val="0068075B"/>
    <w:rsid w:val="00684B4B"/>
    <w:rsid w:val="00686479"/>
    <w:rsid w:val="006A34B5"/>
    <w:rsid w:val="006A7931"/>
    <w:rsid w:val="006C27CF"/>
    <w:rsid w:val="006D309A"/>
    <w:rsid w:val="006D328D"/>
    <w:rsid w:val="006D3AB9"/>
    <w:rsid w:val="006D3BED"/>
    <w:rsid w:val="006D491A"/>
    <w:rsid w:val="006D673A"/>
    <w:rsid w:val="006E0229"/>
    <w:rsid w:val="006E1F25"/>
    <w:rsid w:val="006E4241"/>
    <w:rsid w:val="006E667E"/>
    <w:rsid w:val="006E77F0"/>
    <w:rsid w:val="006F0827"/>
    <w:rsid w:val="006F3DF2"/>
    <w:rsid w:val="0070779A"/>
    <w:rsid w:val="0071702B"/>
    <w:rsid w:val="007217CE"/>
    <w:rsid w:val="00722B5D"/>
    <w:rsid w:val="00734E43"/>
    <w:rsid w:val="007368E3"/>
    <w:rsid w:val="00761F1B"/>
    <w:rsid w:val="007625AD"/>
    <w:rsid w:val="007660C1"/>
    <w:rsid w:val="00780694"/>
    <w:rsid w:val="00793E7F"/>
    <w:rsid w:val="00795085"/>
    <w:rsid w:val="007A2451"/>
    <w:rsid w:val="007A5E54"/>
    <w:rsid w:val="007A778B"/>
    <w:rsid w:val="007B550A"/>
    <w:rsid w:val="007B5A16"/>
    <w:rsid w:val="007C7EF0"/>
    <w:rsid w:val="007D1B31"/>
    <w:rsid w:val="007D2AF0"/>
    <w:rsid w:val="007D510A"/>
    <w:rsid w:val="007D585E"/>
    <w:rsid w:val="007E0344"/>
    <w:rsid w:val="007E1555"/>
    <w:rsid w:val="007F3057"/>
    <w:rsid w:val="007F404C"/>
    <w:rsid w:val="007F7204"/>
    <w:rsid w:val="0080189F"/>
    <w:rsid w:val="00814DAE"/>
    <w:rsid w:val="00815AD3"/>
    <w:rsid w:val="0082155E"/>
    <w:rsid w:val="0082784F"/>
    <w:rsid w:val="00831709"/>
    <w:rsid w:val="00842A57"/>
    <w:rsid w:val="008476AA"/>
    <w:rsid w:val="008515D8"/>
    <w:rsid w:val="0086215D"/>
    <w:rsid w:val="00866F1F"/>
    <w:rsid w:val="0087152B"/>
    <w:rsid w:val="008755D8"/>
    <w:rsid w:val="00892327"/>
    <w:rsid w:val="008972A2"/>
    <w:rsid w:val="008A06F9"/>
    <w:rsid w:val="008A1A41"/>
    <w:rsid w:val="008A2FFB"/>
    <w:rsid w:val="008C0829"/>
    <w:rsid w:val="008D2A51"/>
    <w:rsid w:val="008E155E"/>
    <w:rsid w:val="008E2943"/>
    <w:rsid w:val="008E65DF"/>
    <w:rsid w:val="008F4DF9"/>
    <w:rsid w:val="00904043"/>
    <w:rsid w:val="00911392"/>
    <w:rsid w:val="0091320D"/>
    <w:rsid w:val="00915CEE"/>
    <w:rsid w:val="00922D0C"/>
    <w:rsid w:val="0092498B"/>
    <w:rsid w:val="00931F50"/>
    <w:rsid w:val="00937DA3"/>
    <w:rsid w:val="009470FA"/>
    <w:rsid w:val="00993503"/>
    <w:rsid w:val="009A39E2"/>
    <w:rsid w:val="009C01FA"/>
    <w:rsid w:val="009C2465"/>
    <w:rsid w:val="009C2540"/>
    <w:rsid w:val="009C2BB2"/>
    <w:rsid w:val="009C5E9F"/>
    <w:rsid w:val="009C7F73"/>
    <w:rsid w:val="009D43FD"/>
    <w:rsid w:val="009D5C0C"/>
    <w:rsid w:val="009D7568"/>
    <w:rsid w:val="009F79D8"/>
    <w:rsid w:val="00A00A5B"/>
    <w:rsid w:val="00A1249D"/>
    <w:rsid w:val="00A165AA"/>
    <w:rsid w:val="00A20515"/>
    <w:rsid w:val="00A2069F"/>
    <w:rsid w:val="00A221A0"/>
    <w:rsid w:val="00A269FA"/>
    <w:rsid w:val="00A36988"/>
    <w:rsid w:val="00A41841"/>
    <w:rsid w:val="00A42AC0"/>
    <w:rsid w:val="00A72160"/>
    <w:rsid w:val="00A77245"/>
    <w:rsid w:val="00A82F8E"/>
    <w:rsid w:val="00A90CA3"/>
    <w:rsid w:val="00AA06C2"/>
    <w:rsid w:val="00AA4348"/>
    <w:rsid w:val="00AA688C"/>
    <w:rsid w:val="00AB4D40"/>
    <w:rsid w:val="00AC556F"/>
    <w:rsid w:val="00AC5F4F"/>
    <w:rsid w:val="00AD34B4"/>
    <w:rsid w:val="00AD4A3D"/>
    <w:rsid w:val="00AE2CDD"/>
    <w:rsid w:val="00AE4B3B"/>
    <w:rsid w:val="00AF1E10"/>
    <w:rsid w:val="00AF2156"/>
    <w:rsid w:val="00AF2C27"/>
    <w:rsid w:val="00AF51CF"/>
    <w:rsid w:val="00B00148"/>
    <w:rsid w:val="00B06734"/>
    <w:rsid w:val="00B144E7"/>
    <w:rsid w:val="00B153A9"/>
    <w:rsid w:val="00B23F61"/>
    <w:rsid w:val="00B31AE5"/>
    <w:rsid w:val="00B328BB"/>
    <w:rsid w:val="00B3666C"/>
    <w:rsid w:val="00B41457"/>
    <w:rsid w:val="00B55429"/>
    <w:rsid w:val="00B578FF"/>
    <w:rsid w:val="00B60B25"/>
    <w:rsid w:val="00B62AC9"/>
    <w:rsid w:val="00B71F03"/>
    <w:rsid w:val="00B859C4"/>
    <w:rsid w:val="00BA25D2"/>
    <w:rsid w:val="00BB10C6"/>
    <w:rsid w:val="00BB3201"/>
    <w:rsid w:val="00BC3DAD"/>
    <w:rsid w:val="00BC55B6"/>
    <w:rsid w:val="00BE1BD8"/>
    <w:rsid w:val="00BE1DDA"/>
    <w:rsid w:val="00BF2F9D"/>
    <w:rsid w:val="00BF4F74"/>
    <w:rsid w:val="00C1693B"/>
    <w:rsid w:val="00C171B4"/>
    <w:rsid w:val="00C24418"/>
    <w:rsid w:val="00C2447F"/>
    <w:rsid w:val="00C253BA"/>
    <w:rsid w:val="00C3412F"/>
    <w:rsid w:val="00C410A6"/>
    <w:rsid w:val="00C44EC3"/>
    <w:rsid w:val="00C4681F"/>
    <w:rsid w:val="00C51364"/>
    <w:rsid w:val="00C57ACD"/>
    <w:rsid w:val="00C606FE"/>
    <w:rsid w:val="00C628E0"/>
    <w:rsid w:val="00C63003"/>
    <w:rsid w:val="00C70B1B"/>
    <w:rsid w:val="00C83951"/>
    <w:rsid w:val="00C90040"/>
    <w:rsid w:val="00C9533A"/>
    <w:rsid w:val="00CA36D5"/>
    <w:rsid w:val="00CC0FF1"/>
    <w:rsid w:val="00CC48EB"/>
    <w:rsid w:val="00CD0219"/>
    <w:rsid w:val="00CD371A"/>
    <w:rsid w:val="00CE091F"/>
    <w:rsid w:val="00CE6282"/>
    <w:rsid w:val="00CE7970"/>
    <w:rsid w:val="00CF11AE"/>
    <w:rsid w:val="00CF63A6"/>
    <w:rsid w:val="00D0012D"/>
    <w:rsid w:val="00D0091E"/>
    <w:rsid w:val="00D10E8B"/>
    <w:rsid w:val="00D12CCB"/>
    <w:rsid w:val="00D17A75"/>
    <w:rsid w:val="00D23E31"/>
    <w:rsid w:val="00D2744A"/>
    <w:rsid w:val="00D52B1E"/>
    <w:rsid w:val="00D52CED"/>
    <w:rsid w:val="00D5454B"/>
    <w:rsid w:val="00D566E3"/>
    <w:rsid w:val="00D568B6"/>
    <w:rsid w:val="00D64391"/>
    <w:rsid w:val="00D7147E"/>
    <w:rsid w:val="00D72A4D"/>
    <w:rsid w:val="00D749AD"/>
    <w:rsid w:val="00D876F6"/>
    <w:rsid w:val="00D87AA9"/>
    <w:rsid w:val="00DA7244"/>
    <w:rsid w:val="00DB0BA4"/>
    <w:rsid w:val="00DB742F"/>
    <w:rsid w:val="00DC3BFB"/>
    <w:rsid w:val="00DD1E51"/>
    <w:rsid w:val="00DE1048"/>
    <w:rsid w:val="00DE194C"/>
    <w:rsid w:val="00DE305B"/>
    <w:rsid w:val="00DE3DD4"/>
    <w:rsid w:val="00DF52E6"/>
    <w:rsid w:val="00E1347E"/>
    <w:rsid w:val="00E15122"/>
    <w:rsid w:val="00E15303"/>
    <w:rsid w:val="00E15DE8"/>
    <w:rsid w:val="00E2297F"/>
    <w:rsid w:val="00E22A40"/>
    <w:rsid w:val="00E31C5B"/>
    <w:rsid w:val="00E37EBD"/>
    <w:rsid w:val="00E40853"/>
    <w:rsid w:val="00E466D2"/>
    <w:rsid w:val="00E50167"/>
    <w:rsid w:val="00E5419E"/>
    <w:rsid w:val="00E64856"/>
    <w:rsid w:val="00E6638C"/>
    <w:rsid w:val="00E66A7D"/>
    <w:rsid w:val="00E72E45"/>
    <w:rsid w:val="00E74E21"/>
    <w:rsid w:val="00E93535"/>
    <w:rsid w:val="00E95505"/>
    <w:rsid w:val="00E96390"/>
    <w:rsid w:val="00E97C7C"/>
    <w:rsid w:val="00EA0098"/>
    <w:rsid w:val="00EA11AB"/>
    <w:rsid w:val="00EB4E0A"/>
    <w:rsid w:val="00ED1013"/>
    <w:rsid w:val="00ED570B"/>
    <w:rsid w:val="00F112C0"/>
    <w:rsid w:val="00F1237C"/>
    <w:rsid w:val="00F234BF"/>
    <w:rsid w:val="00F326E9"/>
    <w:rsid w:val="00F33BAA"/>
    <w:rsid w:val="00F34D32"/>
    <w:rsid w:val="00F54F79"/>
    <w:rsid w:val="00F74D36"/>
    <w:rsid w:val="00F7611C"/>
    <w:rsid w:val="00F83555"/>
    <w:rsid w:val="00F84C5C"/>
    <w:rsid w:val="00F85242"/>
    <w:rsid w:val="00F92CAE"/>
    <w:rsid w:val="00FA744A"/>
    <w:rsid w:val="00FB6322"/>
    <w:rsid w:val="00FC5EAC"/>
    <w:rsid w:val="00FD5FBB"/>
    <w:rsid w:val="00FF08B7"/>
    <w:rsid w:val="00FF35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10C6"/>
    <w:pPr>
      <w:widowControl w:val="0"/>
      <w:suppressAutoHyphens/>
    </w:pPr>
    <w:rPr>
      <w:rFonts w:ascii="Times New Roman" w:eastAsia="DejaVu Sans" w:hAnsi="Times New Roman"/>
      <w:color w:val="000000"/>
      <w:kern w:val="2"/>
      <w:sz w:val="24"/>
      <w:szCs w:val="24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FontStyle22">
    <w:name w:val="Font Style22"/>
    <w:basedOn w:val="DefaultParagraphFont"/>
    <w:uiPriority w:val="99"/>
    <w:rsid w:val="00E40853"/>
    <w:rPr>
      <w:rFonts w:ascii="Times New Roman" w:hAnsi="Times New Roman" w:cs="Times New Roman"/>
      <w:b/>
      <w:bCs/>
      <w:spacing w:val="-10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18</TotalTime>
  <Pages>6</Pages>
  <Words>1297</Words>
  <Characters>7398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Ведущий Специалист</dc:creator>
  <cp:keywords/>
  <dc:description/>
  <cp:lastModifiedBy>1</cp:lastModifiedBy>
  <cp:revision>4</cp:revision>
  <cp:lastPrinted>2018-03-05T07:48:00Z</cp:lastPrinted>
  <dcterms:created xsi:type="dcterms:W3CDTF">2013-10-10T04:52:00Z</dcterms:created>
  <dcterms:modified xsi:type="dcterms:W3CDTF">2018-03-05T07:48:00Z</dcterms:modified>
</cp:coreProperties>
</file>