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4B6" w:rsidRPr="005F1EC6" w:rsidRDefault="003F54B6" w:rsidP="00B76A8E">
      <w:pPr>
        <w:tabs>
          <w:tab w:val="left" w:pos="4065"/>
        </w:tabs>
        <w:jc w:val="center"/>
        <w:rPr>
          <w:rStyle w:val="FontStyle22"/>
          <w:rFonts w:ascii="Arial" w:hAnsi="Arial" w:cs="Arial"/>
          <w:sz w:val="36"/>
          <w:szCs w:val="36"/>
        </w:rPr>
      </w:pPr>
      <w:r w:rsidRPr="005F1EC6">
        <w:rPr>
          <w:rStyle w:val="FontStyle22"/>
          <w:rFonts w:ascii="Arial" w:hAnsi="Arial" w:cs="Arial"/>
          <w:sz w:val="36"/>
          <w:szCs w:val="36"/>
        </w:rPr>
        <w:t>ПОСТАНОВЛЕНИЕ</w:t>
      </w:r>
    </w:p>
    <w:p w:rsidR="003F54B6" w:rsidRPr="005F1EC6" w:rsidRDefault="003F54B6" w:rsidP="00B76A8E">
      <w:pPr>
        <w:tabs>
          <w:tab w:val="left" w:pos="4065"/>
        </w:tabs>
        <w:jc w:val="center"/>
        <w:rPr>
          <w:bCs w:val="0"/>
          <w:sz w:val="32"/>
          <w:szCs w:val="32"/>
        </w:rPr>
      </w:pPr>
    </w:p>
    <w:p w:rsidR="003F54B6" w:rsidRPr="005F1EC6" w:rsidRDefault="003F54B6" w:rsidP="00B76A8E">
      <w:pPr>
        <w:tabs>
          <w:tab w:val="left" w:pos="4065"/>
        </w:tabs>
        <w:jc w:val="center"/>
        <w:rPr>
          <w:rStyle w:val="FontStyle22"/>
          <w:rFonts w:ascii="Arial" w:hAnsi="Arial" w:cs="Arial"/>
        </w:rPr>
      </w:pPr>
      <w:r w:rsidRPr="005F1EC6">
        <w:rPr>
          <w:rStyle w:val="FontStyle22"/>
          <w:rFonts w:ascii="Arial" w:hAnsi="Arial" w:cs="Arial"/>
        </w:rPr>
        <w:t>АДМИНИСТРАЦИЯ ПИЧУЖИНСКОГО СЕЛЬСКОГО ПОСЕЛЕНИЯ</w:t>
      </w:r>
    </w:p>
    <w:p w:rsidR="003F54B6" w:rsidRPr="005F1EC6" w:rsidRDefault="003F54B6" w:rsidP="00B76A8E">
      <w:pPr>
        <w:tabs>
          <w:tab w:val="left" w:pos="4065"/>
        </w:tabs>
        <w:jc w:val="center"/>
        <w:rPr>
          <w:rStyle w:val="FontStyle22"/>
          <w:rFonts w:ascii="Arial" w:hAnsi="Arial" w:cs="Arial"/>
        </w:rPr>
      </w:pPr>
      <w:r w:rsidRPr="005F1EC6">
        <w:rPr>
          <w:rStyle w:val="FontStyle22"/>
          <w:rFonts w:ascii="Arial" w:hAnsi="Arial" w:cs="Arial"/>
        </w:rPr>
        <w:t>ДУБОВСКИЙ МУНИЦИПАЛЬНЫЙ РАЙОН  ВОЛГОГРАДСКАЯ ОБЛАСТЬ</w:t>
      </w:r>
    </w:p>
    <w:p w:rsidR="003F54B6" w:rsidRDefault="003F54B6" w:rsidP="00B76A8E">
      <w:pPr>
        <w:jc w:val="center"/>
        <w:rPr>
          <w:bCs w:val="0"/>
          <w:sz w:val="24"/>
          <w:szCs w:val="24"/>
        </w:rPr>
      </w:pPr>
    </w:p>
    <w:p w:rsidR="003F54B6" w:rsidRPr="005F1EC6" w:rsidRDefault="003F54B6" w:rsidP="000E2A7B">
      <w:pPr>
        <w:tabs>
          <w:tab w:val="left" w:pos="6510"/>
        </w:tabs>
        <w:spacing w:after="200" w:line="276" w:lineRule="auto"/>
        <w:rPr>
          <w:b/>
          <w:sz w:val="24"/>
          <w:szCs w:val="24"/>
        </w:rPr>
      </w:pPr>
    </w:p>
    <w:p w:rsidR="003F54B6" w:rsidRPr="005F1EC6" w:rsidRDefault="003F54B6" w:rsidP="000E2A7B">
      <w:pPr>
        <w:tabs>
          <w:tab w:val="left" w:pos="6510"/>
        </w:tabs>
        <w:spacing w:after="200" w:line="276" w:lineRule="auto"/>
        <w:rPr>
          <w:sz w:val="24"/>
          <w:szCs w:val="24"/>
          <w:u w:val="single"/>
          <w:lang w:eastAsia="en-US"/>
        </w:rPr>
      </w:pPr>
      <w:r w:rsidRPr="005F1EC6">
        <w:rPr>
          <w:sz w:val="24"/>
          <w:szCs w:val="24"/>
        </w:rPr>
        <w:t xml:space="preserve">от  20 декабря  </w:t>
      </w:r>
      <w:smartTag w:uri="urn:schemas-microsoft-com:office:smarttags" w:element="metricconverter">
        <w:smartTagPr>
          <w:attr w:name="ProductID" w:val="2017 г"/>
        </w:smartTagPr>
        <w:r w:rsidRPr="005F1EC6">
          <w:rPr>
            <w:sz w:val="24"/>
            <w:szCs w:val="24"/>
          </w:rPr>
          <w:t>2017 г</w:t>
        </w:r>
      </w:smartTag>
      <w:r w:rsidRPr="005F1EC6">
        <w:rPr>
          <w:sz w:val="24"/>
          <w:szCs w:val="24"/>
        </w:rPr>
        <w:tab/>
        <w:t xml:space="preserve">          №  7</w:t>
      </w:r>
      <w:r>
        <w:rPr>
          <w:sz w:val="24"/>
          <w:szCs w:val="24"/>
        </w:rPr>
        <w:t>1</w:t>
      </w:r>
    </w:p>
    <w:p w:rsidR="003F54B6" w:rsidRPr="005F1EC6" w:rsidRDefault="003F54B6" w:rsidP="000E2A7B">
      <w:pPr>
        <w:ind w:right="-104"/>
        <w:jc w:val="center"/>
        <w:rPr>
          <w:b/>
          <w:sz w:val="24"/>
          <w:szCs w:val="24"/>
        </w:rPr>
      </w:pPr>
    </w:p>
    <w:p w:rsidR="003F54B6" w:rsidRPr="005F1EC6" w:rsidRDefault="003F54B6" w:rsidP="005F1EC6">
      <w:pPr>
        <w:ind w:right="-104"/>
        <w:jc w:val="center"/>
        <w:rPr>
          <w:b/>
          <w:sz w:val="24"/>
          <w:szCs w:val="24"/>
        </w:rPr>
      </w:pPr>
      <w:r w:rsidRPr="005F1EC6">
        <w:rPr>
          <w:b/>
          <w:sz w:val="24"/>
          <w:szCs w:val="24"/>
        </w:rPr>
        <w:t>Об утверждении Положения о порядке</w:t>
      </w:r>
      <w:r>
        <w:rPr>
          <w:b/>
          <w:sz w:val="24"/>
          <w:szCs w:val="24"/>
        </w:rPr>
        <w:t xml:space="preserve">  </w:t>
      </w:r>
      <w:r w:rsidRPr="005F1EC6">
        <w:rPr>
          <w:b/>
          <w:sz w:val="24"/>
          <w:szCs w:val="24"/>
        </w:rPr>
        <w:t xml:space="preserve">проведения конкурса на замещение </w:t>
      </w:r>
    </w:p>
    <w:p w:rsidR="003F54B6" w:rsidRPr="005F1EC6" w:rsidRDefault="003F54B6" w:rsidP="000E2A7B">
      <w:pPr>
        <w:ind w:right="-104"/>
        <w:jc w:val="center"/>
        <w:rPr>
          <w:b/>
          <w:sz w:val="24"/>
          <w:szCs w:val="24"/>
        </w:rPr>
      </w:pPr>
      <w:r w:rsidRPr="005F1EC6">
        <w:rPr>
          <w:b/>
          <w:sz w:val="24"/>
          <w:szCs w:val="24"/>
        </w:rPr>
        <w:t>вакантной должности  муниципальной службы</w:t>
      </w:r>
    </w:p>
    <w:p w:rsidR="003F54B6" w:rsidRPr="005F1EC6" w:rsidRDefault="003F54B6" w:rsidP="000E2A7B">
      <w:pPr>
        <w:ind w:right="6236"/>
        <w:jc w:val="both"/>
        <w:rPr>
          <w:sz w:val="24"/>
          <w:szCs w:val="24"/>
        </w:rPr>
      </w:pPr>
    </w:p>
    <w:p w:rsidR="003F54B6" w:rsidRPr="005F1EC6" w:rsidRDefault="003F54B6" w:rsidP="000E2A7B">
      <w:pPr>
        <w:pStyle w:val="ConsPlusNormal0"/>
        <w:ind w:firstLine="540"/>
        <w:jc w:val="both"/>
        <w:rPr>
          <w:sz w:val="24"/>
          <w:szCs w:val="24"/>
        </w:rPr>
      </w:pPr>
      <w:r w:rsidRPr="005F1EC6">
        <w:rPr>
          <w:sz w:val="24"/>
          <w:szCs w:val="24"/>
        </w:rPr>
        <w:t>В соответствии со статьей 17 Федерального закона от 2 марта 2007 года № 25-ФЗ «О муниципальной службе в Российской Федерации», Уставом Пичужинского сельского поселения, Администрация Пичужинского сельского поселения</w:t>
      </w: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jc w:val="both"/>
        <w:rPr>
          <w:b/>
          <w:sz w:val="24"/>
          <w:szCs w:val="24"/>
        </w:rPr>
      </w:pPr>
      <w:r w:rsidRPr="005F1EC6">
        <w:rPr>
          <w:b/>
          <w:sz w:val="24"/>
          <w:szCs w:val="24"/>
        </w:rPr>
        <w:t xml:space="preserve">ПОСТАНОВЛЯЕТ: </w:t>
      </w:r>
    </w:p>
    <w:p w:rsidR="003F54B6" w:rsidRDefault="003F54B6" w:rsidP="000E2A7B">
      <w:pPr>
        <w:pStyle w:val="BodyText2"/>
        <w:tabs>
          <w:tab w:val="left" w:pos="1134"/>
        </w:tabs>
        <w:spacing w:line="240" w:lineRule="auto"/>
        <w:ind w:firstLine="709"/>
        <w:jc w:val="both"/>
        <w:rPr>
          <w:rFonts w:ascii="Arial" w:hAnsi="Arial" w:cs="Arial"/>
          <w:sz w:val="24"/>
          <w:szCs w:val="24"/>
        </w:rPr>
      </w:pPr>
    </w:p>
    <w:p w:rsidR="003F54B6" w:rsidRDefault="003F54B6" w:rsidP="00487033">
      <w:pPr>
        <w:pStyle w:val="BodyText2"/>
        <w:numPr>
          <w:ilvl w:val="0"/>
          <w:numId w:val="1"/>
        </w:numPr>
        <w:tabs>
          <w:tab w:val="left" w:pos="1134"/>
        </w:tabs>
        <w:spacing w:line="240" w:lineRule="auto"/>
        <w:jc w:val="both"/>
        <w:rPr>
          <w:rFonts w:ascii="Arial" w:hAnsi="Arial" w:cs="Arial"/>
          <w:sz w:val="24"/>
          <w:szCs w:val="24"/>
        </w:rPr>
      </w:pPr>
      <w:r w:rsidRPr="005F1EC6">
        <w:rPr>
          <w:rFonts w:ascii="Arial" w:hAnsi="Arial" w:cs="Arial"/>
          <w:sz w:val="24"/>
          <w:szCs w:val="24"/>
        </w:rPr>
        <w:t>Утвердить прилагаемое Положение о поряд</w:t>
      </w:r>
      <w:r>
        <w:rPr>
          <w:rFonts w:ascii="Arial" w:hAnsi="Arial" w:cs="Arial"/>
          <w:sz w:val="24"/>
          <w:szCs w:val="24"/>
        </w:rPr>
        <w:t>ке проведения конкурса на</w:t>
      </w:r>
    </w:p>
    <w:p w:rsidR="003F54B6" w:rsidRDefault="003F54B6" w:rsidP="00487033">
      <w:pPr>
        <w:pStyle w:val="BodyText2"/>
        <w:tabs>
          <w:tab w:val="left" w:pos="1134"/>
        </w:tabs>
        <w:spacing w:line="240" w:lineRule="auto"/>
        <w:jc w:val="both"/>
        <w:rPr>
          <w:rFonts w:ascii="Arial" w:hAnsi="Arial" w:cs="Arial"/>
          <w:sz w:val="24"/>
          <w:szCs w:val="24"/>
        </w:rPr>
      </w:pPr>
      <w:r w:rsidRPr="005F1EC6">
        <w:rPr>
          <w:rFonts w:ascii="Arial" w:hAnsi="Arial" w:cs="Arial"/>
          <w:sz w:val="24"/>
          <w:szCs w:val="24"/>
        </w:rPr>
        <w:t>замещение вакантной должности муниципальной службы.</w:t>
      </w:r>
    </w:p>
    <w:p w:rsidR="003F54B6" w:rsidRDefault="003F54B6" w:rsidP="00487033">
      <w:pPr>
        <w:pStyle w:val="BodyText2"/>
        <w:numPr>
          <w:ilvl w:val="0"/>
          <w:numId w:val="1"/>
        </w:numPr>
        <w:tabs>
          <w:tab w:val="left" w:pos="1134"/>
        </w:tabs>
        <w:spacing w:line="240" w:lineRule="auto"/>
        <w:jc w:val="both"/>
        <w:rPr>
          <w:rFonts w:ascii="Arial" w:hAnsi="Arial" w:cs="Arial"/>
          <w:sz w:val="24"/>
          <w:szCs w:val="24"/>
        </w:rPr>
      </w:pPr>
      <w:r>
        <w:rPr>
          <w:rFonts w:ascii="Arial" w:hAnsi="Arial" w:cs="Arial"/>
          <w:sz w:val="24"/>
          <w:szCs w:val="24"/>
        </w:rPr>
        <w:t>Признать утратившим силу Постановление администрации Пичужинского</w:t>
      </w:r>
    </w:p>
    <w:p w:rsidR="003F54B6" w:rsidRPr="005F1EC6" w:rsidRDefault="003F54B6" w:rsidP="00487033">
      <w:pPr>
        <w:pStyle w:val="BodyText2"/>
        <w:tabs>
          <w:tab w:val="left" w:pos="1134"/>
        </w:tabs>
        <w:spacing w:line="240" w:lineRule="auto"/>
        <w:jc w:val="both"/>
        <w:rPr>
          <w:rFonts w:ascii="Arial" w:hAnsi="Arial" w:cs="Arial"/>
          <w:sz w:val="24"/>
          <w:szCs w:val="24"/>
        </w:rPr>
      </w:pPr>
      <w:r>
        <w:rPr>
          <w:rFonts w:ascii="Arial" w:hAnsi="Arial" w:cs="Arial"/>
          <w:sz w:val="24"/>
          <w:szCs w:val="24"/>
        </w:rPr>
        <w:t>сельского поселения от 25.02.2014 г. «Об утверждении Положения о порядке проведения конкурса на замещение вакантной должности муниципальной службы»</w:t>
      </w:r>
    </w:p>
    <w:p w:rsidR="003F54B6" w:rsidRDefault="003F54B6" w:rsidP="00487033">
      <w:pPr>
        <w:pStyle w:val="BodyText2"/>
        <w:numPr>
          <w:ilvl w:val="0"/>
          <w:numId w:val="1"/>
        </w:numPr>
        <w:tabs>
          <w:tab w:val="left" w:pos="1134"/>
        </w:tabs>
        <w:spacing w:line="240" w:lineRule="auto"/>
        <w:jc w:val="both"/>
        <w:rPr>
          <w:rFonts w:ascii="Arial" w:hAnsi="Arial" w:cs="Arial"/>
          <w:sz w:val="24"/>
          <w:szCs w:val="24"/>
        </w:rPr>
      </w:pPr>
      <w:r w:rsidRPr="005F1EC6">
        <w:rPr>
          <w:rFonts w:ascii="Arial" w:hAnsi="Arial" w:cs="Arial"/>
          <w:sz w:val="24"/>
          <w:szCs w:val="24"/>
        </w:rPr>
        <w:t xml:space="preserve">Настоящее постановление </w:t>
      </w:r>
      <w:r>
        <w:rPr>
          <w:rFonts w:ascii="Arial" w:hAnsi="Arial" w:cs="Arial"/>
          <w:sz w:val="24"/>
          <w:szCs w:val="24"/>
        </w:rPr>
        <w:t>разместить на официальном сайте</w:t>
      </w:r>
    </w:p>
    <w:p w:rsidR="003F54B6" w:rsidRPr="005F1EC6" w:rsidRDefault="003F54B6" w:rsidP="00487033">
      <w:pPr>
        <w:pStyle w:val="BodyText2"/>
        <w:tabs>
          <w:tab w:val="left" w:pos="1134"/>
        </w:tabs>
        <w:spacing w:line="240" w:lineRule="auto"/>
        <w:jc w:val="both"/>
        <w:rPr>
          <w:rFonts w:ascii="Arial" w:hAnsi="Arial" w:cs="Arial"/>
          <w:sz w:val="24"/>
          <w:szCs w:val="24"/>
        </w:rPr>
      </w:pPr>
      <w:r w:rsidRPr="005F1EC6">
        <w:rPr>
          <w:rFonts w:ascii="Arial" w:hAnsi="Arial" w:cs="Arial"/>
          <w:sz w:val="24"/>
          <w:szCs w:val="24"/>
        </w:rPr>
        <w:t xml:space="preserve">Администрации Пичужинского сельского поселения. </w:t>
      </w: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B76A8E">
      <w:pPr>
        <w:pStyle w:val="ConsPlusNormal0"/>
        <w:jc w:val="both"/>
        <w:rPr>
          <w:sz w:val="24"/>
          <w:szCs w:val="24"/>
        </w:rPr>
      </w:pPr>
    </w:p>
    <w:p w:rsidR="003F54B6" w:rsidRPr="005F1EC6" w:rsidRDefault="003F54B6" w:rsidP="00B76A8E">
      <w:pPr>
        <w:pStyle w:val="ConsPlusNormal0"/>
        <w:jc w:val="both"/>
        <w:rPr>
          <w:sz w:val="24"/>
          <w:szCs w:val="24"/>
        </w:rPr>
      </w:pPr>
      <w:r w:rsidRPr="005F1EC6">
        <w:rPr>
          <w:sz w:val="24"/>
          <w:szCs w:val="24"/>
        </w:rPr>
        <w:t>Глава Пичужинского</w:t>
      </w:r>
    </w:p>
    <w:p w:rsidR="003F54B6" w:rsidRPr="005F1EC6" w:rsidRDefault="003F54B6" w:rsidP="00B76A8E">
      <w:pPr>
        <w:pStyle w:val="ConsPlusNormal0"/>
        <w:jc w:val="both"/>
        <w:rPr>
          <w:sz w:val="24"/>
          <w:szCs w:val="24"/>
        </w:rPr>
      </w:pPr>
      <w:r w:rsidRPr="005F1EC6">
        <w:rPr>
          <w:sz w:val="24"/>
          <w:szCs w:val="24"/>
        </w:rPr>
        <w:t>Сельского поселения:</w:t>
      </w:r>
      <w:r w:rsidRPr="005F1EC6">
        <w:rPr>
          <w:sz w:val="24"/>
          <w:szCs w:val="24"/>
        </w:rPr>
        <w:tab/>
      </w:r>
      <w:r w:rsidRPr="005F1EC6">
        <w:rPr>
          <w:sz w:val="24"/>
          <w:szCs w:val="24"/>
        </w:rPr>
        <w:tab/>
      </w:r>
      <w:r w:rsidRPr="005F1EC6">
        <w:rPr>
          <w:sz w:val="24"/>
          <w:szCs w:val="24"/>
        </w:rPr>
        <w:tab/>
      </w:r>
      <w:r w:rsidRPr="005F1EC6">
        <w:rPr>
          <w:sz w:val="24"/>
          <w:szCs w:val="24"/>
        </w:rPr>
        <w:tab/>
      </w:r>
      <w:r w:rsidRPr="005F1EC6">
        <w:rPr>
          <w:sz w:val="24"/>
          <w:szCs w:val="24"/>
        </w:rPr>
        <w:tab/>
        <w:t>Н.А. Климешов.</w:t>
      </w: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Pr="005F1EC6" w:rsidRDefault="003F54B6" w:rsidP="000E2A7B">
      <w:pPr>
        <w:pStyle w:val="ConsPlusNormal0"/>
        <w:ind w:firstLine="540"/>
        <w:jc w:val="both"/>
        <w:rPr>
          <w:sz w:val="24"/>
          <w:szCs w:val="24"/>
        </w:rPr>
      </w:pPr>
    </w:p>
    <w:p w:rsidR="003F54B6" w:rsidRDefault="003F54B6" w:rsidP="000E2A7B">
      <w:pPr>
        <w:pStyle w:val="ConsPlusNormal0"/>
        <w:ind w:left="5580"/>
        <w:jc w:val="right"/>
        <w:outlineLvl w:val="0"/>
        <w:rPr>
          <w:sz w:val="24"/>
          <w:szCs w:val="24"/>
        </w:rPr>
      </w:pPr>
      <w:r w:rsidRPr="005F1EC6">
        <w:rPr>
          <w:sz w:val="24"/>
          <w:szCs w:val="24"/>
        </w:rPr>
        <w:t xml:space="preserve">Приложение к Постановлению Администрации Пичужинского сельского поселения </w:t>
      </w:r>
    </w:p>
    <w:p w:rsidR="003F54B6" w:rsidRPr="005F1EC6" w:rsidRDefault="003F54B6" w:rsidP="000E2A7B">
      <w:pPr>
        <w:pStyle w:val="ConsPlusNormal0"/>
        <w:ind w:left="5580"/>
        <w:jc w:val="right"/>
        <w:outlineLvl w:val="0"/>
        <w:rPr>
          <w:sz w:val="24"/>
          <w:szCs w:val="24"/>
        </w:rPr>
      </w:pPr>
      <w:r w:rsidRPr="005F1EC6">
        <w:rPr>
          <w:sz w:val="24"/>
          <w:szCs w:val="24"/>
        </w:rPr>
        <w:t xml:space="preserve">от  </w:t>
      </w:r>
      <w:r>
        <w:rPr>
          <w:sz w:val="24"/>
          <w:szCs w:val="24"/>
        </w:rPr>
        <w:t>20.12.2017 г. № 71</w:t>
      </w:r>
    </w:p>
    <w:p w:rsidR="003F54B6" w:rsidRPr="005F1EC6" w:rsidRDefault="003F54B6" w:rsidP="000E2A7B">
      <w:pPr>
        <w:pStyle w:val="ConsPlusNormal0"/>
        <w:jc w:val="right"/>
        <w:outlineLvl w:val="0"/>
        <w:rPr>
          <w:sz w:val="24"/>
          <w:szCs w:val="24"/>
        </w:rPr>
      </w:pPr>
    </w:p>
    <w:p w:rsidR="003F54B6" w:rsidRPr="005F1EC6" w:rsidRDefault="003F54B6" w:rsidP="000E2A7B">
      <w:pPr>
        <w:pStyle w:val="ConsPlusTitle"/>
        <w:widowControl/>
        <w:tabs>
          <w:tab w:val="left" w:pos="3195"/>
          <w:tab w:val="center" w:pos="5102"/>
        </w:tabs>
        <w:rPr>
          <w:rFonts w:ascii="Arial" w:hAnsi="Arial" w:cs="Arial"/>
          <w:bCs w:val="0"/>
        </w:rPr>
      </w:pPr>
      <w:r w:rsidRPr="005F1EC6">
        <w:rPr>
          <w:rFonts w:ascii="Arial" w:hAnsi="Arial" w:cs="Arial"/>
          <w:bCs w:val="0"/>
        </w:rPr>
        <w:t xml:space="preserve">                                                       ПОЛОЖЕНИЕ</w:t>
      </w:r>
    </w:p>
    <w:p w:rsidR="003F54B6" w:rsidRPr="005F1EC6" w:rsidRDefault="003F54B6" w:rsidP="000E2A7B">
      <w:pPr>
        <w:pStyle w:val="ConsPlusTitle"/>
        <w:widowControl/>
        <w:jc w:val="center"/>
        <w:rPr>
          <w:rFonts w:ascii="Arial" w:hAnsi="Arial" w:cs="Arial"/>
          <w:bCs w:val="0"/>
        </w:rPr>
      </w:pPr>
      <w:r w:rsidRPr="005F1EC6">
        <w:rPr>
          <w:rFonts w:ascii="Arial" w:hAnsi="Arial" w:cs="Arial"/>
          <w:bCs w:val="0"/>
        </w:rPr>
        <w:t>О ПОРЯДКЕ ПРОВЕДЕНИЯ КОНКУРСА  НА ЗАМЕЩЕНИЕ ВАКАНТНОЙ ДОЛЖНОСТИ МУНИЦИПАЛЬНОЙ СЛУЖБЫ</w:t>
      </w:r>
    </w:p>
    <w:p w:rsidR="003F54B6" w:rsidRPr="005F1EC6" w:rsidRDefault="003F54B6" w:rsidP="000E2A7B">
      <w:pPr>
        <w:pStyle w:val="ConsPlusTitle"/>
        <w:widowControl/>
        <w:jc w:val="center"/>
        <w:rPr>
          <w:rFonts w:ascii="Arial" w:hAnsi="Arial" w:cs="Arial"/>
          <w:b w:val="0"/>
          <w:bCs w:val="0"/>
        </w:rPr>
      </w:pPr>
    </w:p>
    <w:p w:rsidR="003F54B6" w:rsidRPr="005F1EC6" w:rsidRDefault="003F54B6" w:rsidP="000E2A7B">
      <w:pPr>
        <w:pStyle w:val="ConsPlusNormal0"/>
        <w:jc w:val="center"/>
        <w:rPr>
          <w:sz w:val="24"/>
          <w:szCs w:val="24"/>
        </w:rPr>
      </w:pPr>
      <w:r w:rsidRPr="005F1EC6">
        <w:rPr>
          <w:sz w:val="24"/>
          <w:szCs w:val="24"/>
        </w:rPr>
        <w:t>1. Общие положения</w:t>
      </w:r>
    </w:p>
    <w:p w:rsidR="003F54B6" w:rsidRPr="005F1EC6" w:rsidRDefault="003F54B6" w:rsidP="000E2A7B">
      <w:pPr>
        <w:pStyle w:val="ConsPlusNormal0"/>
        <w:jc w:val="center"/>
        <w:rPr>
          <w:sz w:val="24"/>
          <w:szCs w:val="24"/>
        </w:rPr>
      </w:pPr>
    </w:p>
    <w:p w:rsidR="003F54B6" w:rsidRPr="005F1EC6" w:rsidRDefault="003F54B6" w:rsidP="000E2A7B">
      <w:pPr>
        <w:tabs>
          <w:tab w:val="left" w:pos="0"/>
          <w:tab w:val="left" w:pos="1276"/>
        </w:tabs>
        <w:ind w:firstLine="709"/>
        <w:jc w:val="both"/>
        <w:rPr>
          <w:sz w:val="24"/>
          <w:szCs w:val="24"/>
        </w:rPr>
      </w:pPr>
      <w:r w:rsidRPr="005F1EC6">
        <w:rPr>
          <w:sz w:val="24"/>
          <w:szCs w:val="24"/>
        </w:rPr>
        <w:t>1.1.</w:t>
      </w:r>
      <w:r w:rsidRPr="005F1EC6">
        <w:rPr>
          <w:sz w:val="24"/>
          <w:szCs w:val="24"/>
        </w:rPr>
        <w:tab/>
        <w:t>Настоящее Положение определяет порядок проведения конкурса на замещение вакантной должности муниципальной службы (далее – конкурс), за исключением Главы сельского поселения. Конкурс обеспечивает право граждан Российской Федерации на равный доступ к муниципальной службе, а также право муниципальных служащих на должностной рост на конкурсной основе.</w:t>
      </w:r>
    </w:p>
    <w:p w:rsidR="003F54B6" w:rsidRPr="005F1EC6" w:rsidRDefault="003F54B6" w:rsidP="000E2A7B">
      <w:pPr>
        <w:tabs>
          <w:tab w:val="left" w:pos="0"/>
          <w:tab w:val="left" w:pos="1276"/>
        </w:tabs>
        <w:ind w:firstLine="709"/>
        <w:jc w:val="both"/>
        <w:rPr>
          <w:sz w:val="24"/>
          <w:szCs w:val="24"/>
        </w:rPr>
      </w:pPr>
      <w:r w:rsidRPr="005F1EC6">
        <w:rPr>
          <w:sz w:val="24"/>
          <w:szCs w:val="24"/>
        </w:rPr>
        <w:t>1.2.</w:t>
      </w:r>
      <w:r w:rsidRPr="005F1EC6">
        <w:rPr>
          <w:sz w:val="24"/>
          <w:szCs w:val="24"/>
        </w:rPr>
        <w:tab/>
        <w:t>Конкурс может быть объявлен при наличии вакантной должности муниципальной службы. Решение о проведении конкурса принимается Главой сельского поселения.</w:t>
      </w:r>
    </w:p>
    <w:p w:rsidR="003F54B6" w:rsidRPr="005F1EC6" w:rsidRDefault="003F54B6" w:rsidP="000E2A7B">
      <w:pPr>
        <w:tabs>
          <w:tab w:val="left" w:pos="0"/>
          <w:tab w:val="left" w:pos="1276"/>
        </w:tabs>
        <w:ind w:firstLine="709"/>
        <w:jc w:val="both"/>
        <w:rPr>
          <w:sz w:val="24"/>
          <w:szCs w:val="24"/>
        </w:rPr>
      </w:pPr>
      <w:r w:rsidRPr="005F1EC6">
        <w:rPr>
          <w:sz w:val="24"/>
          <w:szCs w:val="24"/>
        </w:rPr>
        <w:t>1.3.</w:t>
      </w:r>
      <w:r w:rsidRPr="005F1EC6">
        <w:rPr>
          <w:sz w:val="24"/>
          <w:szCs w:val="24"/>
        </w:rPr>
        <w:tab/>
        <w:t>Право на участие в конкурсе имеют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к вакантной должности муниципальной службы, в соответствии с классификацией должностей муниципальной службы, муниципальными правовыми актами Пичужинского сельского поселения.</w:t>
      </w:r>
    </w:p>
    <w:p w:rsidR="003F54B6" w:rsidRPr="005F1EC6" w:rsidRDefault="003F54B6" w:rsidP="000E2A7B">
      <w:pPr>
        <w:tabs>
          <w:tab w:val="left" w:pos="0"/>
          <w:tab w:val="left" w:pos="1276"/>
        </w:tabs>
        <w:ind w:firstLine="709"/>
        <w:jc w:val="both"/>
        <w:rPr>
          <w:sz w:val="24"/>
          <w:szCs w:val="24"/>
        </w:rPr>
      </w:pPr>
      <w:r w:rsidRPr="005F1EC6">
        <w:rPr>
          <w:sz w:val="24"/>
          <w:szCs w:val="24"/>
        </w:rPr>
        <w:t>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rsidR="003F54B6" w:rsidRPr="005F1EC6" w:rsidRDefault="003F54B6" w:rsidP="000E2A7B">
      <w:pPr>
        <w:tabs>
          <w:tab w:val="left" w:pos="0"/>
          <w:tab w:val="left" w:pos="1276"/>
        </w:tabs>
        <w:ind w:firstLine="709"/>
        <w:jc w:val="both"/>
        <w:rPr>
          <w:sz w:val="24"/>
          <w:szCs w:val="24"/>
        </w:rPr>
      </w:pPr>
      <w:r w:rsidRPr="005F1EC6">
        <w:rPr>
          <w:sz w:val="24"/>
          <w:szCs w:val="24"/>
        </w:rPr>
        <w:t>1.4.</w:t>
      </w:r>
      <w:r w:rsidRPr="005F1EC6">
        <w:rPr>
          <w:sz w:val="24"/>
          <w:szCs w:val="24"/>
        </w:rPr>
        <w:tab/>
        <w:t>При проведении конкурса гарантируется равенство прав граждан в соответствии с Конституцией Российской Федерации и федеральными законами.</w:t>
      </w:r>
    </w:p>
    <w:p w:rsidR="003F54B6" w:rsidRPr="005F1EC6" w:rsidRDefault="003F54B6" w:rsidP="000E2A7B">
      <w:pPr>
        <w:tabs>
          <w:tab w:val="left" w:pos="0"/>
        </w:tabs>
        <w:ind w:firstLine="567"/>
        <w:jc w:val="both"/>
        <w:rPr>
          <w:sz w:val="24"/>
          <w:szCs w:val="24"/>
        </w:rPr>
      </w:pPr>
    </w:p>
    <w:p w:rsidR="003F54B6" w:rsidRPr="005F1EC6" w:rsidRDefault="003F54B6" w:rsidP="000E2A7B">
      <w:pPr>
        <w:pStyle w:val="ConsPlusNormal0"/>
        <w:jc w:val="center"/>
        <w:rPr>
          <w:sz w:val="24"/>
          <w:szCs w:val="24"/>
        </w:rPr>
      </w:pPr>
      <w:r w:rsidRPr="005F1EC6">
        <w:rPr>
          <w:sz w:val="24"/>
          <w:szCs w:val="24"/>
        </w:rPr>
        <w:t>2. Конкурсная комиссия</w:t>
      </w:r>
    </w:p>
    <w:p w:rsidR="003F54B6" w:rsidRPr="005F1EC6" w:rsidRDefault="003F54B6" w:rsidP="000E2A7B">
      <w:pPr>
        <w:pStyle w:val="ConsPlusNormal0"/>
        <w:jc w:val="center"/>
        <w:rPr>
          <w:sz w:val="24"/>
          <w:szCs w:val="24"/>
        </w:rPr>
      </w:pPr>
    </w:p>
    <w:p w:rsidR="003F54B6" w:rsidRPr="005F1EC6" w:rsidRDefault="003F54B6" w:rsidP="000E2A7B">
      <w:pPr>
        <w:tabs>
          <w:tab w:val="left" w:pos="1276"/>
        </w:tabs>
        <w:ind w:firstLine="709"/>
        <w:jc w:val="both"/>
        <w:rPr>
          <w:sz w:val="24"/>
          <w:szCs w:val="24"/>
        </w:rPr>
      </w:pPr>
      <w:r w:rsidRPr="005F1EC6">
        <w:rPr>
          <w:sz w:val="24"/>
          <w:szCs w:val="24"/>
        </w:rPr>
        <w:t>2.1.</w:t>
      </w:r>
      <w:r w:rsidRPr="005F1EC6">
        <w:rPr>
          <w:sz w:val="24"/>
          <w:szCs w:val="24"/>
        </w:rPr>
        <w:tab/>
        <w:t>Для проведения конкурса муниципальным правовым актом образуется конкурсная комиссия.</w:t>
      </w:r>
    </w:p>
    <w:p w:rsidR="003F54B6" w:rsidRPr="005F1EC6" w:rsidRDefault="003F54B6" w:rsidP="000E2A7B">
      <w:pPr>
        <w:pStyle w:val="a"/>
        <w:tabs>
          <w:tab w:val="left" w:pos="1276"/>
        </w:tabs>
        <w:spacing w:before="0"/>
        <w:ind w:right="0" w:firstLine="709"/>
        <w:jc w:val="both"/>
        <w:rPr>
          <w:rFonts w:ascii="Arial" w:hAnsi="Arial" w:cs="Arial"/>
        </w:rPr>
      </w:pPr>
      <w:r w:rsidRPr="005F1EC6">
        <w:rPr>
          <w:rFonts w:ascii="Arial" w:hAnsi="Arial" w:cs="Arial"/>
        </w:rPr>
        <w:t>2.2.</w:t>
      </w:r>
      <w:r w:rsidRPr="005F1EC6">
        <w:rPr>
          <w:rFonts w:ascii="Arial" w:hAnsi="Arial" w:cs="Arial"/>
        </w:rPr>
        <w:tab/>
        <w:t xml:space="preserve">В состав конкурсной комиссии входят Глава сельского поселения, муниципальные служащие Администрации сельского поселения, представители общественных организаций (по согласованию), специалисты Администрации муниципального района по вопросам, связанным с муниципальной службой (по согласованию). </w:t>
      </w:r>
    </w:p>
    <w:p w:rsidR="003F54B6" w:rsidRPr="005F1EC6" w:rsidRDefault="003F54B6" w:rsidP="000E2A7B">
      <w:pPr>
        <w:tabs>
          <w:tab w:val="left" w:pos="1276"/>
        </w:tabs>
        <w:ind w:firstLine="709"/>
        <w:jc w:val="both"/>
        <w:rPr>
          <w:sz w:val="24"/>
          <w:szCs w:val="24"/>
        </w:rPr>
      </w:pPr>
      <w:r w:rsidRPr="005F1EC6">
        <w:rPr>
          <w:sz w:val="24"/>
          <w:szCs w:val="24"/>
        </w:rPr>
        <w:t>Общее число членов конкурсной комиссии должно составлять не менее 5 человек.</w:t>
      </w:r>
    </w:p>
    <w:p w:rsidR="003F54B6" w:rsidRPr="005F1EC6" w:rsidRDefault="003F54B6" w:rsidP="000E2A7B">
      <w:pPr>
        <w:tabs>
          <w:tab w:val="left" w:pos="1276"/>
        </w:tabs>
        <w:ind w:firstLine="709"/>
        <w:jc w:val="both"/>
        <w:rPr>
          <w:sz w:val="24"/>
          <w:szCs w:val="24"/>
        </w:rPr>
      </w:pPr>
      <w:r w:rsidRPr="005F1EC6">
        <w:rPr>
          <w:sz w:val="24"/>
          <w:szCs w:val="24"/>
        </w:rPr>
        <w:t>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3F54B6" w:rsidRPr="005F1EC6" w:rsidRDefault="003F54B6" w:rsidP="000E2A7B">
      <w:pPr>
        <w:tabs>
          <w:tab w:val="left" w:pos="1276"/>
        </w:tabs>
        <w:ind w:firstLine="709"/>
        <w:jc w:val="both"/>
        <w:rPr>
          <w:sz w:val="24"/>
          <w:szCs w:val="24"/>
        </w:rPr>
      </w:pPr>
      <w:r w:rsidRPr="005F1EC6">
        <w:rPr>
          <w:sz w:val="24"/>
          <w:szCs w:val="24"/>
        </w:rPr>
        <w:t>2.3.</w:t>
      </w:r>
      <w:r w:rsidRPr="005F1EC6">
        <w:rPr>
          <w:sz w:val="24"/>
          <w:szCs w:val="24"/>
        </w:rPr>
        <w:tab/>
        <w:t>Конкурсная комиссия состоит из председателя, заместителя председателя, секретаря и членов комиссии.</w:t>
      </w:r>
    </w:p>
    <w:p w:rsidR="003F54B6" w:rsidRPr="005F1EC6" w:rsidRDefault="003F54B6" w:rsidP="000E2A7B">
      <w:pPr>
        <w:tabs>
          <w:tab w:val="left" w:pos="1276"/>
        </w:tabs>
        <w:ind w:firstLine="709"/>
        <w:jc w:val="both"/>
        <w:rPr>
          <w:sz w:val="24"/>
          <w:szCs w:val="24"/>
        </w:rPr>
      </w:pPr>
      <w:r w:rsidRPr="005F1EC6">
        <w:rPr>
          <w:sz w:val="24"/>
          <w:szCs w:val="24"/>
        </w:rPr>
        <w:t>2.4.</w:t>
      </w:r>
      <w:r w:rsidRPr="005F1EC6">
        <w:rPr>
          <w:sz w:val="24"/>
          <w:szCs w:val="24"/>
        </w:rPr>
        <w:tab/>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3F54B6" w:rsidRPr="005F1EC6" w:rsidRDefault="003F54B6" w:rsidP="000E2A7B">
      <w:pPr>
        <w:tabs>
          <w:tab w:val="left" w:pos="1276"/>
        </w:tabs>
        <w:ind w:firstLine="709"/>
        <w:jc w:val="both"/>
        <w:rPr>
          <w:sz w:val="24"/>
          <w:szCs w:val="24"/>
        </w:rPr>
      </w:pPr>
      <w:r w:rsidRPr="005F1EC6">
        <w:rPr>
          <w:sz w:val="24"/>
          <w:szCs w:val="24"/>
        </w:rPr>
        <w:t>При равенстве голосов решающим является голос председателя конкурсной комиссии.</w:t>
      </w:r>
    </w:p>
    <w:p w:rsidR="003F54B6" w:rsidRPr="005F1EC6" w:rsidRDefault="003F54B6" w:rsidP="000E2A7B">
      <w:pPr>
        <w:tabs>
          <w:tab w:val="left" w:pos="1276"/>
        </w:tabs>
        <w:ind w:firstLine="709"/>
        <w:jc w:val="both"/>
        <w:rPr>
          <w:sz w:val="24"/>
          <w:szCs w:val="24"/>
        </w:rPr>
      </w:pPr>
      <w:r w:rsidRPr="005F1EC6">
        <w:rPr>
          <w:sz w:val="24"/>
          <w:szCs w:val="24"/>
        </w:rPr>
        <w:t>2.5.</w:t>
      </w:r>
      <w:r w:rsidRPr="005F1EC6">
        <w:rPr>
          <w:sz w:val="24"/>
          <w:szCs w:val="24"/>
        </w:rPr>
        <w:tab/>
        <w:t>Решение конкурсной комиссии принимается в отсутствие гражданина, допущенного к участию в конкурсе (далее - кандидат), и является основанием для назначения его на вакантную должность муниципальной службы либо отказа в таком назначении.</w:t>
      </w:r>
    </w:p>
    <w:p w:rsidR="003F54B6" w:rsidRPr="005F1EC6" w:rsidRDefault="003F54B6" w:rsidP="000E2A7B">
      <w:pPr>
        <w:tabs>
          <w:tab w:val="left" w:pos="1276"/>
        </w:tabs>
        <w:ind w:firstLine="709"/>
        <w:jc w:val="both"/>
        <w:rPr>
          <w:sz w:val="24"/>
          <w:szCs w:val="24"/>
        </w:rPr>
      </w:pPr>
      <w:r w:rsidRPr="005F1EC6">
        <w:rPr>
          <w:sz w:val="24"/>
          <w:szCs w:val="24"/>
        </w:rPr>
        <w:t>2.6.</w:t>
      </w:r>
      <w:r w:rsidRPr="005F1EC6">
        <w:rPr>
          <w:sz w:val="24"/>
          <w:szCs w:val="24"/>
        </w:rPr>
        <w:tab/>
        <w:t>Результаты голосования конкурсной комиссии оформляются протоколом, который подписывается председателем, заместителем председателя, секретарем и членами комиссии, принявшими участие в заседании.</w:t>
      </w:r>
    </w:p>
    <w:p w:rsidR="003F54B6" w:rsidRPr="005F1EC6" w:rsidRDefault="003F54B6" w:rsidP="000E2A7B">
      <w:pPr>
        <w:tabs>
          <w:tab w:val="left" w:pos="1276"/>
        </w:tabs>
        <w:ind w:firstLine="709"/>
        <w:jc w:val="both"/>
        <w:rPr>
          <w:sz w:val="24"/>
          <w:szCs w:val="24"/>
        </w:rPr>
      </w:pPr>
      <w:r w:rsidRPr="005F1EC6">
        <w:rPr>
          <w:sz w:val="24"/>
          <w:szCs w:val="24"/>
        </w:rPr>
        <w:t>2.7.</w:t>
      </w:r>
      <w:r w:rsidRPr="005F1EC6">
        <w:rPr>
          <w:sz w:val="24"/>
          <w:szCs w:val="24"/>
        </w:rPr>
        <w:tab/>
        <w:t>Организация и обеспечение работы конкурсной комиссии возлагается на Администрацию сельского поселения.</w:t>
      </w:r>
    </w:p>
    <w:p w:rsidR="003F54B6" w:rsidRPr="005F1EC6" w:rsidRDefault="003F54B6" w:rsidP="000E2A7B">
      <w:pPr>
        <w:pStyle w:val="ConsPlusNormal0"/>
        <w:jc w:val="center"/>
        <w:rPr>
          <w:b/>
          <w:bCs/>
          <w:sz w:val="24"/>
          <w:szCs w:val="24"/>
        </w:rPr>
      </w:pPr>
    </w:p>
    <w:p w:rsidR="003F54B6" w:rsidRPr="005F1EC6" w:rsidRDefault="003F54B6" w:rsidP="000E2A7B">
      <w:pPr>
        <w:pStyle w:val="ConsPlusNormal0"/>
        <w:jc w:val="center"/>
        <w:rPr>
          <w:sz w:val="24"/>
          <w:szCs w:val="24"/>
        </w:rPr>
      </w:pPr>
      <w:r w:rsidRPr="005F1EC6">
        <w:rPr>
          <w:sz w:val="24"/>
          <w:szCs w:val="24"/>
        </w:rPr>
        <w:t>3. Порядок проведения конкурса</w:t>
      </w:r>
    </w:p>
    <w:p w:rsidR="003F54B6" w:rsidRPr="005F1EC6" w:rsidRDefault="003F54B6" w:rsidP="000E2A7B">
      <w:pPr>
        <w:pStyle w:val="ConsPlusNormal0"/>
        <w:jc w:val="center"/>
        <w:rPr>
          <w:sz w:val="24"/>
          <w:szCs w:val="24"/>
        </w:rPr>
      </w:pPr>
    </w:p>
    <w:p w:rsidR="003F54B6" w:rsidRPr="005F1EC6" w:rsidRDefault="003F54B6" w:rsidP="000E2A7B">
      <w:pPr>
        <w:tabs>
          <w:tab w:val="left" w:pos="1418"/>
        </w:tabs>
        <w:ind w:firstLine="709"/>
        <w:jc w:val="both"/>
        <w:rPr>
          <w:sz w:val="24"/>
          <w:szCs w:val="24"/>
        </w:rPr>
      </w:pPr>
      <w:r w:rsidRPr="005F1EC6">
        <w:rPr>
          <w:sz w:val="24"/>
          <w:szCs w:val="24"/>
        </w:rPr>
        <w:t xml:space="preserve"> 3.1. Конкурс проводится в два этапа.</w:t>
      </w:r>
    </w:p>
    <w:p w:rsidR="003F54B6" w:rsidRPr="005F1EC6" w:rsidRDefault="003F54B6" w:rsidP="000E2A7B">
      <w:pPr>
        <w:tabs>
          <w:tab w:val="left" w:pos="1418"/>
        </w:tabs>
        <w:jc w:val="both"/>
        <w:rPr>
          <w:sz w:val="24"/>
          <w:szCs w:val="24"/>
        </w:rPr>
      </w:pPr>
      <w:r w:rsidRPr="005F1EC6">
        <w:rPr>
          <w:sz w:val="24"/>
          <w:szCs w:val="24"/>
        </w:rPr>
        <w:t xml:space="preserve">       На первом этапе конкурса объявление о приеме документов для участия в конкурсе подлежит опубликованию не менее, чем в одном периодическом издании   и  размещению на официальном сайте Администрации Пичужинского сельского поселения не позднее, чем за 20 дней до дня проведения конкурса. В публикуемом объявлении о приеме документов для участия в конкурсе указываются наименование вакантной должности муниципальной службы; квалификационные требования, предъявляемые к гражданину, претендующему на замещение вакантной муниципальной должности; место и время приема документов, подлежащих представлению в соответствии с пунктом 3.2 настоящего Положения; указываются конкурсные процедуры, с помощью которых будет производиться оценка профессиональных и личностных качеств кандидатов; проект трудового договора;  срок, до истечения которого принимаются указанные документы; сведения о дате, времени и месте проведения конкурса, сведения об источнике подробной информации о конкурсе (телефон, факс, электронный адрес официального сайта Администрации  Пичужинского  сельского поселения).</w:t>
      </w:r>
    </w:p>
    <w:p w:rsidR="003F54B6" w:rsidRPr="005F1EC6" w:rsidRDefault="003F54B6" w:rsidP="000E2A7B">
      <w:pPr>
        <w:tabs>
          <w:tab w:val="left" w:pos="1418"/>
        </w:tabs>
        <w:ind w:firstLine="709"/>
        <w:jc w:val="both"/>
        <w:rPr>
          <w:sz w:val="24"/>
          <w:szCs w:val="24"/>
        </w:rPr>
      </w:pPr>
      <w:r w:rsidRPr="005F1EC6">
        <w:rPr>
          <w:sz w:val="24"/>
          <w:szCs w:val="24"/>
        </w:rPr>
        <w:t>На официальном сайте Администрации Пичужинского сельского поселения размещается следующая информация о конкурсе: наименование вакантной должности муниципальной службы; требования, предъявляемые к гражданину, претендующему на замещение вакантной муниципальной должности; условия прохождения муниципальной службы; место и время приема документов; срок, до истечения которого принимаются указанные документы;  сведения о дате, времени и месте проведения конкурса, проект трудового договора; указываются конкурсные процедуры, с помощью которых будет производиться оценка профессиональных и личностных качеств кандидатов, другие информационные материалы.</w:t>
      </w:r>
    </w:p>
    <w:p w:rsidR="003F54B6" w:rsidRPr="005F1EC6" w:rsidRDefault="003F54B6" w:rsidP="000E2A7B">
      <w:pPr>
        <w:pStyle w:val="ConsPlusNormal0"/>
        <w:tabs>
          <w:tab w:val="left" w:pos="1418"/>
        </w:tabs>
        <w:ind w:firstLine="709"/>
        <w:jc w:val="both"/>
        <w:rPr>
          <w:sz w:val="24"/>
          <w:szCs w:val="24"/>
        </w:rPr>
      </w:pPr>
      <w:r w:rsidRPr="005F1EC6">
        <w:rPr>
          <w:sz w:val="24"/>
          <w:szCs w:val="24"/>
        </w:rPr>
        <w:t>3.2.</w:t>
      </w:r>
      <w:r w:rsidRPr="005F1EC6">
        <w:rPr>
          <w:sz w:val="24"/>
          <w:szCs w:val="24"/>
        </w:rPr>
        <w:tab/>
        <w:t>Срок предоставления документов для участия в конкурсе составляет 15  дней с момента опубликования объявления  о проведении конкурса в средствах массовой информации.</w:t>
      </w:r>
    </w:p>
    <w:p w:rsidR="003F54B6" w:rsidRPr="005F1EC6" w:rsidRDefault="003F54B6" w:rsidP="000E2A7B">
      <w:pPr>
        <w:pStyle w:val="ConsPlusNormal0"/>
        <w:tabs>
          <w:tab w:val="left" w:pos="1418"/>
        </w:tabs>
        <w:ind w:firstLine="709"/>
        <w:jc w:val="both"/>
        <w:rPr>
          <w:sz w:val="24"/>
          <w:szCs w:val="24"/>
        </w:rPr>
      </w:pPr>
      <w:r w:rsidRPr="005F1EC6">
        <w:rPr>
          <w:sz w:val="24"/>
          <w:szCs w:val="24"/>
        </w:rPr>
        <w:t>3.3.</w:t>
      </w:r>
      <w:r w:rsidRPr="005F1EC6">
        <w:rPr>
          <w:sz w:val="24"/>
          <w:szCs w:val="24"/>
        </w:rPr>
        <w:tab/>
        <w:t>Гражданин, претендующий на замещение вакантной муниципальной должности, представляет в конкурсную комиссию лично следующие документы,  в полном объеме:</w:t>
      </w:r>
    </w:p>
    <w:p w:rsidR="003F54B6" w:rsidRPr="005F1EC6" w:rsidRDefault="003F54B6" w:rsidP="000E2A7B">
      <w:pPr>
        <w:pStyle w:val="ConsPlusNormal0"/>
        <w:tabs>
          <w:tab w:val="left" w:pos="1134"/>
          <w:tab w:val="left" w:pos="1418"/>
        </w:tabs>
        <w:ind w:firstLine="709"/>
        <w:jc w:val="both"/>
        <w:rPr>
          <w:sz w:val="24"/>
          <w:szCs w:val="24"/>
        </w:rPr>
      </w:pPr>
      <w:r w:rsidRPr="005F1EC6">
        <w:rPr>
          <w:sz w:val="24"/>
          <w:szCs w:val="24"/>
        </w:rPr>
        <w:t>1)</w:t>
      </w:r>
      <w:r w:rsidRPr="005F1EC6">
        <w:rPr>
          <w:sz w:val="24"/>
          <w:szCs w:val="24"/>
        </w:rPr>
        <w:tab/>
        <w:t>личное заявление по форме согласно приложению № 1 к настоящему Положению;</w:t>
      </w:r>
    </w:p>
    <w:p w:rsidR="003F54B6" w:rsidRPr="005F1EC6" w:rsidRDefault="003F54B6" w:rsidP="000E2A7B">
      <w:pPr>
        <w:pStyle w:val="ConsPlusNormal0"/>
        <w:tabs>
          <w:tab w:val="left" w:pos="1134"/>
          <w:tab w:val="left" w:pos="1418"/>
        </w:tabs>
        <w:ind w:firstLine="709"/>
        <w:jc w:val="both"/>
        <w:rPr>
          <w:sz w:val="24"/>
          <w:szCs w:val="24"/>
        </w:rPr>
      </w:pPr>
      <w:r w:rsidRPr="005F1EC6">
        <w:rPr>
          <w:sz w:val="24"/>
          <w:szCs w:val="24"/>
        </w:rPr>
        <w:t>2)</w:t>
      </w:r>
      <w:r w:rsidRPr="005F1EC6">
        <w:rPr>
          <w:sz w:val="24"/>
          <w:szCs w:val="24"/>
        </w:rPr>
        <w:tab/>
        <w:t>собственноручно заполненную и подписанную анкету по форме, установленной распоряжением Правительством Российской Федерации от 26.05.2005г. №  667-р (с изменениями и дополнениями);</w:t>
      </w:r>
    </w:p>
    <w:p w:rsidR="003F54B6" w:rsidRPr="005F1EC6" w:rsidRDefault="003F54B6" w:rsidP="000E2A7B">
      <w:pPr>
        <w:pStyle w:val="ConsPlusNormal0"/>
        <w:tabs>
          <w:tab w:val="left" w:pos="1134"/>
          <w:tab w:val="left" w:pos="1418"/>
        </w:tabs>
        <w:ind w:firstLine="709"/>
        <w:jc w:val="both"/>
        <w:rPr>
          <w:sz w:val="24"/>
          <w:szCs w:val="24"/>
        </w:rPr>
      </w:pPr>
      <w:r w:rsidRPr="005F1EC6">
        <w:rPr>
          <w:sz w:val="24"/>
          <w:szCs w:val="24"/>
        </w:rPr>
        <w:t>3)</w:t>
      </w:r>
      <w:r w:rsidRPr="005F1EC6">
        <w:rPr>
          <w:sz w:val="24"/>
          <w:szCs w:val="24"/>
        </w:rPr>
        <w:tab/>
        <w:t>оригинал и копию паспорта или заменяющего его документа (соответствующий документ предъявляется лично по прибытии на конкурс);</w:t>
      </w:r>
    </w:p>
    <w:p w:rsidR="003F54B6" w:rsidRPr="005F1EC6" w:rsidRDefault="003F54B6" w:rsidP="000E2A7B">
      <w:pPr>
        <w:pStyle w:val="ConsPlusNormal0"/>
        <w:tabs>
          <w:tab w:val="left" w:pos="1134"/>
          <w:tab w:val="left" w:pos="1418"/>
        </w:tabs>
        <w:ind w:firstLine="709"/>
        <w:jc w:val="both"/>
        <w:rPr>
          <w:sz w:val="24"/>
          <w:szCs w:val="24"/>
        </w:rPr>
      </w:pPr>
      <w:r w:rsidRPr="005F1EC6">
        <w:rPr>
          <w:sz w:val="24"/>
          <w:szCs w:val="24"/>
        </w:rPr>
        <w:t>4)</w:t>
      </w:r>
      <w:r w:rsidRPr="005F1EC6">
        <w:rPr>
          <w:sz w:val="24"/>
          <w:szCs w:val="24"/>
        </w:rPr>
        <w:tab/>
        <w:t>две фотографии размером 3 x 4 и 4 х 6;</w:t>
      </w:r>
    </w:p>
    <w:p w:rsidR="003F54B6" w:rsidRPr="005F1EC6" w:rsidRDefault="003F54B6" w:rsidP="000E2A7B">
      <w:pPr>
        <w:pStyle w:val="ConsPlusNormal0"/>
        <w:tabs>
          <w:tab w:val="left" w:pos="1134"/>
          <w:tab w:val="left" w:pos="1418"/>
        </w:tabs>
        <w:ind w:firstLine="709"/>
        <w:jc w:val="both"/>
        <w:rPr>
          <w:sz w:val="24"/>
          <w:szCs w:val="24"/>
        </w:rPr>
      </w:pPr>
      <w:r w:rsidRPr="005F1EC6">
        <w:rPr>
          <w:sz w:val="24"/>
          <w:szCs w:val="24"/>
        </w:rPr>
        <w:t>5)</w:t>
      </w:r>
      <w:r w:rsidRPr="005F1EC6">
        <w:rPr>
          <w:sz w:val="24"/>
          <w:szCs w:val="24"/>
        </w:rPr>
        <w:tab/>
        <w:t xml:space="preserve">оригиналы и копии документов, подтверждающие необходимое профессиональное образование, стаж работы и квалификацию: </w:t>
      </w:r>
    </w:p>
    <w:p w:rsidR="003F54B6" w:rsidRPr="005F1EC6" w:rsidRDefault="003F54B6" w:rsidP="000E2A7B">
      <w:pPr>
        <w:pStyle w:val="ConsPlusNormal0"/>
        <w:tabs>
          <w:tab w:val="left" w:pos="1134"/>
          <w:tab w:val="left" w:pos="1418"/>
        </w:tabs>
        <w:ind w:firstLine="709"/>
        <w:jc w:val="both"/>
        <w:rPr>
          <w:sz w:val="24"/>
          <w:szCs w:val="24"/>
        </w:rPr>
      </w:pPr>
      <w:r w:rsidRPr="005F1EC6">
        <w:rPr>
          <w:sz w:val="24"/>
          <w:szCs w:val="24"/>
        </w:rPr>
        <w:t xml:space="preserve">- 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 </w:t>
      </w:r>
    </w:p>
    <w:p w:rsidR="003F54B6" w:rsidRPr="005F1EC6" w:rsidRDefault="003F54B6" w:rsidP="000E2A7B">
      <w:pPr>
        <w:pStyle w:val="ConsPlusNormal0"/>
        <w:tabs>
          <w:tab w:val="left" w:pos="1134"/>
          <w:tab w:val="left" w:pos="1418"/>
        </w:tabs>
        <w:ind w:firstLine="709"/>
        <w:jc w:val="both"/>
        <w:rPr>
          <w:sz w:val="24"/>
          <w:szCs w:val="24"/>
        </w:rPr>
      </w:pPr>
      <w:r w:rsidRPr="005F1EC6">
        <w:rPr>
          <w:sz w:val="24"/>
          <w:szCs w:val="24"/>
        </w:rPr>
        <w:t>- оригиналы и копии документов о профессиональном образовании,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3F54B6" w:rsidRPr="005F1EC6" w:rsidRDefault="003F54B6" w:rsidP="000E2A7B">
      <w:pPr>
        <w:pStyle w:val="ConsPlusNormal0"/>
        <w:tabs>
          <w:tab w:val="left" w:pos="1134"/>
          <w:tab w:val="left" w:pos="1418"/>
        </w:tabs>
        <w:ind w:firstLine="709"/>
        <w:jc w:val="both"/>
        <w:rPr>
          <w:sz w:val="24"/>
          <w:szCs w:val="24"/>
        </w:rPr>
      </w:pPr>
      <w:r w:rsidRPr="005F1EC6">
        <w:rPr>
          <w:sz w:val="24"/>
          <w:szCs w:val="24"/>
        </w:rPr>
        <w:t>6)</w:t>
      </w:r>
      <w:r w:rsidRPr="005F1EC6">
        <w:rPr>
          <w:sz w:val="24"/>
          <w:szCs w:val="24"/>
        </w:rPr>
        <w:tab/>
        <w:t>заключение медицинского учреждения об отсутствии у гражданина заболевания, препятствующего поступлению на муниципальную службу или ее прохождению;</w:t>
      </w:r>
    </w:p>
    <w:p w:rsidR="003F54B6" w:rsidRPr="005F1EC6" w:rsidRDefault="003F54B6" w:rsidP="000E2A7B">
      <w:pPr>
        <w:pStyle w:val="ConsPlusNormal0"/>
        <w:tabs>
          <w:tab w:val="left" w:pos="1134"/>
          <w:tab w:val="left" w:pos="1418"/>
        </w:tabs>
        <w:ind w:firstLine="709"/>
        <w:jc w:val="both"/>
        <w:rPr>
          <w:sz w:val="24"/>
          <w:szCs w:val="24"/>
        </w:rPr>
      </w:pPr>
      <w:r w:rsidRPr="005F1EC6">
        <w:rPr>
          <w:sz w:val="24"/>
          <w:szCs w:val="24"/>
        </w:rPr>
        <w:t>7)</w:t>
      </w:r>
      <w:r w:rsidRPr="005F1EC6">
        <w:rPr>
          <w:sz w:val="24"/>
          <w:szCs w:val="24"/>
        </w:rPr>
        <w:tab/>
        <w:t xml:space="preserve">сведения о доходах, об имуществе, принадлежащем гражданину на праве собственности, и обязательствах имущественного характера по форме, установленной </w:t>
      </w:r>
    </w:p>
    <w:p w:rsidR="003F54B6" w:rsidRPr="005F1EC6" w:rsidRDefault="003F54B6" w:rsidP="00B643C6">
      <w:pPr>
        <w:autoSpaceDE w:val="0"/>
        <w:autoSpaceDN w:val="0"/>
        <w:adjustRightInd w:val="0"/>
        <w:ind w:firstLine="540"/>
        <w:jc w:val="both"/>
        <w:rPr>
          <w:sz w:val="24"/>
          <w:szCs w:val="24"/>
        </w:rPr>
      </w:pPr>
      <w:r w:rsidRPr="005F1EC6">
        <w:rPr>
          <w:sz w:val="24"/>
          <w:szCs w:val="24"/>
        </w:rPr>
        <w:t xml:space="preserve">   8)  согласие на обработку персональных данных.</w:t>
      </w:r>
    </w:p>
    <w:p w:rsidR="003F54B6" w:rsidRPr="005F1EC6" w:rsidRDefault="003F54B6" w:rsidP="00B643C6">
      <w:pPr>
        <w:autoSpaceDE w:val="0"/>
        <w:autoSpaceDN w:val="0"/>
        <w:adjustRightInd w:val="0"/>
        <w:ind w:firstLine="540"/>
        <w:jc w:val="both"/>
        <w:rPr>
          <w:sz w:val="24"/>
          <w:szCs w:val="24"/>
        </w:rPr>
      </w:pPr>
      <w:r w:rsidRPr="005F1EC6">
        <w:rPr>
          <w:sz w:val="24"/>
          <w:szCs w:val="24"/>
        </w:rPr>
        <w:t xml:space="preserve">   9) сведения об адресах сайтов и (или) страниц сайтов в информационно-телекоммуникационной сети "Интернет", на которых кандидат, претендующий на замещение должности муниципальной службы, муниципальный служащий размещал общедоступную информацию, а также данные, позволяющие их идентифицировать, представителю нанимателя представляют:</w:t>
      </w:r>
    </w:p>
    <w:p w:rsidR="003F54B6" w:rsidRPr="005F1EC6" w:rsidRDefault="003F54B6" w:rsidP="00B643C6">
      <w:pPr>
        <w:autoSpaceDE w:val="0"/>
        <w:autoSpaceDN w:val="0"/>
        <w:adjustRightInd w:val="0"/>
        <w:spacing w:before="220"/>
        <w:ind w:firstLine="540"/>
        <w:jc w:val="both"/>
        <w:rPr>
          <w:sz w:val="24"/>
          <w:szCs w:val="24"/>
        </w:rPr>
      </w:pPr>
      <w:r w:rsidRPr="005F1EC6">
        <w:rPr>
          <w:sz w:val="24"/>
          <w:szCs w:val="24"/>
        </w:rPr>
        <w:t>9.1.) кандидат,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3F54B6" w:rsidRPr="005F1EC6" w:rsidRDefault="003F54B6" w:rsidP="00B643C6">
      <w:pPr>
        <w:autoSpaceDE w:val="0"/>
        <w:autoSpaceDN w:val="0"/>
        <w:adjustRightInd w:val="0"/>
        <w:spacing w:before="220"/>
        <w:ind w:firstLine="540"/>
        <w:jc w:val="both"/>
        <w:rPr>
          <w:sz w:val="24"/>
          <w:szCs w:val="24"/>
        </w:rPr>
      </w:pPr>
      <w:r w:rsidRPr="005F1EC6">
        <w:rPr>
          <w:sz w:val="24"/>
          <w:szCs w:val="24"/>
        </w:rPr>
        <w:t>9.2.)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3F54B6" w:rsidRPr="005F1EC6" w:rsidRDefault="003F54B6" w:rsidP="00B643C6">
      <w:pPr>
        <w:autoSpaceDE w:val="0"/>
        <w:autoSpaceDN w:val="0"/>
        <w:adjustRightInd w:val="0"/>
        <w:spacing w:before="220"/>
        <w:ind w:firstLine="540"/>
        <w:jc w:val="both"/>
        <w:rPr>
          <w:sz w:val="24"/>
          <w:szCs w:val="24"/>
        </w:rPr>
      </w:pPr>
      <w:r w:rsidRPr="005F1EC6">
        <w:rPr>
          <w:sz w:val="24"/>
          <w:szCs w:val="24"/>
        </w:rPr>
        <w:t xml:space="preserve">9.3. Сведения, указанные в п.9,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указанные в </w:t>
      </w:r>
      <w:hyperlink w:anchor="Par3" w:history="1">
        <w:r w:rsidRPr="005F1EC6">
          <w:rPr>
            <w:color w:val="0000FF"/>
            <w:sz w:val="24"/>
            <w:szCs w:val="24"/>
          </w:rPr>
          <w:t>части 1</w:t>
        </w:r>
      </w:hyperlink>
      <w:r w:rsidRPr="005F1EC6">
        <w:rPr>
          <w:sz w:val="24"/>
          <w:szCs w:val="24"/>
        </w:rPr>
        <w:t xml:space="preserve"> настоящей статьи, представляются по </w:t>
      </w:r>
      <w:hyperlink r:id="rId5" w:history="1">
        <w:r w:rsidRPr="005F1EC6">
          <w:rPr>
            <w:color w:val="0000FF"/>
            <w:sz w:val="24"/>
            <w:szCs w:val="24"/>
          </w:rPr>
          <w:t>форме</w:t>
        </w:r>
      </w:hyperlink>
      <w:r w:rsidRPr="005F1EC6">
        <w:rPr>
          <w:sz w:val="24"/>
          <w:szCs w:val="24"/>
        </w:rPr>
        <w:t>, установленной Правительством Российской Федерации.</w:t>
      </w:r>
    </w:p>
    <w:p w:rsidR="003F54B6" w:rsidRPr="005F1EC6" w:rsidRDefault="003F54B6" w:rsidP="00B643C6">
      <w:pPr>
        <w:autoSpaceDE w:val="0"/>
        <w:autoSpaceDN w:val="0"/>
        <w:adjustRightInd w:val="0"/>
        <w:spacing w:before="220"/>
        <w:ind w:firstLine="540"/>
        <w:jc w:val="both"/>
        <w:rPr>
          <w:sz w:val="24"/>
          <w:szCs w:val="24"/>
        </w:rPr>
      </w:pPr>
      <w:r w:rsidRPr="005F1EC6">
        <w:rPr>
          <w:sz w:val="24"/>
          <w:szCs w:val="24"/>
        </w:rPr>
        <w:t>9.4.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в части 1. п.9.</w:t>
      </w:r>
      <w:bookmarkStart w:id="0" w:name="_GoBack"/>
      <w:bookmarkEnd w:id="0"/>
    </w:p>
    <w:p w:rsidR="003F54B6" w:rsidRPr="005F1EC6" w:rsidRDefault="003F54B6" w:rsidP="000E2A7B">
      <w:pPr>
        <w:pStyle w:val="ConsPlusNormal0"/>
        <w:tabs>
          <w:tab w:val="left" w:pos="1134"/>
          <w:tab w:val="left" w:pos="1418"/>
        </w:tabs>
        <w:ind w:firstLine="709"/>
        <w:jc w:val="both"/>
        <w:rPr>
          <w:sz w:val="24"/>
          <w:szCs w:val="24"/>
        </w:rPr>
      </w:pPr>
      <w:r w:rsidRPr="005F1EC6">
        <w:rPr>
          <w:sz w:val="24"/>
          <w:szCs w:val="24"/>
        </w:rPr>
        <w:t>10)</w:t>
      </w:r>
      <w:r w:rsidRPr="005F1EC6">
        <w:rPr>
          <w:sz w:val="24"/>
          <w:szCs w:val="24"/>
        </w:rPr>
        <w:tab/>
        <w:t>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3F54B6" w:rsidRPr="005F1EC6" w:rsidRDefault="003F54B6" w:rsidP="000E2A7B">
      <w:pPr>
        <w:pStyle w:val="ConsPlusNormal0"/>
        <w:tabs>
          <w:tab w:val="left" w:pos="1134"/>
          <w:tab w:val="left" w:pos="1418"/>
        </w:tabs>
        <w:ind w:firstLine="709"/>
        <w:jc w:val="both"/>
        <w:rPr>
          <w:sz w:val="24"/>
          <w:szCs w:val="24"/>
        </w:rPr>
      </w:pPr>
      <w:r w:rsidRPr="005F1EC6">
        <w:rPr>
          <w:sz w:val="24"/>
          <w:szCs w:val="24"/>
        </w:rPr>
        <w:t>Подлинники документов после сверки их с копиями возвращаются гражданину в день их представления.</w:t>
      </w:r>
    </w:p>
    <w:p w:rsidR="003F54B6" w:rsidRPr="005F1EC6" w:rsidRDefault="003F54B6" w:rsidP="000E2A7B">
      <w:pPr>
        <w:pStyle w:val="ConsPlusNormal0"/>
        <w:tabs>
          <w:tab w:val="left" w:pos="1418"/>
        </w:tabs>
        <w:ind w:firstLine="709"/>
        <w:jc w:val="both"/>
        <w:rPr>
          <w:sz w:val="24"/>
          <w:szCs w:val="24"/>
        </w:rPr>
      </w:pPr>
      <w:r w:rsidRPr="005F1EC6">
        <w:rPr>
          <w:sz w:val="24"/>
          <w:szCs w:val="24"/>
        </w:rPr>
        <w:t>3.4.</w:t>
      </w:r>
      <w:r w:rsidRPr="005F1EC6">
        <w:rPr>
          <w:sz w:val="24"/>
          <w:szCs w:val="24"/>
        </w:rPr>
        <w:tab/>
        <w:t>Прием и регистрация документов, проверка их на соответствие требованиям действующего законодательства и настоящего Положения осуществляется секретарем конкурсной комиссии, а в его отсутствие – одним из членов конкурсной комиссии.</w:t>
      </w:r>
    </w:p>
    <w:p w:rsidR="003F54B6" w:rsidRPr="005F1EC6" w:rsidRDefault="003F54B6" w:rsidP="000E2A7B">
      <w:pPr>
        <w:pStyle w:val="ConsPlusNormal0"/>
        <w:tabs>
          <w:tab w:val="left" w:pos="1418"/>
        </w:tabs>
        <w:ind w:firstLine="709"/>
        <w:jc w:val="both"/>
        <w:rPr>
          <w:sz w:val="24"/>
          <w:szCs w:val="24"/>
        </w:rPr>
      </w:pPr>
      <w:r w:rsidRPr="005F1EC6">
        <w:rPr>
          <w:sz w:val="24"/>
          <w:szCs w:val="24"/>
        </w:rPr>
        <w:t>3.5.</w:t>
      </w:r>
      <w:r w:rsidRPr="005F1EC6">
        <w:rPr>
          <w:sz w:val="24"/>
          <w:szCs w:val="24"/>
        </w:rPr>
        <w:tab/>
        <w:t>Сведения, представленные гражданином в соответствии с настоящим Положением, могут подвергаться проверке в установленном федеральными законами порядке.</w:t>
      </w:r>
    </w:p>
    <w:p w:rsidR="003F54B6" w:rsidRPr="005F1EC6" w:rsidRDefault="003F54B6" w:rsidP="000E2A7B">
      <w:pPr>
        <w:pStyle w:val="ConsPlusNormal0"/>
        <w:tabs>
          <w:tab w:val="left" w:pos="1418"/>
        </w:tabs>
        <w:ind w:firstLine="709"/>
        <w:jc w:val="both"/>
        <w:rPr>
          <w:sz w:val="24"/>
          <w:szCs w:val="24"/>
        </w:rPr>
      </w:pPr>
      <w:r w:rsidRPr="005F1EC6">
        <w:rPr>
          <w:sz w:val="24"/>
          <w:szCs w:val="24"/>
        </w:rPr>
        <w:t>3.6.</w:t>
      </w:r>
      <w:r w:rsidRPr="005F1EC6">
        <w:rPr>
          <w:sz w:val="24"/>
          <w:szCs w:val="24"/>
        </w:rPr>
        <w:tab/>
        <w:t xml:space="preserve">Несвоевременное представление сведений и документов, представление их в неполном объеме или с нарушением правил оформления являются основанием для отказа гражданину в их приеме. </w:t>
      </w:r>
    </w:p>
    <w:p w:rsidR="003F54B6" w:rsidRPr="005F1EC6" w:rsidRDefault="003F54B6" w:rsidP="000E2A7B">
      <w:pPr>
        <w:tabs>
          <w:tab w:val="left" w:pos="1418"/>
        </w:tabs>
        <w:ind w:firstLine="709"/>
        <w:jc w:val="both"/>
        <w:rPr>
          <w:sz w:val="24"/>
          <w:szCs w:val="24"/>
        </w:rPr>
      </w:pPr>
      <w:r w:rsidRPr="005F1EC6">
        <w:rPr>
          <w:sz w:val="24"/>
          <w:szCs w:val="24"/>
        </w:rPr>
        <w:t>3.7.</w:t>
      </w:r>
      <w:r w:rsidRPr="005F1EC6">
        <w:rPr>
          <w:sz w:val="24"/>
          <w:szCs w:val="24"/>
        </w:rPr>
        <w:tab/>
        <w:t>На втором этапе.</w:t>
      </w:r>
    </w:p>
    <w:p w:rsidR="003F54B6" w:rsidRPr="005F1EC6" w:rsidRDefault="003F54B6" w:rsidP="000E2A7B">
      <w:pPr>
        <w:tabs>
          <w:tab w:val="left" w:pos="1418"/>
        </w:tabs>
        <w:ind w:firstLine="709"/>
        <w:jc w:val="both"/>
        <w:rPr>
          <w:sz w:val="24"/>
          <w:szCs w:val="24"/>
        </w:rPr>
      </w:pPr>
      <w:r w:rsidRPr="005F1EC6">
        <w:rPr>
          <w:sz w:val="24"/>
          <w:szCs w:val="24"/>
        </w:rPr>
        <w:t xml:space="preserve">Конкурсная комиссия в назначенный день конкурса на основании представленных документов об образовании, прохождении муниципальной службы, осуществлении другой трудовой деятельности, а также на основании результатов проверки, проведенной в соответствии с п.3.6. настоящего Положения, принимает решение о допуске или не допуске граждан, претендующих на замещение вакантной муниципальной должности, к участию в конкурсе.  </w:t>
      </w:r>
    </w:p>
    <w:p w:rsidR="003F54B6" w:rsidRPr="005F1EC6" w:rsidRDefault="003F54B6" w:rsidP="000E2A7B">
      <w:pPr>
        <w:pStyle w:val="ConsPlusNormal0"/>
        <w:tabs>
          <w:tab w:val="left" w:pos="1418"/>
        </w:tabs>
        <w:ind w:firstLine="709"/>
        <w:jc w:val="both"/>
        <w:rPr>
          <w:sz w:val="24"/>
          <w:szCs w:val="24"/>
        </w:rPr>
      </w:pPr>
      <w:r w:rsidRPr="005F1EC6">
        <w:rPr>
          <w:sz w:val="24"/>
          <w:szCs w:val="24"/>
        </w:rPr>
        <w:t xml:space="preserve">Гражданин не допускается к участию в конкурсе в связи с его несоответствием квалификационным требованиям к вакантной должности муниципальной службы, в связи с ограничениями, установленными действующим законодательством о муниципальной службе для поступления на муниципальную службу и ее прохождения, а также в случае установления в процессе проверки обстоятельств, препятствующих поступлению гражданина на муниципальную службу. </w:t>
      </w:r>
    </w:p>
    <w:p w:rsidR="003F54B6" w:rsidRPr="005F1EC6" w:rsidRDefault="003F54B6" w:rsidP="000E2A7B">
      <w:pPr>
        <w:pStyle w:val="ConsPlusNormal0"/>
        <w:tabs>
          <w:tab w:val="left" w:pos="1418"/>
        </w:tabs>
        <w:ind w:firstLine="709"/>
        <w:jc w:val="both"/>
        <w:rPr>
          <w:sz w:val="24"/>
          <w:szCs w:val="24"/>
        </w:rPr>
      </w:pPr>
      <w:r w:rsidRPr="005F1EC6">
        <w:rPr>
          <w:sz w:val="24"/>
          <w:szCs w:val="24"/>
        </w:rPr>
        <w:t>Указанный гражданин информируется в письменной форме о причинах отказа в участии в конкурсе.</w:t>
      </w:r>
    </w:p>
    <w:p w:rsidR="003F54B6" w:rsidRPr="005F1EC6" w:rsidRDefault="003F54B6" w:rsidP="000E2A7B">
      <w:pPr>
        <w:pStyle w:val="ConsPlusNormal0"/>
        <w:tabs>
          <w:tab w:val="left" w:pos="1418"/>
        </w:tabs>
        <w:ind w:firstLine="709"/>
        <w:jc w:val="both"/>
        <w:rPr>
          <w:sz w:val="24"/>
          <w:szCs w:val="24"/>
        </w:rPr>
      </w:pPr>
      <w:r w:rsidRPr="005F1EC6">
        <w:rPr>
          <w:sz w:val="24"/>
          <w:szCs w:val="24"/>
        </w:rPr>
        <w:t>Гражданин, не допущенный к участию в конкурсе, вправе обжаловать это решение в соответствии с действующим законодательством.</w:t>
      </w:r>
    </w:p>
    <w:p w:rsidR="003F54B6" w:rsidRPr="005F1EC6" w:rsidRDefault="003F54B6" w:rsidP="000E2A7B">
      <w:pPr>
        <w:pStyle w:val="ConsPlusNormal0"/>
        <w:tabs>
          <w:tab w:val="left" w:pos="1418"/>
        </w:tabs>
        <w:ind w:firstLine="709"/>
        <w:jc w:val="both"/>
        <w:rPr>
          <w:sz w:val="24"/>
          <w:szCs w:val="24"/>
        </w:rPr>
      </w:pPr>
      <w:r w:rsidRPr="005F1EC6">
        <w:rPr>
          <w:sz w:val="24"/>
          <w:szCs w:val="24"/>
        </w:rPr>
        <w:t xml:space="preserve">Кандидаты на замещение вакантной должности муниципальной службы оцениваются конкурсной комиссией на основе представленных документов об образовании, прохождении муниципальной службы, осуществлении другой трудовой деятельности, а также на основе конкурсных процедур с использованием не противоречащих действующему законодательству методов оценки профессиональных и личностных качеств кандидатов, включая индивидуальное собеседование, анкетирование, проведение групповых дискуссий, написание реферата или тестирование по вопросам, связанным с выполнением должностных обязанностей по вакантной должности муниципальной службы, на замещение которой претендуют кандидаты, оценивает их знания, навыки и умения (профессиональные качества) и личностные качества. </w:t>
      </w:r>
    </w:p>
    <w:p w:rsidR="003F54B6" w:rsidRPr="005F1EC6" w:rsidRDefault="003F54B6" w:rsidP="000E2A7B">
      <w:pPr>
        <w:tabs>
          <w:tab w:val="left" w:pos="1418"/>
        </w:tabs>
        <w:ind w:firstLine="709"/>
        <w:jc w:val="both"/>
        <w:rPr>
          <w:sz w:val="24"/>
          <w:szCs w:val="24"/>
        </w:rPr>
      </w:pPr>
      <w:r w:rsidRPr="005F1EC6">
        <w:rPr>
          <w:sz w:val="24"/>
          <w:szCs w:val="24"/>
        </w:rPr>
        <w:t>Индивидуальное собеседование – собеседование проводится после тщательного изучения документов, представленных кандидатом. Результат собеседования должен дополнить данные, содержащиеся в документах, представленных кандидатом.</w:t>
      </w:r>
    </w:p>
    <w:p w:rsidR="003F54B6" w:rsidRPr="005F1EC6" w:rsidRDefault="003F54B6" w:rsidP="000E2A7B">
      <w:pPr>
        <w:tabs>
          <w:tab w:val="left" w:pos="1418"/>
        </w:tabs>
        <w:ind w:firstLine="709"/>
        <w:jc w:val="both"/>
        <w:rPr>
          <w:sz w:val="24"/>
          <w:szCs w:val="24"/>
        </w:rPr>
      </w:pPr>
      <w:r w:rsidRPr="005F1EC6">
        <w:rPr>
          <w:sz w:val="24"/>
          <w:szCs w:val="24"/>
        </w:rPr>
        <w:t>Написание реферата – изложение каждым кандидатом своей программы работы в случае его назначения на вакантную должность муниципальной службы. Для сопоставления кандидатам ставятся одинаковые вопросы, касающиеся будущей работы.</w:t>
      </w:r>
    </w:p>
    <w:p w:rsidR="003F54B6" w:rsidRPr="005F1EC6" w:rsidRDefault="003F54B6" w:rsidP="000E2A7B">
      <w:pPr>
        <w:tabs>
          <w:tab w:val="left" w:pos="1418"/>
        </w:tabs>
        <w:ind w:firstLine="709"/>
        <w:jc w:val="both"/>
        <w:rPr>
          <w:sz w:val="24"/>
          <w:szCs w:val="24"/>
        </w:rPr>
      </w:pPr>
      <w:r w:rsidRPr="005F1EC6">
        <w:rPr>
          <w:sz w:val="24"/>
          <w:szCs w:val="24"/>
        </w:rPr>
        <w:t>При наличии трех и более кандидатов возможно проведение групповых дискуссий, суть которых заключается в свободной беседе с кандидатами по теме их будущей работы и выборе наиболее активных, самостоятельных, информированных, логично мыслящих людей.</w:t>
      </w:r>
    </w:p>
    <w:p w:rsidR="003F54B6" w:rsidRPr="005F1EC6" w:rsidRDefault="003F54B6" w:rsidP="000E2A7B">
      <w:pPr>
        <w:tabs>
          <w:tab w:val="left" w:pos="1418"/>
        </w:tabs>
        <w:ind w:firstLine="709"/>
        <w:jc w:val="both"/>
        <w:rPr>
          <w:sz w:val="24"/>
          <w:szCs w:val="24"/>
        </w:rPr>
      </w:pPr>
      <w:r w:rsidRPr="005F1EC6">
        <w:rPr>
          <w:sz w:val="24"/>
          <w:szCs w:val="24"/>
        </w:rPr>
        <w:t>Тестирование – ответы кандидатами на вопросы, связанные с выполнением должностных обязанностей, с целью определения их профессиональных, организаторских и личностных качеств.</w:t>
      </w:r>
    </w:p>
    <w:p w:rsidR="003F54B6" w:rsidRPr="005F1EC6" w:rsidRDefault="003F54B6" w:rsidP="000E2A7B">
      <w:pPr>
        <w:tabs>
          <w:tab w:val="left" w:pos="1418"/>
        </w:tabs>
        <w:ind w:firstLine="709"/>
        <w:jc w:val="both"/>
        <w:rPr>
          <w:sz w:val="24"/>
          <w:szCs w:val="24"/>
        </w:rPr>
      </w:pPr>
      <w:r w:rsidRPr="005F1EC6">
        <w:rPr>
          <w:sz w:val="24"/>
          <w:szCs w:val="24"/>
        </w:rPr>
        <w:t>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должностной инструкции, а также иных положений, установленных действующим законодательством о муниципальной службе.</w:t>
      </w:r>
    </w:p>
    <w:p w:rsidR="003F54B6" w:rsidRPr="005F1EC6" w:rsidRDefault="003F54B6" w:rsidP="000E2A7B">
      <w:pPr>
        <w:tabs>
          <w:tab w:val="left" w:pos="1418"/>
        </w:tabs>
        <w:ind w:firstLine="709"/>
        <w:jc w:val="both"/>
        <w:rPr>
          <w:sz w:val="24"/>
          <w:szCs w:val="24"/>
        </w:rPr>
      </w:pPr>
      <w:r w:rsidRPr="005F1EC6">
        <w:rPr>
          <w:sz w:val="24"/>
          <w:szCs w:val="24"/>
        </w:rPr>
        <w:t>3.8.</w:t>
      </w:r>
      <w:r w:rsidRPr="005F1EC6">
        <w:rPr>
          <w:sz w:val="24"/>
          <w:szCs w:val="24"/>
        </w:rPr>
        <w:tab/>
        <w:t>Конкурс проводится при наличии не менее двух кандидатов и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этой должности.</w:t>
      </w:r>
    </w:p>
    <w:p w:rsidR="003F54B6" w:rsidRPr="005F1EC6" w:rsidRDefault="003F54B6" w:rsidP="000E2A7B">
      <w:pPr>
        <w:tabs>
          <w:tab w:val="left" w:pos="1418"/>
        </w:tabs>
        <w:ind w:firstLine="709"/>
        <w:jc w:val="both"/>
        <w:rPr>
          <w:sz w:val="24"/>
          <w:szCs w:val="24"/>
        </w:rPr>
      </w:pPr>
      <w:r w:rsidRPr="005F1EC6">
        <w:rPr>
          <w:sz w:val="24"/>
          <w:szCs w:val="24"/>
        </w:rPr>
        <w:t>3.9.</w:t>
      </w:r>
      <w:r w:rsidRPr="005F1EC6">
        <w:rPr>
          <w:sz w:val="24"/>
          <w:szCs w:val="24"/>
        </w:rPr>
        <w:tab/>
        <w:t>По результатам конкурса издается распоряжение администрации сельского поселения о назначении победителя конкурса на вакантную должность муниципальной службы, с победителем конкурса заключается трудовой договор.</w:t>
      </w:r>
    </w:p>
    <w:p w:rsidR="003F54B6" w:rsidRPr="005F1EC6" w:rsidRDefault="003F54B6" w:rsidP="000E2A7B">
      <w:pPr>
        <w:pStyle w:val="ConsPlusNormal0"/>
        <w:tabs>
          <w:tab w:val="left" w:pos="1418"/>
        </w:tabs>
        <w:ind w:firstLine="709"/>
        <w:jc w:val="both"/>
        <w:rPr>
          <w:sz w:val="24"/>
          <w:szCs w:val="24"/>
        </w:rPr>
      </w:pPr>
      <w:r w:rsidRPr="005F1EC6">
        <w:rPr>
          <w:sz w:val="24"/>
          <w:szCs w:val="24"/>
        </w:rPr>
        <w:t>3.11.</w:t>
      </w:r>
      <w:r w:rsidRPr="005F1EC6">
        <w:rPr>
          <w:sz w:val="24"/>
          <w:szCs w:val="24"/>
        </w:rPr>
        <w:tab/>
        <w:t>Если в результате проведения конкурса не были выявлены кандидаты, отвечающие квалификационным требованиям к вакантной должности муниципальной службы, на замещение которой  был объявлен конкурс, представитель нанимателя (работодатель) вправе принять решение о проведении повторного конкурса.</w:t>
      </w:r>
    </w:p>
    <w:p w:rsidR="003F54B6" w:rsidRPr="005F1EC6" w:rsidRDefault="003F54B6" w:rsidP="000E2A7B">
      <w:pPr>
        <w:tabs>
          <w:tab w:val="left" w:pos="1418"/>
        </w:tabs>
        <w:ind w:firstLine="709"/>
        <w:jc w:val="both"/>
        <w:rPr>
          <w:sz w:val="24"/>
          <w:szCs w:val="24"/>
        </w:rPr>
      </w:pPr>
      <w:r w:rsidRPr="005F1EC6">
        <w:rPr>
          <w:sz w:val="24"/>
          <w:szCs w:val="24"/>
        </w:rPr>
        <w:t>3.12.</w:t>
      </w:r>
      <w:r w:rsidRPr="005F1EC6">
        <w:rPr>
          <w:sz w:val="24"/>
          <w:szCs w:val="24"/>
        </w:rPr>
        <w:tab/>
        <w:t>Кандидатам, участвовавшим в конкурсе, сообщается о результатах конкурса в письменной форме не позднее двух недель со дня его завершения. Информация о результатах конкурса размещается на официальном сайте Администрации Пичужинского сельского поселения.</w:t>
      </w:r>
    </w:p>
    <w:p w:rsidR="003F54B6" w:rsidRPr="005F1EC6" w:rsidRDefault="003F54B6" w:rsidP="000E2A7B">
      <w:pPr>
        <w:tabs>
          <w:tab w:val="left" w:pos="1418"/>
        </w:tabs>
        <w:ind w:firstLine="709"/>
        <w:jc w:val="both"/>
        <w:rPr>
          <w:sz w:val="24"/>
          <w:szCs w:val="24"/>
        </w:rPr>
      </w:pPr>
      <w:r w:rsidRPr="005F1EC6">
        <w:rPr>
          <w:sz w:val="24"/>
          <w:szCs w:val="24"/>
        </w:rPr>
        <w:t>3.13.</w:t>
      </w:r>
      <w:r w:rsidRPr="005F1EC6">
        <w:rPr>
          <w:sz w:val="24"/>
          <w:szCs w:val="24"/>
        </w:rPr>
        <w:tab/>
        <w:t>Документы граждан,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после чего подлежат уничтожению.</w:t>
      </w:r>
    </w:p>
    <w:p w:rsidR="003F54B6" w:rsidRDefault="003F54B6" w:rsidP="00487033">
      <w:pPr>
        <w:tabs>
          <w:tab w:val="left" w:pos="1418"/>
        </w:tabs>
        <w:ind w:firstLine="709"/>
        <w:jc w:val="both"/>
      </w:pPr>
      <w:r w:rsidRPr="00487033">
        <w:rPr>
          <w:sz w:val="24"/>
          <w:szCs w:val="24"/>
        </w:rPr>
        <w:t>3.14.</w:t>
      </w:r>
      <w:r w:rsidRPr="00487033">
        <w:rPr>
          <w:sz w:val="24"/>
          <w:szCs w:val="24"/>
        </w:rPr>
        <w:tab/>
        <w:t>Кандидат вправе обжаловать решение конкурсной комиссии в соответствии с  действующим законодательством</w:t>
      </w:r>
      <w:r w:rsidRPr="005F1EC6">
        <w:t>.</w:t>
      </w:r>
    </w:p>
    <w:p w:rsidR="003F54B6" w:rsidRPr="00487033" w:rsidRDefault="003F54B6" w:rsidP="00487033">
      <w:pPr>
        <w:tabs>
          <w:tab w:val="left" w:pos="1418"/>
        </w:tabs>
        <w:ind w:firstLine="709"/>
        <w:jc w:val="both"/>
        <w:rPr>
          <w:sz w:val="24"/>
          <w:szCs w:val="24"/>
        </w:rPr>
      </w:pPr>
    </w:p>
    <w:p w:rsidR="003F54B6" w:rsidRPr="005F1EC6" w:rsidRDefault="003F54B6" w:rsidP="000E2A7B">
      <w:pPr>
        <w:pStyle w:val="ConsPlusNormal0"/>
        <w:ind w:left="6237"/>
        <w:jc w:val="both"/>
        <w:rPr>
          <w:sz w:val="24"/>
          <w:szCs w:val="24"/>
        </w:rPr>
      </w:pPr>
      <w:r w:rsidRPr="005F1EC6">
        <w:rPr>
          <w:sz w:val="24"/>
          <w:szCs w:val="24"/>
        </w:rPr>
        <w:t>Приложение</w:t>
      </w:r>
    </w:p>
    <w:p w:rsidR="003F54B6" w:rsidRPr="005F1EC6" w:rsidRDefault="003F54B6" w:rsidP="000E2A7B">
      <w:pPr>
        <w:pStyle w:val="ConsPlusNormal0"/>
        <w:ind w:left="6237"/>
        <w:jc w:val="both"/>
        <w:rPr>
          <w:sz w:val="24"/>
          <w:szCs w:val="24"/>
        </w:rPr>
      </w:pPr>
      <w:r w:rsidRPr="005F1EC6">
        <w:rPr>
          <w:sz w:val="24"/>
          <w:szCs w:val="24"/>
        </w:rPr>
        <w:t xml:space="preserve"> к Положению о порядке проведения конкурса на замещение вакантной должности </w:t>
      </w:r>
    </w:p>
    <w:p w:rsidR="003F54B6" w:rsidRPr="005F1EC6" w:rsidRDefault="003F54B6" w:rsidP="000E2A7B">
      <w:pPr>
        <w:pStyle w:val="ConsPlusNormal0"/>
        <w:ind w:left="6237"/>
        <w:jc w:val="both"/>
        <w:rPr>
          <w:sz w:val="24"/>
          <w:szCs w:val="24"/>
        </w:rPr>
      </w:pPr>
      <w:r w:rsidRPr="005F1EC6">
        <w:rPr>
          <w:sz w:val="24"/>
          <w:szCs w:val="24"/>
        </w:rPr>
        <w:t>муниципальной службы</w:t>
      </w:r>
    </w:p>
    <w:p w:rsidR="003F54B6" w:rsidRPr="005F1EC6" w:rsidRDefault="003F54B6" w:rsidP="000E2A7B">
      <w:pPr>
        <w:pStyle w:val="ConsPlusTitle"/>
        <w:widowControl/>
        <w:jc w:val="center"/>
        <w:rPr>
          <w:rFonts w:ascii="Arial" w:hAnsi="Arial" w:cs="Arial"/>
        </w:rPr>
      </w:pPr>
    </w:p>
    <w:p w:rsidR="003F54B6" w:rsidRPr="005F1EC6" w:rsidRDefault="003F54B6" w:rsidP="000E2A7B">
      <w:pPr>
        <w:pStyle w:val="ConsPlusTitle"/>
        <w:widowControl/>
        <w:jc w:val="center"/>
        <w:rPr>
          <w:rFonts w:ascii="Arial" w:hAnsi="Arial" w:cs="Arial"/>
        </w:rPr>
      </w:pPr>
    </w:p>
    <w:p w:rsidR="003F54B6" w:rsidRPr="005F1EC6" w:rsidRDefault="003F54B6" w:rsidP="000E2A7B">
      <w:pPr>
        <w:pStyle w:val="ConsPlusTitle"/>
        <w:widowControl/>
        <w:jc w:val="center"/>
        <w:rPr>
          <w:rFonts w:ascii="Arial" w:hAnsi="Arial" w:cs="Arial"/>
        </w:rPr>
      </w:pPr>
    </w:p>
    <w:p w:rsidR="003F54B6" w:rsidRPr="005F1EC6" w:rsidRDefault="003F54B6" w:rsidP="000E2A7B">
      <w:pPr>
        <w:pStyle w:val="ConsPlusTitle"/>
        <w:widowControl/>
        <w:jc w:val="center"/>
        <w:rPr>
          <w:rFonts w:ascii="Arial" w:hAnsi="Arial" w:cs="Arial"/>
        </w:rPr>
      </w:pPr>
      <w:r w:rsidRPr="005F1EC6">
        <w:rPr>
          <w:rFonts w:ascii="Arial" w:hAnsi="Arial" w:cs="Arial"/>
        </w:rPr>
        <w:t>ЗАЯВЛЕНИЕ</w:t>
      </w:r>
    </w:p>
    <w:p w:rsidR="003F54B6" w:rsidRPr="005F1EC6" w:rsidRDefault="003F54B6" w:rsidP="000E2A7B">
      <w:pPr>
        <w:pStyle w:val="ConsPlusNormal0"/>
        <w:ind w:firstLine="540"/>
        <w:rPr>
          <w:sz w:val="24"/>
          <w:szCs w:val="24"/>
        </w:rPr>
      </w:pPr>
    </w:p>
    <w:p w:rsidR="003F54B6" w:rsidRPr="005F1EC6" w:rsidRDefault="003F54B6" w:rsidP="000E2A7B">
      <w:pPr>
        <w:pStyle w:val="ConsPlusNonformat"/>
        <w:widowControl/>
        <w:ind w:firstLine="709"/>
        <w:jc w:val="center"/>
        <w:rPr>
          <w:rFonts w:ascii="Arial" w:hAnsi="Arial" w:cs="Arial"/>
          <w:sz w:val="24"/>
          <w:szCs w:val="24"/>
        </w:rPr>
      </w:pPr>
      <w:r w:rsidRPr="005F1EC6">
        <w:rPr>
          <w:rFonts w:ascii="Arial" w:hAnsi="Arial" w:cs="Arial"/>
          <w:sz w:val="24"/>
          <w:szCs w:val="24"/>
        </w:rPr>
        <w:t>Я, ____________________________________________________________, (фамилия, имя, отчество)</w:t>
      </w:r>
    </w:p>
    <w:p w:rsidR="003F54B6" w:rsidRPr="005F1EC6" w:rsidRDefault="003F54B6" w:rsidP="000E2A7B">
      <w:pPr>
        <w:pStyle w:val="ConsPlusNonformat"/>
        <w:widowControl/>
        <w:rPr>
          <w:rFonts w:ascii="Arial" w:hAnsi="Arial" w:cs="Arial"/>
          <w:sz w:val="24"/>
          <w:szCs w:val="24"/>
        </w:rPr>
      </w:pPr>
      <w:r w:rsidRPr="005F1EC6">
        <w:rPr>
          <w:rFonts w:ascii="Arial" w:hAnsi="Arial" w:cs="Arial"/>
          <w:sz w:val="24"/>
          <w:szCs w:val="24"/>
        </w:rPr>
        <w:t>желаю принять участие в конкурсе на замещение вакантной должности муниципальной службы ___________________________________________________________________.</w:t>
      </w:r>
    </w:p>
    <w:p w:rsidR="003F54B6" w:rsidRPr="005F1EC6" w:rsidRDefault="003F54B6" w:rsidP="000E2A7B">
      <w:pPr>
        <w:pStyle w:val="ConsPlusNonformat"/>
        <w:widowControl/>
        <w:ind w:firstLine="709"/>
        <w:jc w:val="both"/>
        <w:rPr>
          <w:rFonts w:ascii="Arial" w:hAnsi="Arial" w:cs="Arial"/>
          <w:sz w:val="24"/>
          <w:szCs w:val="24"/>
        </w:rPr>
      </w:pPr>
      <w:r w:rsidRPr="005F1EC6">
        <w:rPr>
          <w:rFonts w:ascii="Arial" w:hAnsi="Arial" w:cs="Arial"/>
          <w:sz w:val="24"/>
          <w:szCs w:val="24"/>
        </w:rPr>
        <w:t>(наименование должности)</w:t>
      </w:r>
    </w:p>
    <w:p w:rsidR="003F54B6" w:rsidRPr="005F1EC6" w:rsidRDefault="003F54B6" w:rsidP="000E2A7B">
      <w:pPr>
        <w:pStyle w:val="ConsPlusNonformat"/>
        <w:widowControl/>
        <w:ind w:firstLine="709"/>
        <w:jc w:val="both"/>
        <w:rPr>
          <w:rFonts w:ascii="Arial" w:hAnsi="Arial" w:cs="Arial"/>
          <w:sz w:val="24"/>
          <w:szCs w:val="24"/>
        </w:rPr>
      </w:pPr>
      <w:r w:rsidRPr="005F1EC6">
        <w:rPr>
          <w:rFonts w:ascii="Arial" w:hAnsi="Arial" w:cs="Arial"/>
          <w:sz w:val="24"/>
          <w:szCs w:val="24"/>
        </w:rPr>
        <w:t>Настоящим подтверждаю, что я являюсь гражданином Российской Федерации (гражданином иностранного государства – участника международного договора Российской Федерации, в соответствии с которым иностранные граждане имеют право находится на муниципальной службе), дееспособен, владею государственным языком Российской Федерации и соответствую квалификационными требованиями, установленным действующим законодательством о муниципальной службе к указанной вакантной должности муниципальной службы.</w:t>
      </w:r>
    </w:p>
    <w:p w:rsidR="003F54B6" w:rsidRPr="005F1EC6" w:rsidRDefault="003F54B6" w:rsidP="000E2A7B">
      <w:pPr>
        <w:pStyle w:val="ConsPlusNonformat"/>
        <w:widowControl/>
        <w:ind w:firstLine="709"/>
        <w:jc w:val="both"/>
        <w:rPr>
          <w:rFonts w:ascii="Arial" w:hAnsi="Arial" w:cs="Arial"/>
          <w:sz w:val="24"/>
          <w:szCs w:val="24"/>
        </w:rPr>
      </w:pPr>
      <w:r w:rsidRPr="005F1EC6">
        <w:rPr>
          <w:rFonts w:ascii="Arial" w:hAnsi="Arial" w:cs="Arial"/>
          <w:sz w:val="24"/>
          <w:szCs w:val="24"/>
        </w:rPr>
        <w:t>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3F54B6" w:rsidRPr="005F1EC6" w:rsidRDefault="003F54B6" w:rsidP="000E2A7B">
      <w:pPr>
        <w:pStyle w:val="ConsPlusNonformat"/>
        <w:widowControl/>
        <w:ind w:firstLine="709"/>
        <w:jc w:val="both"/>
        <w:rPr>
          <w:rFonts w:ascii="Arial" w:hAnsi="Arial" w:cs="Arial"/>
          <w:sz w:val="24"/>
          <w:szCs w:val="24"/>
        </w:rPr>
      </w:pPr>
      <w:r w:rsidRPr="005F1EC6">
        <w:rPr>
          <w:rFonts w:ascii="Arial" w:hAnsi="Arial" w:cs="Arial"/>
          <w:sz w:val="24"/>
          <w:szCs w:val="24"/>
        </w:rPr>
        <w:t>Не имею возражений против проведения проверки сведений, представляемых мной в конкурсную комиссию.</w:t>
      </w:r>
    </w:p>
    <w:p w:rsidR="003F54B6" w:rsidRPr="005F1EC6" w:rsidRDefault="003F54B6" w:rsidP="000E2A7B">
      <w:pPr>
        <w:pStyle w:val="ConsPlusNonformat"/>
        <w:widowControl/>
        <w:rPr>
          <w:rFonts w:ascii="Arial" w:hAnsi="Arial" w:cs="Arial"/>
          <w:sz w:val="24"/>
          <w:szCs w:val="24"/>
        </w:rPr>
      </w:pPr>
    </w:p>
    <w:p w:rsidR="003F54B6" w:rsidRPr="005F1EC6" w:rsidRDefault="003F54B6" w:rsidP="000E2A7B">
      <w:pPr>
        <w:pStyle w:val="ConsPlusNonformat"/>
        <w:widowControl/>
        <w:rPr>
          <w:rFonts w:ascii="Arial" w:hAnsi="Arial" w:cs="Arial"/>
          <w:sz w:val="24"/>
          <w:szCs w:val="24"/>
        </w:rPr>
      </w:pPr>
      <w:r w:rsidRPr="005F1EC6">
        <w:rPr>
          <w:rFonts w:ascii="Arial" w:hAnsi="Arial" w:cs="Arial"/>
          <w:sz w:val="24"/>
          <w:szCs w:val="24"/>
        </w:rPr>
        <w:t>______________</w:t>
      </w:r>
      <w:r w:rsidRPr="005F1EC6">
        <w:rPr>
          <w:rFonts w:ascii="Arial" w:hAnsi="Arial" w:cs="Arial"/>
          <w:sz w:val="24"/>
          <w:szCs w:val="24"/>
        </w:rPr>
        <w:tab/>
      </w:r>
      <w:r w:rsidRPr="005F1EC6">
        <w:rPr>
          <w:rFonts w:ascii="Arial" w:hAnsi="Arial" w:cs="Arial"/>
          <w:sz w:val="24"/>
          <w:szCs w:val="24"/>
        </w:rPr>
        <w:tab/>
      </w:r>
      <w:r w:rsidRPr="005F1EC6">
        <w:rPr>
          <w:rFonts w:ascii="Arial" w:hAnsi="Arial" w:cs="Arial"/>
          <w:sz w:val="24"/>
          <w:szCs w:val="24"/>
        </w:rPr>
        <w:tab/>
      </w:r>
      <w:r w:rsidRPr="005F1EC6">
        <w:rPr>
          <w:rFonts w:ascii="Arial" w:hAnsi="Arial" w:cs="Arial"/>
          <w:sz w:val="24"/>
          <w:szCs w:val="24"/>
        </w:rPr>
        <w:tab/>
      </w:r>
      <w:r w:rsidRPr="005F1EC6">
        <w:rPr>
          <w:rFonts w:ascii="Arial" w:hAnsi="Arial" w:cs="Arial"/>
          <w:sz w:val="24"/>
          <w:szCs w:val="24"/>
        </w:rPr>
        <w:tab/>
      </w:r>
      <w:r w:rsidRPr="005F1EC6">
        <w:rPr>
          <w:rFonts w:ascii="Arial" w:hAnsi="Arial" w:cs="Arial"/>
          <w:sz w:val="24"/>
          <w:szCs w:val="24"/>
        </w:rPr>
        <w:tab/>
        <w:t>_________________</w:t>
      </w:r>
    </w:p>
    <w:p w:rsidR="003F54B6" w:rsidRPr="005F1EC6" w:rsidRDefault="003F54B6" w:rsidP="000E2A7B">
      <w:pPr>
        <w:pStyle w:val="ConsPlusNonformat"/>
        <w:widowControl/>
        <w:rPr>
          <w:rFonts w:ascii="Arial" w:hAnsi="Arial" w:cs="Arial"/>
          <w:sz w:val="24"/>
          <w:szCs w:val="24"/>
        </w:rPr>
      </w:pPr>
      <w:r w:rsidRPr="005F1EC6">
        <w:rPr>
          <w:rFonts w:ascii="Arial" w:hAnsi="Arial" w:cs="Arial"/>
          <w:sz w:val="24"/>
          <w:szCs w:val="24"/>
        </w:rPr>
        <w:t xml:space="preserve">(дата) </w:t>
      </w:r>
      <w:r w:rsidRPr="005F1EC6">
        <w:rPr>
          <w:rFonts w:ascii="Arial" w:hAnsi="Arial" w:cs="Arial"/>
          <w:sz w:val="24"/>
          <w:szCs w:val="24"/>
        </w:rPr>
        <w:tab/>
      </w:r>
      <w:r w:rsidRPr="005F1EC6">
        <w:rPr>
          <w:rFonts w:ascii="Arial" w:hAnsi="Arial" w:cs="Arial"/>
          <w:sz w:val="24"/>
          <w:szCs w:val="24"/>
        </w:rPr>
        <w:tab/>
      </w:r>
      <w:r w:rsidRPr="005F1EC6">
        <w:rPr>
          <w:rFonts w:ascii="Arial" w:hAnsi="Arial" w:cs="Arial"/>
          <w:sz w:val="24"/>
          <w:szCs w:val="24"/>
        </w:rPr>
        <w:tab/>
      </w:r>
      <w:r w:rsidRPr="005F1EC6">
        <w:rPr>
          <w:rFonts w:ascii="Arial" w:hAnsi="Arial" w:cs="Arial"/>
          <w:sz w:val="24"/>
          <w:szCs w:val="24"/>
        </w:rPr>
        <w:tab/>
      </w:r>
      <w:r w:rsidRPr="005F1EC6">
        <w:rPr>
          <w:rFonts w:ascii="Arial" w:hAnsi="Arial" w:cs="Arial"/>
          <w:sz w:val="24"/>
          <w:szCs w:val="24"/>
        </w:rPr>
        <w:tab/>
      </w:r>
      <w:r w:rsidRPr="005F1EC6">
        <w:rPr>
          <w:rFonts w:ascii="Arial" w:hAnsi="Arial" w:cs="Arial"/>
          <w:sz w:val="24"/>
          <w:szCs w:val="24"/>
        </w:rPr>
        <w:tab/>
      </w:r>
      <w:r w:rsidRPr="005F1EC6">
        <w:rPr>
          <w:rFonts w:ascii="Arial" w:hAnsi="Arial" w:cs="Arial"/>
          <w:sz w:val="24"/>
          <w:szCs w:val="24"/>
        </w:rPr>
        <w:tab/>
      </w:r>
      <w:r w:rsidRPr="005F1EC6">
        <w:rPr>
          <w:rFonts w:ascii="Arial" w:hAnsi="Arial" w:cs="Arial"/>
          <w:sz w:val="24"/>
          <w:szCs w:val="24"/>
        </w:rPr>
        <w:tab/>
        <w:t>(подпись)</w:t>
      </w:r>
    </w:p>
    <w:p w:rsidR="003F54B6" w:rsidRPr="005F1EC6" w:rsidRDefault="003F54B6" w:rsidP="000E2A7B">
      <w:pPr>
        <w:rPr>
          <w:sz w:val="24"/>
          <w:szCs w:val="24"/>
        </w:rPr>
      </w:pPr>
    </w:p>
    <w:p w:rsidR="003F54B6" w:rsidRPr="005F1EC6" w:rsidRDefault="003F54B6" w:rsidP="000E2A7B">
      <w:pPr>
        <w:spacing w:line="360" w:lineRule="atLeast"/>
        <w:ind w:firstLine="709"/>
        <w:jc w:val="both"/>
        <w:rPr>
          <w:sz w:val="24"/>
          <w:szCs w:val="24"/>
        </w:rPr>
      </w:pPr>
      <w:r w:rsidRPr="005F1EC6">
        <w:rPr>
          <w:sz w:val="24"/>
          <w:szCs w:val="24"/>
        </w:rPr>
        <w:t xml:space="preserve">___________________________________________                             </w:t>
      </w:r>
    </w:p>
    <w:p w:rsidR="003F54B6" w:rsidRPr="005F1EC6" w:rsidRDefault="003F54B6">
      <w:pPr>
        <w:rPr>
          <w:sz w:val="24"/>
          <w:szCs w:val="24"/>
        </w:rPr>
      </w:pPr>
    </w:p>
    <w:sectPr w:rsidR="003F54B6" w:rsidRPr="005F1EC6" w:rsidSect="00500E3D">
      <w:pgSz w:w="11907" w:h="16839" w:code="9"/>
      <w:pgMar w:top="426" w:right="567" w:bottom="426" w:left="1276"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3B00D4"/>
    <w:multiLevelType w:val="hybridMultilevel"/>
    <w:tmpl w:val="44DC008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0D4E"/>
    <w:rsid w:val="00002C4F"/>
    <w:rsid w:val="00002CD5"/>
    <w:rsid w:val="000050C5"/>
    <w:rsid w:val="00006468"/>
    <w:rsid w:val="00012037"/>
    <w:rsid w:val="00012440"/>
    <w:rsid w:val="00015321"/>
    <w:rsid w:val="00017F70"/>
    <w:rsid w:val="00021098"/>
    <w:rsid w:val="00025A7E"/>
    <w:rsid w:val="00026CE2"/>
    <w:rsid w:val="00034CE9"/>
    <w:rsid w:val="00037862"/>
    <w:rsid w:val="00041C08"/>
    <w:rsid w:val="000452EB"/>
    <w:rsid w:val="000471F1"/>
    <w:rsid w:val="000532A4"/>
    <w:rsid w:val="00055767"/>
    <w:rsid w:val="00055F3C"/>
    <w:rsid w:val="00077559"/>
    <w:rsid w:val="00090D1F"/>
    <w:rsid w:val="000930A5"/>
    <w:rsid w:val="0009612C"/>
    <w:rsid w:val="000964CA"/>
    <w:rsid w:val="000A1C91"/>
    <w:rsid w:val="000A503B"/>
    <w:rsid w:val="000A5116"/>
    <w:rsid w:val="000C29DD"/>
    <w:rsid w:val="000C33EC"/>
    <w:rsid w:val="000C4CD2"/>
    <w:rsid w:val="000D34AD"/>
    <w:rsid w:val="000D7781"/>
    <w:rsid w:val="000E2694"/>
    <w:rsid w:val="000E2A7B"/>
    <w:rsid w:val="000E5147"/>
    <w:rsid w:val="000E59AD"/>
    <w:rsid w:val="000E6B30"/>
    <w:rsid w:val="00103F48"/>
    <w:rsid w:val="00111F70"/>
    <w:rsid w:val="001173D3"/>
    <w:rsid w:val="001212DB"/>
    <w:rsid w:val="00122E8D"/>
    <w:rsid w:val="001261C3"/>
    <w:rsid w:val="00132ED8"/>
    <w:rsid w:val="0013485C"/>
    <w:rsid w:val="00140CE0"/>
    <w:rsid w:val="00144556"/>
    <w:rsid w:val="00145B0E"/>
    <w:rsid w:val="00146529"/>
    <w:rsid w:val="00146961"/>
    <w:rsid w:val="00147A57"/>
    <w:rsid w:val="001510D1"/>
    <w:rsid w:val="001529B7"/>
    <w:rsid w:val="00157375"/>
    <w:rsid w:val="00163F47"/>
    <w:rsid w:val="00166030"/>
    <w:rsid w:val="00166F16"/>
    <w:rsid w:val="0016742F"/>
    <w:rsid w:val="00174579"/>
    <w:rsid w:val="00181C5D"/>
    <w:rsid w:val="00184497"/>
    <w:rsid w:val="00186B0A"/>
    <w:rsid w:val="00187803"/>
    <w:rsid w:val="001B14E2"/>
    <w:rsid w:val="001B4CD2"/>
    <w:rsid w:val="001C305E"/>
    <w:rsid w:val="001C46AF"/>
    <w:rsid w:val="001D53E1"/>
    <w:rsid w:val="001E1880"/>
    <w:rsid w:val="001E5451"/>
    <w:rsid w:val="001E622A"/>
    <w:rsid w:val="001F1164"/>
    <w:rsid w:val="001F1CF5"/>
    <w:rsid w:val="001F4515"/>
    <w:rsid w:val="001F6832"/>
    <w:rsid w:val="00200A54"/>
    <w:rsid w:val="00205FB3"/>
    <w:rsid w:val="00212ECF"/>
    <w:rsid w:val="00213531"/>
    <w:rsid w:val="002159D8"/>
    <w:rsid w:val="00216B06"/>
    <w:rsid w:val="00217661"/>
    <w:rsid w:val="00225C8F"/>
    <w:rsid w:val="00226C08"/>
    <w:rsid w:val="00237779"/>
    <w:rsid w:val="00244719"/>
    <w:rsid w:val="0024588F"/>
    <w:rsid w:val="002656CE"/>
    <w:rsid w:val="0026687B"/>
    <w:rsid w:val="00267E29"/>
    <w:rsid w:val="00274F0E"/>
    <w:rsid w:val="002755E8"/>
    <w:rsid w:val="002807AA"/>
    <w:rsid w:val="00283DFF"/>
    <w:rsid w:val="00285A61"/>
    <w:rsid w:val="00286BF4"/>
    <w:rsid w:val="00290802"/>
    <w:rsid w:val="0029453E"/>
    <w:rsid w:val="002A1EC5"/>
    <w:rsid w:val="002A2D8A"/>
    <w:rsid w:val="002A56C9"/>
    <w:rsid w:val="002B33F0"/>
    <w:rsid w:val="002B4123"/>
    <w:rsid w:val="002C6046"/>
    <w:rsid w:val="002D23BD"/>
    <w:rsid w:val="002D2F35"/>
    <w:rsid w:val="002D7E04"/>
    <w:rsid w:val="002E4858"/>
    <w:rsid w:val="002E6750"/>
    <w:rsid w:val="002F03A6"/>
    <w:rsid w:val="002F3C52"/>
    <w:rsid w:val="002F4549"/>
    <w:rsid w:val="002F7800"/>
    <w:rsid w:val="00302B6A"/>
    <w:rsid w:val="0030660B"/>
    <w:rsid w:val="00317347"/>
    <w:rsid w:val="0032033C"/>
    <w:rsid w:val="00321A8C"/>
    <w:rsid w:val="003337A7"/>
    <w:rsid w:val="00333D0E"/>
    <w:rsid w:val="00344D77"/>
    <w:rsid w:val="00345860"/>
    <w:rsid w:val="00345D07"/>
    <w:rsid w:val="003479FD"/>
    <w:rsid w:val="0035252B"/>
    <w:rsid w:val="003538C7"/>
    <w:rsid w:val="0035472C"/>
    <w:rsid w:val="00362650"/>
    <w:rsid w:val="00362DD5"/>
    <w:rsid w:val="003667FD"/>
    <w:rsid w:val="00371F8F"/>
    <w:rsid w:val="00385D57"/>
    <w:rsid w:val="003A0308"/>
    <w:rsid w:val="003A3AD2"/>
    <w:rsid w:val="003A5DB1"/>
    <w:rsid w:val="003A7E67"/>
    <w:rsid w:val="003B0D1E"/>
    <w:rsid w:val="003B1DEE"/>
    <w:rsid w:val="003B3047"/>
    <w:rsid w:val="003B514D"/>
    <w:rsid w:val="003B554D"/>
    <w:rsid w:val="003C0BEB"/>
    <w:rsid w:val="003C2064"/>
    <w:rsid w:val="003C7F56"/>
    <w:rsid w:val="003D3011"/>
    <w:rsid w:val="003D364E"/>
    <w:rsid w:val="003D4273"/>
    <w:rsid w:val="003D6BCD"/>
    <w:rsid w:val="003D7572"/>
    <w:rsid w:val="003E23EB"/>
    <w:rsid w:val="003E5BB1"/>
    <w:rsid w:val="003F1940"/>
    <w:rsid w:val="003F4280"/>
    <w:rsid w:val="003F4571"/>
    <w:rsid w:val="003F45FA"/>
    <w:rsid w:val="003F54B6"/>
    <w:rsid w:val="00400401"/>
    <w:rsid w:val="00401661"/>
    <w:rsid w:val="00403080"/>
    <w:rsid w:val="00404E86"/>
    <w:rsid w:val="004112E7"/>
    <w:rsid w:val="004175F2"/>
    <w:rsid w:val="00422E08"/>
    <w:rsid w:val="00424DAB"/>
    <w:rsid w:val="00426CA3"/>
    <w:rsid w:val="00440E24"/>
    <w:rsid w:val="00442296"/>
    <w:rsid w:val="00450754"/>
    <w:rsid w:val="004544EC"/>
    <w:rsid w:val="00454F28"/>
    <w:rsid w:val="00456403"/>
    <w:rsid w:val="00460C89"/>
    <w:rsid w:val="00461672"/>
    <w:rsid w:val="00463402"/>
    <w:rsid w:val="0046751F"/>
    <w:rsid w:val="00470300"/>
    <w:rsid w:val="00470D8C"/>
    <w:rsid w:val="00472F1C"/>
    <w:rsid w:val="00473A67"/>
    <w:rsid w:val="00473E95"/>
    <w:rsid w:val="004744EF"/>
    <w:rsid w:val="004823FB"/>
    <w:rsid w:val="0048369F"/>
    <w:rsid w:val="00487033"/>
    <w:rsid w:val="00492177"/>
    <w:rsid w:val="004947C5"/>
    <w:rsid w:val="004A2AEE"/>
    <w:rsid w:val="004A52AB"/>
    <w:rsid w:val="004B0EDC"/>
    <w:rsid w:val="004C134E"/>
    <w:rsid w:val="004C279E"/>
    <w:rsid w:val="004C4C2A"/>
    <w:rsid w:val="004C5E43"/>
    <w:rsid w:val="004C76B5"/>
    <w:rsid w:val="004D08D2"/>
    <w:rsid w:val="004D60D2"/>
    <w:rsid w:val="004D7DBC"/>
    <w:rsid w:val="004E0750"/>
    <w:rsid w:val="004E191E"/>
    <w:rsid w:val="004E33FE"/>
    <w:rsid w:val="004F1D9B"/>
    <w:rsid w:val="004F2756"/>
    <w:rsid w:val="004F6BB1"/>
    <w:rsid w:val="00500E3D"/>
    <w:rsid w:val="00502473"/>
    <w:rsid w:val="00502C51"/>
    <w:rsid w:val="00504987"/>
    <w:rsid w:val="00506F35"/>
    <w:rsid w:val="0051100B"/>
    <w:rsid w:val="005208AC"/>
    <w:rsid w:val="00521D20"/>
    <w:rsid w:val="0052455D"/>
    <w:rsid w:val="00527620"/>
    <w:rsid w:val="005359EB"/>
    <w:rsid w:val="005470CD"/>
    <w:rsid w:val="00554433"/>
    <w:rsid w:val="005600A8"/>
    <w:rsid w:val="00565F14"/>
    <w:rsid w:val="00573C61"/>
    <w:rsid w:val="00575B4E"/>
    <w:rsid w:val="00577330"/>
    <w:rsid w:val="00580982"/>
    <w:rsid w:val="00584E74"/>
    <w:rsid w:val="005944DE"/>
    <w:rsid w:val="00595108"/>
    <w:rsid w:val="0059551E"/>
    <w:rsid w:val="00596BA9"/>
    <w:rsid w:val="005A09C4"/>
    <w:rsid w:val="005A2C00"/>
    <w:rsid w:val="005A3E81"/>
    <w:rsid w:val="005A5D23"/>
    <w:rsid w:val="005B5FEB"/>
    <w:rsid w:val="005B6902"/>
    <w:rsid w:val="005B702D"/>
    <w:rsid w:val="005B7069"/>
    <w:rsid w:val="005C3AB5"/>
    <w:rsid w:val="005D0636"/>
    <w:rsid w:val="005D419F"/>
    <w:rsid w:val="005E23E2"/>
    <w:rsid w:val="005E3D55"/>
    <w:rsid w:val="005E76AA"/>
    <w:rsid w:val="005F18A4"/>
    <w:rsid w:val="005F1EC6"/>
    <w:rsid w:val="005F4A76"/>
    <w:rsid w:val="005F6701"/>
    <w:rsid w:val="00600E07"/>
    <w:rsid w:val="00601E7D"/>
    <w:rsid w:val="00605350"/>
    <w:rsid w:val="006115B7"/>
    <w:rsid w:val="00612432"/>
    <w:rsid w:val="0061454A"/>
    <w:rsid w:val="00621050"/>
    <w:rsid w:val="00626BEC"/>
    <w:rsid w:val="0062764A"/>
    <w:rsid w:val="00627A9B"/>
    <w:rsid w:val="0063576E"/>
    <w:rsid w:val="0064745F"/>
    <w:rsid w:val="0066244C"/>
    <w:rsid w:val="00662E69"/>
    <w:rsid w:val="00664693"/>
    <w:rsid w:val="00667637"/>
    <w:rsid w:val="006720EA"/>
    <w:rsid w:val="00673A9C"/>
    <w:rsid w:val="00677574"/>
    <w:rsid w:val="0068075B"/>
    <w:rsid w:val="00684B4B"/>
    <w:rsid w:val="00686479"/>
    <w:rsid w:val="00686CBD"/>
    <w:rsid w:val="00690A7F"/>
    <w:rsid w:val="00691C5B"/>
    <w:rsid w:val="006A34B5"/>
    <w:rsid w:val="006A7931"/>
    <w:rsid w:val="006C27CF"/>
    <w:rsid w:val="006D328D"/>
    <w:rsid w:val="006D3AB9"/>
    <w:rsid w:val="006D3BED"/>
    <w:rsid w:val="006D491A"/>
    <w:rsid w:val="006D673A"/>
    <w:rsid w:val="006E0229"/>
    <w:rsid w:val="006E1F25"/>
    <w:rsid w:val="006E4241"/>
    <w:rsid w:val="006E667E"/>
    <w:rsid w:val="006E77F0"/>
    <w:rsid w:val="006F3DF2"/>
    <w:rsid w:val="0070779A"/>
    <w:rsid w:val="0071013E"/>
    <w:rsid w:val="0071702B"/>
    <w:rsid w:val="007217CE"/>
    <w:rsid w:val="00721CF4"/>
    <w:rsid w:val="00721F0C"/>
    <w:rsid w:val="00722B5D"/>
    <w:rsid w:val="00727BC1"/>
    <w:rsid w:val="00730BAA"/>
    <w:rsid w:val="00734E43"/>
    <w:rsid w:val="007368E3"/>
    <w:rsid w:val="007606E5"/>
    <w:rsid w:val="00761F1B"/>
    <w:rsid w:val="007625AD"/>
    <w:rsid w:val="007660C1"/>
    <w:rsid w:val="00780694"/>
    <w:rsid w:val="00793E7F"/>
    <w:rsid w:val="00795085"/>
    <w:rsid w:val="007A2451"/>
    <w:rsid w:val="007A5D04"/>
    <w:rsid w:val="007A5E54"/>
    <w:rsid w:val="007A778B"/>
    <w:rsid w:val="007B550A"/>
    <w:rsid w:val="007B5A16"/>
    <w:rsid w:val="007C7EF0"/>
    <w:rsid w:val="007D1B31"/>
    <w:rsid w:val="007D2AF0"/>
    <w:rsid w:val="007D510A"/>
    <w:rsid w:val="007D585E"/>
    <w:rsid w:val="007E0344"/>
    <w:rsid w:val="007E1555"/>
    <w:rsid w:val="007E6E00"/>
    <w:rsid w:val="007F3057"/>
    <w:rsid w:val="007F404C"/>
    <w:rsid w:val="007F7204"/>
    <w:rsid w:val="0080189F"/>
    <w:rsid w:val="00814DAE"/>
    <w:rsid w:val="00815AD3"/>
    <w:rsid w:val="0082155E"/>
    <w:rsid w:val="00822FC8"/>
    <w:rsid w:val="0082784F"/>
    <w:rsid w:val="00831709"/>
    <w:rsid w:val="00832AFA"/>
    <w:rsid w:val="008363F4"/>
    <w:rsid w:val="00842A57"/>
    <w:rsid w:val="00843F29"/>
    <w:rsid w:val="008476AA"/>
    <w:rsid w:val="008515D8"/>
    <w:rsid w:val="008553B5"/>
    <w:rsid w:val="0086215D"/>
    <w:rsid w:val="00866F1F"/>
    <w:rsid w:val="00870768"/>
    <w:rsid w:val="0087152B"/>
    <w:rsid w:val="00874813"/>
    <w:rsid w:val="008755D8"/>
    <w:rsid w:val="00885DE9"/>
    <w:rsid w:val="00890DBC"/>
    <w:rsid w:val="00892327"/>
    <w:rsid w:val="008972A2"/>
    <w:rsid w:val="008A06F9"/>
    <w:rsid w:val="008A1A41"/>
    <w:rsid w:val="008A2FFB"/>
    <w:rsid w:val="008A797D"/>
    <w:rsid w:val="008C0829"/>
    <w:rsid w:val="008D0BD6"/>
    <w:rsid w:val="008D0C00"/>
    <w:rsid w:val="008D2A51"/>
    <w:rsid w:val="008E155E"/>
    <w:rsid w:val="008E2943"/>
    <w:rsid w:val="008E65DF"/>
    <w:rsid w:val="008F4DF9"/>
    <w:rsid w:val="00904043"/>
    <w:rsid w:val="00911392"/>
    <w:rsid w:val="009115BC"/>
    <w:rsid w:val="0091320D"/>
    <w:rsid w:val="00915CEE"/>
    <w:rsid w:val="0092498B"/>
    <w:rsid w:val="00930552"/>
    <w:rsid w:val="00931F50"/>
    <w:rsid w:val="00937DA3"/>
    <w:rsid w:val="009470FA"/>
    <w:rsid w:val="00972FD0"/>
    <w:rsid w:val="00993503"/>
    <w:rsid w:val="00996558"/>
    <w:rsid w:val="009A39E2"/>
    <w:rsid w:val="009A44B0"/>
    <w:rsid w:val="009A4911"/>
    <w:rsid w:val="009C01FA"/>
    <w:rsid w:val="009C2465"/>
    <w:rsid w:val="009C2BB2"/>
    <w:rsid w:val="009C5E9F"/>
    <w:rsid w:val="009C650A"/>
    <w:rsid w:val="009C7F73"/>
    <w:rsid w:val="009D1A08"/>
    <w:rsid w:val="009D2C4D"/>
    <w:rsid w:val="009D43FD"/>
    <w:rsid w:val="009D5C0C"/>
    <w:rsid w:val="009D7568"/>
    <w:rsid w:val="009F79D8"/>
    <w:rsid w:val="00A00A5B"/>
    <w:rsid w:val="00A111E0"/>
    <w:rsid w:val="00A1249D"/>
    <w:rsid w:val="00A165AA"/>
    <w:rsid w:val="00A20515"/>
    <w:rsid w:val="00A2069F"/>
    <w:rsid w:val="00A221A0"/>
    <w:rsid w:val="00A269FA"/>
    <w:rsid w:val="00A36988"/>
    <w:rsid w:val="00A36E37"/>
    <w:rsid w:val="00A41841"/>
    <w:rsid w:val="00A42AC0"/>
    <w:rsid w:val="00A46925"/>
    <w:rsid w:val="00A51D04"/>
    <w:rsid w:val="00A62E98"/>
    <w:rsid w:val="00A72160"/>
    <w:rsid w:val="00A77245"/>
    <w:rsid w:val="00A82F8E"/>
    <w:rsid w:val="00A8682E"/>
    <w:rsid w:val="00A90CA3"/>
    <w:rsid w:val="00AA06C2"/>
    <w:rsid w:val="00AA4348"/>
    <w:rsid w:val="00AA688C"/>
    <w:rsid w:val="00AB4D40"/>
    <w:rsid w:val="00AC556F"/>
    <w:rsid w:val="00AC5F4F"/>
    <w:rsid w:val="00AD34B4"/>
    <w:rsid w:val="00AD4A3D"/>
    <w:rsid w:val="00AE2CDD"/>
    <w:rsid w:val="00AE4B3B"/>
    <w:rsid w:val="00AF1E10"/>
    <w:rsid w:val="00AF2156"/>
    <w:rsid w:val="00AF2C27"/>
    <w:rsid w:val="00AF2E47"/>
    <w:rsid w:val="00AF51CF"/>
    <w:rsid w:val="00B00148"/>
    <w:rsid w:val="00B02CE2"/>
    <w:rsid w:val="00B06734"/>
    <w:rsid w:val="00B144E7"/>
    <w:rsid w:val="00B153A9"/>
    <w:rsid w:val="00B23F61"/>
    <w:rsid w:val="00B31AE5"/>
    <w:rsid w:val="00B328BB"/>
    <w:rsid w:val="00B34226"/>
    <w:rsid w:val="00B3666C"/>
    <w:rsid w:val="00B44B99"/>
    <w:rsid w:val="00B52E72"/>
    <w:rsid w:val="00B55429"/>
    <w:rsid w:val="00B578FF"/>
    <w:rsid w:val="00B60B25"/>
    <w:rsid w:val="00B62AC9"/>
    <w:rsid w:val="00B643C6"/>
    <w:rsid w:val="00B70991"/>
    <w:rsid w:val="00B71F03"/>
    <w:rsid w:val="00B76A8E"/>
    <w:rsid w:val="00B859C4"/>
    <w:rsid w:val="00B90B90"/>
    <w:rsid w:val="00B92D90"/>
    <w:rsid w:val="00BA25D2"/>
    <w:rsid w:val="00BA7864"/>
    <w:rsid w:val="00BB3201"/>
    <w:rsid w:val="00BB6D3C"/>
    <w:rsid w:val="00BC3DAD"/>
    <w:rsid w:val="00BC523D"/>
    <w:rsid w:val="00BC55B6"/>
    <w:rsid w:val="00BD08BE"/>
    <w:rsid w:val="00BE0149"/>
    <w:rsid w:val="00BE1BD8"/>
    <w:rsid w:val="00BE1DDA"/>
    <w:rsid w:val="00BE4A7C"/>
    <w:rsid w:val="00BF2F9D"/>
    <w:rsid w:val="00BF4DB1"/>
    <w:rsid w:val="00BF4F74"/>
    <w:rsid w:val="00C04E46"/>
    <w:rsid w:val="00C1693B"/>
    <w:rsid w:val="00C171B4"/>
    <w:rsid w:val="00C21B74"/>
    <w:rsid w:val="00C24418"/>
    <w:rsid w:val="00C2447F"/>
    <w:rsid w:val="00C253BA"/>
    <w:rsid w:val="00C3412F"/>
    <w:rsid w:val="00C36090"/>
    <w:rsid w:val="00C410A6"/>
    <w:rsid w:val="00C4467D"/>
    <w:rsid w:val="00C44EC3"/>
    <w:rsid w:val="00C4681F"/>
    <w:rsid w:val="00C51022"/>
    <w:rsid w:val="00C51364"/>
    <w:rsid w:val="00C57ACD"/>
    <w:rsid w:val="00C606FE"/>
    <w:rsid w:val="00C628E0"/>
    <w:rsid w:val="00C63003"/>
    <w:rsid w:val="00C70B1B"/>
    <w:rsid w:val="00C83951"/>
    <w:rsid w:val="00C90040"/>
    <w:rsid w:val="00C938AE"/>
    <w:rsid w:val="00C9533A"/>
    <w:rsid w:val="00CA36D5"/>
    <w:rsid w:val="00CA3AA5"/>
    <w:rsid w:val="00CB1C1E"/>
    <w:rsid w:val="00CC0FF1"/>
    <w:rsid w:val="00CC48EB"/>
    <w:rsid w:val="00CD0219"/>
    <w:rsid w:val="00CD05F5"/>
    <w:rsid w:val="00CD371A"/>
    <w:rsid w:val="00CE091F"/>
    <w:rsid w:val="00CE6282"/>
    <w:rsid w:val="00CE6876"/>
    <w:rsid w:val="00CE7970"/>
    <w:rsid w:val="00CF0848"/>
    <w:rsid w:val="00CF11AE"/>
    <w:rsid w:val="00CF63A6"/>
    <w:rsid w:val="00D0012D"/>
    <w:rsid w:val="00D10E8B"/>
    <w:rsid w:val="00D11671"/>
    <w:rsid w:val="00D12CCB"/>
    <w:rsid w:val="00D17A75"/>
    <w:rsid w:val="00D23E31"/>
    <w:rsid w:val="00D2744A"/>
    <w:rsid w:val="00D52B1E"/>
    <w:rsid w:val="00D52CED"/>
    <w:rsid w:val="00D5454B"/>
    <w:rsid w:val="00D55203"/>
    <w:rsid w:val="00D566E3"/>
    <w:rsid w:val="00D568B6"/>
    <w:rsid w:val="00D64391"/>
    <w:rsid w:val="00D7147E"/>
    <w:rsid w:val="00D72A4D"/>
    <w:rsid w:val="00D749AD"/>
    <w:rsid w:val="00D876F6"/>
    <w:rsid w:val="00D87AA9"/>
    <w:rsid w:val="00DA7244"/>
    <w:rsid w:val="00DA79BB"/>
    <w:rsid w:val="00DB0BA4"/>
    <w:rsid w:val="00DB742F"/>
    <w:rsid w:val="00DC0FA9"/>
    <w:rsid w:val="00DC3BFB"/>
    <w:rsid w:val="00DD1E51"/>
    <w:rsid w:val="00DE0D4E"/>
    <w:rsid w:val="00DE1048"/>
    <w:rsid w:val="00DE194C"/>
    <w:rsid w:val="00DE305B"/>
    <w:rsid w:val="00DE3DD4"/>
    <w:rsid w:val="00DF52E6"/>
    <w:rsid w:val="00E065C0"/>
    <w:rsid w:val="00E1347E"/>
    <w:rsid w:val="00E15122"/>
    <w:rsid w:val="00E15303"/>
    <w:rsid w:val="00E15DE8"/>
    <w:rsid w:val="00E2297F"/>
    <w:rsid w:val="00E22A40"/>
    <w:rsid w:val="00E31C5B"/>
    <w:rsid w:val="00E373EF"/>
    <w:rsid w:val="00E37EBD"/>
    <w:rsid w:val="00E466D2"/>
    <w:rsid w:val="00E50167"/>
    <w:rsid w:val="00E5419E"/>
    <w:rsid w:val="00E610B8"/>
    <w:rsid w:val="00E64856"/>
    <w:rsid w:val="00E6638C"/>
    <w:rsid w:val="00E66A7D"/>
    <w:rsid w:val="00E72E45"/>
    <w:rsid w:val="00E74E21"/>
    <w:rsid w:val="00E77A73"/>
    <w:rsid w:val="00E8770D"/>
    <w:rsid w:val="00E93535"/>
    <w:rsid w:val="00E95505"/>
    <w:rsid w:val="00E96390"/>
    <w:rsid w:val="00E96B02"/>
    <w:rsid w:val="00E97C7C"/>
    <w:rsid w:val="00EA0098"/>
    <w:rsid w:val="00EA11AB"/>
    <w:rsid w:val="00EB1DCB"/>
    <w:rsid w:val="00EB4E0A"/>
    <w:rsid w:val="00EC7EA0"/>
    <w:rsid w:val="00ED1013"/>
    <w:rsid w:val="00ED570B"/>
    <w:rsid w:val="00F01A10"/>
    <w:rsid w:val="00F05830"/>
    <w:rsid w:val="00F112C0"/>
    <w:rsid w:val="00F1218B"/>
    <w:rsid w:val="00F1237C"/>
    <w:rsid w:val="00F234BF"/>
    <w:rsid w:val="00F326E9"/>
    <w:rsid w:val="00F33BAA"/>
    <w:rsid w:val="00F34D32"/>
    <w:rsid w:val="00F5303A"/>
    <w:rsid w:val="00F543FF"/>
    <w:rsid w:val="00F54F79"/>
    <w:rsid w:val="00F6649B"/>
    <w:rsid w:val="00F6698F"/>
    <w:rsid w:val="00F74D36"/>
    <w:rsid w:val="00F7611C"/>
    <w:rsid w:val="00F765B8"/>
    <w:rsid w:val="00F83555"/>
    <w:rsid w:val="00F84C5C"/>
    <w:rsid w:val="00F85242"/>
    <w:rsid w:val="00F92CAE"/>
    <w:rsid w:val="00FA744A"/>
    <w:rsid w:val="00FB6322"/>
    <w:rsid w:val="00FC5EAC"/>
    <w:rsid w:val="00FD00EE"/>
    <w:rsid w:val="00FD5FBB"/>
    <w:rsid w:val="00FF08B7"/>
    <w:rsid w:val="00FF351E"/>
    <w:rsid w:val="00FF60B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A7B"/>
    <w:rPr>
      <w:rFonts w:ascii="Arial" w:eastAsia="Times New Roman" w:hAnsi="Arial" w:cs="Arial"/>
      <w:bCs/>
      <w:kern w:val="32"/>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
    <w:name w:val="ConsPlusTitle"/>
    <w:uiPriority w:val="99"/>
    <w:rsid w:val="000E2A7B"/>
    <w:pPr>
      <w:widowControl w:val="0"/>
      <w:autoSpaceDE w:val="0"/>
      <w:autoSpaceDN w:val="0"/>
      <w:adjustRightInd w:val="0"/>
    </w:pPr>
    <w:rPr>
      <w:rFonts w:ascii="Times New Roman" w:eastAsia="Times New Roman" w:hAnsi="Times New Roman"/>
      <w:b/>
      <w:bCs/>
      <w:sz w:val="24"/>
      <w:szCs w:val="24"/>
    </w:rPr>
  </w:style>
  <w:style w:type="character" w:customStyle="1" w:styleId="ConsPlusNormal">
    <w:name w:val="ConsPlusNormal Знак"/>
    <w:link w:val="ConsPlusNormal0"/>
    <w:uiPriority w:val="99"/>
    <w:locked/>
    <w:rsid w:val="000E2A7B"/>
    <w:rPr>
      <w:rFonts w:ascii="Arial" w:hAnsi="Arial"/>
      <w:sz w:val="22"/>
      <w:lang w:val="ru-RU" w:eastAsia="en-US"/>
    </w:rPr>
  </w:style>
  <w:style w:type="paragraph" w:customStyle="1" w:styleId="ConsPlusNormal0">
    <w:name w:val="ConsPlusNormal"/>
    <w:link w:val="ConsPlusNormal"/>
    <w:uiPriority w:val="99"/>
    <w:rsid w:val="000E2A7B"/>
    <w:pPr>
      <w:autoSpaceDE w:val="0"/>
      <w:autoSpaceDN w:val="0"/>
      <w:adjustRightInd w:val="0"/>
    </w:pPr>
    <w:rPr>
      <w:rFonts w:ascii="Arial" w:hAnsi="Arial" w:cs="Arial"/>
      <w:lang w:eastAsia="en-US"/>
    </w:rPr>
  </w:style>
  <w:style w:type="paragraph" w:customStyle="1" w:styleId="ConsPlusNonformat">
    <w:name w:val="ConsPlusNonformat"/>
    <w:uiPriority w:val="99"/>
    <w:rsid w:val="000E2A7B"/>
    <w:pPr>
      <w:widowControl w:val="0"/>
      <w:autoSpaceDE w:val="0"/>
      <w:autoSpaceDN w:val="0"/>
      <w:adjustRightInd w:val="0"/>
    </w:pPr>
    <w:rPr>
      <w:rFonts w:ascii="Courier New" w:eastAsia="Times New Roman" w:hAnsi="Courier New" w:cs="Courier New"/>
      <w:sz w:val="20"/>
      <w:szCs w:val="20"/>
    </w:rPr>
  </w:style>
  <w:style w:type="paragraph" w:styleId="BodyText2">
    <w:name w:val="Body Text 2"/>
    <w:basedOn w:val="Normal"/>
    <w:link w:val="BodyText2Char"/>
    <w:uiPriority w:val="99"/>
    <w:rsid w:val="000E2A7B"/>
    <w:pPr>
      <w:spacing w:after="120" w:line="480" w:lineRule="auto"/>
    </w:pPr>
    <w:rPr>
      <w:rFonts w:ascii="Times New Roman" w:hAnsi="Times New Roman" w:cs="Times New Roman"/>
      <w:bCs w:val="0"/>
      <w:kern w:val="0"/>
      <w:sz w:val="28"/>
    </w:rPr>
  </w:style>
  <w:style w:type="character" w:customStyle="1" w:styleId="BodyText2Char">
    <w:name w:val="Body Text 2 Char"/>
    <w:basedOn w:val="DefaultParagraphFont"/>
    <w:link w:val="BodyText2"/>
    <w:uiPriority w:val="99"/>
    <w:locked/>
    <w:rsid w:val="000E2A7B"/>
    <w:rPr>
      <w:rFonts w:ascii="Times New Roman" w:hAnsi="Times New Roman" w:cs="Times New Roman"/>
      <w:sz w:val="20"/>
      <w:szCs w:val="20"/>
      <w:lang w:eastAsia="ru-RU"/>
    </w:rPr>
  </w:style>
  <w:style w:type="paragraph" w:customStyle="1" w:styleId="a">
    <w:name w:val="Исполнитель"/>
    <w:basedOn w:val="Normal"/>
    <w:next w:val="Normal"/>
    <w:uiPriority w:val="99"/>
    <w:rsid w:val="000E2A7B"/>
    <w:pPr>
      <w:widowControl w:val="0"/>
      <w:tabs>
        <w:tab w:val="left" w:pos="6663"/>
      </w:tabs>
      <w:overflowPunct w:val="0"/>
      <w:autoSpaceDE w:val="0"/>
      <w:autoSpaceDN w:val="0"/>
      <w:adjustRightInd w:val="0"/>
      <w:spacing w:before="480"/>
      <w:ind w:right="573"/>
      <w:textAlignment w:val="baseline"/>
    </w:pPr>
    <w:rPr>
      <w:rFonts w:ascii="Times New Roman" w:hAnsi="Times New Roman" w:cs="Times New Roman"/>
      <w:bCs w:val="0"/>
      <w:kern w:val="0"/>
      <w:sz w:val="24"/>
      <w:szCs w:val="24"/>
    </w:rPr>
  </w:style>
  <w:style w:type="paragraph" w:styleId="BalloonText">
    <w:name w:val="Balloon Text"/>
    <w:basedOn w:val="Normal"/>
    <w:link w:val="BalloonTextChar"/>
    <w:uiPriority w:val="99"/>
    <w:semiHidden/>
    <w:rsid w:val="000E2A7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E2A7B"/>
    <w:rPr>
      <w:rFonts w:ascii="Tahoma" w:hAnsi="Tahoma" w:cs="Tahoma"/>
      <w:bCs/>
      <w:kern w:val="32"/>
      <w:sz w:val="16"/>
      <w:szCs w:val="16"/>
      <w:lang w:eastAsia="ru-RU"/>
    </w:rPr>
  </w:style>
  <w:style w:type="character" w:customStyle="1" w:styleId="FontStyle22">
    <w:name w:val="Font Style22"/>
    <w:basedOn w:val="DefaultParagraphFont"/>
    <w:uiPriority w:val="99"/>
    <w:rsid w:val="00B76A8E"/>
    <w:rPr>
      <w:rFonts w:ascii="Times New Roman" w:hAnsi="Times New Roman" w:cs="Times New Roman"/>
      <w:b/>
      <w:bCs/>
      <w:spacing w:val="-10"/>
      <w:sz w:val="22"/>
      <w:szCs w:val="22"/>
    </w:rPr>
  </w:style>
</w:styles>
</file>

<file path=word/webSettings.xml><?xml version="1.0" encoding="utf-8"?>
<w:webSettings xmlns:r="http://schemas.openxmlformats.org/officeDocument/2006/relationships" xmlns:w="http://schemas.openxmlformats.org/wordprocessingml/2006/main">
  <w:divs>
    <w:div w:id="10531209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B6485A7AD581743E724CC6AA6B3F4B1AEB3C2FEFA23F1D03D6D1D0BFA77790D2426FEB20477A1750rBzA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TotalTime>
  <Pages>6</Pages>
  <Words>2368</Words>
  <Characters>13502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1</cp:lastModifiedBy>
  <cp:revision>7</cp:revision>
  <cp:lastPrinted>2017-12-20T12:18:00Z</cp:lastPrinted>
  <dcterms:created xsi:type="dcterms:W3CDTF">2017-12-20T07:25:00Z</dcterms:created>
  <dcterms:modified xsi:type="dcterms:W3CDTF">2017-12-20T12:18:00Z</dcterms:modified>
</cp:coreProperties>
</file>