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7E" w:rsidRPr="009D4E96" w:rsidRDefault="00FC077E" w:rsidP="009D4E96">
      <w:pPr>
        <w:tabs>
          <w:tab w:val="left" w:pos="4065"/>
        </w:tabs>
        <w:jc w:val="center"/>
        <w:rPr>
          <w:rStyle w:val="FontStyle22"/>
          <w:rFonts w:ascii="Arial" w:hAnsi="Arial" w:cs="Arial"/>
          <w:sz w:val="36"/>
          <w:szCs w:val="36"/>
        </w:rPr>
      </w:pPr>
      <w:r w:rsidRPr="009D4E96">
        <w:rPr>
          <w:rStyle w:val="FontStyle22"/>
          <w:rFonts w:ascii="Arial" w:hAnsi="Arial" w:cs="Arial"/>
          <w:sz w:val="36"/>
          <w:szCs w:val="36"/>
        </w:rPr>
        <w:t>ПОСТАНОВЛЕНИЕ</w:t>
      </w:r>
    </w:p>
    <w:p w:rsidR="00FC077E" w:rsidRPr="009D4E96" w:rsidRDefault="00FC077E" w:rsidP="009D4E96">
      <w:pPr>
        <w:tabs>
          <w:tab w:val="left" w:pos="4065"/>
        </w:tabs>
        <w:jc w:val="center"/>
        <w:rPr>
          <w:rFonts w:ascii="Arial" w:hAnsi="Arial" w:cs="Arial"/>
          <w:sz w:val="32"/>
          <w:szCs w:val="32"/>
        </w:rPr>
      </w:pPr>
    </w:p>
    <w:p w:rsidR="00FC077E" w:rsidRPr="009D4E96" w:rsidRDefault="00FC077E" w:rsidP="009D4E96">
      <w:pPr>
        <w:tabs>
          <w:tab w:val="left" w:pos="4065"/>
        </w:tabs>
        <w:jc w:val="center"/>
        <w:rPr>
          <w:rStyle w:val="FontStyle22"/>
          <w:rFonts w:ascii="Arial" w:hAnsi="Arial" w:cs="Arial"/>
        </w:rPr>
      </w:pPr>
      <w:r w:rsidRPr="009D4E96">
        <w:rPr>
          <w:rStyle w:val="FontStyle22"/>
          <w:rFonts w:ascii="Arial" w:hAnsi="Arial" w:cs="Arial"/>
        </w:rPr>
        <w:t>АДМИНИСТРАЦИЯ ПИЧУЖИНСКОГО СЕЛЬСКОГО ПОСЕЛЕНИЯ</w:t>
      </w:r>
    </w:p>
    <w:p w:rsidR="00FC077E" w:rsidRPr="009D4E96" w:rsidRDefault="00FC077E" w:rsidP="009D4E96">
      <w:pPr>
        <w:tabs>
          <w:tab w:val="left" w:pos="4065"/>
        </w:tabs>
        <w:jc w:val="center"/>
        <w:rPr>
          <w:rStyle w:val="FontStyle22"/>
          <w:rFonts w:ascii="Arial" w:hAnsi="Arial" w:cs="Arial"/>
        </w:rPr>
      </w:pPr>
      <w:r w:rsidRPr="009D4E96">
        <w:rPr>
          <w:rStyle w:val="FontStyle22"/>
          <w:rFonts w:ascii="Arial" w:hAnsi="Arial" w:cs="Arial"/>
        </w:rPr>
        <w:t>ДУБОВСКИЙ МУНИЦИПАЛЬНЫЙ РАЙОН  ВОЛГОГРАДСКАЯ ОБЛАСТЬ</w:t>
      </w:r>
    </w:p>
    <w:p w:rsidR="00FC077E" w:rsidRPr="009D4E96" w:rsidRDefault="00FC077E" w:rsidP="009D4E96">
      <w:pPr>
        <w:rPr>
          <w:rFonts w:ascii="Arial" w:hAnsi="Arial" w:cs="Arial"/>
        </w:rPr>
      </w:pPr>
    </w:p>
    <w:p w:rsidR="00FC077E" w:rsidRPr="009D4E96" w:rsidRDefault="00FC077E" w:rsidP="009D4E96">
      <w:pPr>
        <w:jc w:val="both"/>
        <w:rPr>
          <w:rFonts w:ascii="Arial" w:hAnsi="Arial" w:cs="Arial"/>
        </w:rPr>
      </w:pPr>
      <w:r w:rsidRPr="009D4E96">
        <w:rPr>
          <w:rFonts w:ascii="Arial" w:hAnsi="Arial" w:cs="Arial"/>
        </w:rPr>
        <w:t xml:space="preserve">от  17 июня </w:t>
      </w:r>
      <w:smartTag w:uri="urn:schemas-microsoft-com:office:smarttags" w:element="metricconverter">
        <w:smartTagPr>
          <w:attr w:name="ProductID" w:val="2016 г"/>
        </w:smartTagPr>
        <w:r w:rsidRPr="009D4E96">
          <w:rPr>
            <w:rFonts w:ascii="Arial" w:hAnsi="Arial" w:cs="Arial"/>
          </w:rPr>
          <w:t>2016 г</w:t>
        </w:r>
      </w:smartTag>
      <w:r w:rsidRPr="009D4E96">
        <w:rPr>
          <w:rFonts w:ascii="Arial" w:hAnsi="Arial" w:cs="Arial"/>
        </w:rPr>
        <w:t>.                                                                       № 82</w:t>
      </w:r>
    </w:p>
    <w:p w:rsidR="00FC077E" w:rsidRDefault="00FC077E" w:rsidP="00D21BB5">
      <w:pPr>
        <w:shd w:val="clear" w:color="auto" w:fill="FFFFFF"/>
        <w:spacing w:before="317"/>
        <w:rPr>
          <w:rFonts w:ascii="Arial" w:hAnsi="Arial" w:cs="Arial"/>
          <w:b/>
          <w:spacing w:val="3"/>
        </w:rPr>
      </w:pPr>
    </w:p>
    <w:p w:rsidR="00FC077E" w:rsidRDefault="00FC077E" w:rsidP="009D4E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 особом противопожарном режиме на территории Пичужинского сельского поселения</w:t>
      </w: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  <w:bookmarkStart w:id="0" w:name="_GoBack"/>
      <w:bookmarkEnd w:id="0"/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 соответствии  со статьей 30 Федерального закона от 21 декабря 1994 года № 69-ФЗ «О пожарной безопасности», статьей 15.1 Закона Волгоградской области от 28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 № 1220-ОД «О пожарной безопасности», в связи с установлением сухой, жаркой погоды и повышением класса пожарной опасности и в лесах</w:t>
      </w:r>
    </w:p>
    <w:p w:rsidR="00FC077E" w:rsidRDefault="00FC077E" w:rsidP="00D21BB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Постановляю:</w:t>
      </w:r>
    </w:p>
    <w:p w:rsidR="00FC077E" w:rsidRDefault="00FC077E" w:rsidP="009D4E96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1. Установить на территории Пичужинского сельского поселения особый противопожарный  режим с 9.00 ч 17 июня 2016 года.</w:t>
      </w:r>
    </w:p>
    <w:p w:rsidR="00FC077E" w:rsidRDefault="00FC077E" w:rsidP="00D21BB5">
      <w:pPr>
        <w:rPr>
          <w:rFonts w:ascii="Arial" w:hAnsi="Arial" w:cs="Arial"/>
        </w:rPr>
      </w:pPr>
      <w:r>
        <w:rPr>
          <w:rFonts w:ascii="Arial" w:hAnsi="Arial" w:cs="Arial"/>
        </w:rPr>
        <w:t>2. Запретить разведение костров, сжигание мусора, стерни, сухой травы, листвы и камыша, проведение всех видов пожароопасных работ, кроме мест, специально отведенных для указанных видов работ;</w:t>
      </w:r>
    </w:p>
    <w:p w:rsidR="00FC077E" w:rsidRDefault="00FC077E" w:rsidP="009D4E96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3. организовать на территории сельского поселения патрулирование должностными лицами  администрации Пичужинского сельского поселения;</w:t>
      </w:r>
    </w:p>
    <w:p w:rsidR="00FC077E" w:rsidRDefault="00FC077E" w:rsidP="009D4E96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4. заместителю главы  администрации Черненкову В.И. информировать население  о соблюдении мер пожарной безопасности в условиях особого противопожарного периода.</w:t>
      </w:r>
    </w:p>
    <w:p w:rsidR="00FC077E" w:rsidRDefault="00FC077E" w:rsidP="009D4E96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5. Контроль за исполнением настоящего постановления возложить на заместителя главы администрации Черненкова В.И.</w:t>
      </w:r>
    </w:p>
    <w:p w:rsidR="00FC077E" w:rsidRDefault="00FC077E" w:rsidP="009D4E96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6. Настоящее постановление подлежит обнародованию.</w:t>
      </w: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</w:p>
    <w:p w:rsidR="00FC077E" w:rsidRDefault="00FC077E" w:rsidP="00D21B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Пичужинского </w:t>
      </w:r>
    </w:p>
    <w:p w:rsidR="00FC077E" w:rsidRDefault="00FC077E" w:rsidP="00D21BB5">
      <w:pPr>
        <w:rPr>
          <w:rFonts w:ascii="Arial" w:hAnsi="Arial" w:cs="Arial"/>
        </w:rPr>
      </w:pPr>
      <w:r>
        <w:rPr>
          <w:rFonts w:ascii="Arial" w:hAnsi="Arial" w:cs="Arial"/>
        </w:rPr>
        <w:t>сельского поселения: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Н.А. Климешов.</w:t>
      </w:r>
    </w:p>
    <w:p w:rsidR="00FC077E" w:rsidRDefault="00FC077E"/>
    <w:sectPr w:rsidR="00FC077E" w:rsidSect="000A2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2AA2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2DA2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37AF2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C8F"/>
    <w:rsid w:val="00226C08"/>
    <w:rsid w:val="00227FF4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E709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1661"/>
    <w:rsid w:val="00403080"/>
    <w:rsid w:val="00403E59"/>
    <w:rsid w:val="0040402F"/>
    <w:rsid w:val="00404E86"/>
    <w:rsid w:val="004112E7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2AA2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7637"/>
    <w:rsid w:val="006720EA"/>
    <w:rsid w:val="00673A9C"/>
    <w:rsid w:val="00674787"/>
    <w:rsid w:val="00677574"/>
    <w:rsid w:val="00680137"/>
    <w:rsid w:val="0068075B"/>
    <w:rsid w:val="00684B4B"/>
    <w:rsid w:val="00686479"/>
    <w:rsid w:val="00686CBD"/>
    <w:rsid w:val="00690A7F"/>
    <w:rsid w:val="00691C5B"/>
    <w:rsid w:val="006A08A7"/>
    <w:rsid w:val="006A34B5"/>
    <w:rsid w:val="006A3843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3DF2"/>
    <w:rsid w:val="00702C3F"/>
    <w:rsid w:val="0070779A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70CB8"/>
    <w:rsid w:val="00772A8B"/>
    <w:rsid w:val="00774594"/>
    <w:rsid w:val="007775FE"/>
    <w:rsid w:val="00780694"/>
    <w:rsid w:val="00787F46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2B82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4E96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1BB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2193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077E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B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22">
    <w:name w:val="Font Style22"/>
    <w:basedOn w:val="DefaultParagraphFont"/>
    <w:uiPriority w:val="99"/>
    <w:rsid w:val="009D4E96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216</Words>
  <Characters>1236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Ведущий Специалист</dc:creator>
  <cp:keywords/>
  <dc:description/>
  <cp:lastModifiedBy>1</cp:lastModifiedBy>
  <cp:revision>3</cp:revision>
  <cp:lastPrinted>2016-06-17T11:25:00Z</cp:lastPrinted>
  <dcterms:created xsi:type="dcterms:W3CDTF">2016-06-17T11:19:00Z</dcterms:created>
  <dcterms:modified xsi:type="dcterms:W3CDTF">2016-06-17T11:26:00Z</dcterms:modified>
</cp:coreProperties>
</file>