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2D" w:rsidRDefault="0080012D" w:rsidP="00E1442F">
      <w:pPr>
        <w:tabs>
          <w:tab w:val="left" w:pos="4065"/>
        </w:tabs>
        <w:jc w:val="center"/>
        <w:rPr>
          <w:rStyle w:val="FontStyle22"/>
          <w:sz w:val="36"/>
          <w:szCs w:val="36"/>
        </w:rPr>
      </w:pPr>
      <w:r>
        <w:rPr>
          <w:rStyle w:val="FontStyle22"/>
          <w:sz w:val="36"/>
          <w:szCs w:val="36"/>
        </w:rPr>
        <w:t>ПОСТАНОВЛЕНИЕ</w:t>
      </w:r>
    </w:p>
    <w:p w:rsidR="0080012D" w:rsidRDefault="0080012D" w:rsidP="00E1442F">
      <w:pPr>
        <w:tabs>
          <w:tab w:val="left" w:pos="4065"/>
        </w:tabs>
        <w:jc w:val="center"/>
        <w:rPr>
          <w:sz w:val="32"/>
          <w:szCs w:val="32"/>
        </w:rPr>
      </w:pPr>
    </w:p>
    <w:p w:rsidR="0080012D" w:rsidRDefault="0080012D" w:rsidP="00E1442F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АДМИНИСТРАЦИЯ ПИЧУЖИНСКОГО СЕЛЬСКОГО ПОСЕЛЕНИЯ</w:t>
      </w:r>
    </w:p>
    <w:p w:rsidR="0080012D" w:rsidRDefault="0080012D" w:rsidP="00E1442F">
      <w:pPr>
        <w:tabs>
          <w:tab w:val="left" w:pos="4065"/>
        </w:tabs>
        <w:jc w:val="center"/>
        <w:rPr>
          <w:rStyle w:val="FontStyle22"/>
        </w:rPr>
      </w:pPr>
      <w:r>
        <w:rPr>
          <w:rStyle w:val="FontStyle22"/>
        </w:rPr>
        <w:t>ДУБОВСКИЙ МУНИЦИПАЛЬНЫЙ РАЙОН  ВОЛГОГРАДСКАЯ ОБЛАСТЬ</w:t>
      </w:r>
    </w:p>
    <w:p w:rsidR="0080012D" w:rsidRDefault="0080012D" w:rsidP="00E1442F">
      <w:pPr>
        <w:jc w:val="center"/>
      </w:pPr>
    </w:p>
    <w:p w:rsidR="0080012D" w:rsidRDefault="0080012D" w:rsidP="00E1442F">
      <w:pPr>
        <w:rPr>
          <w:b/>
          <w:sz w:val="28"/>
        </w:rPr>
      </w:pPr>
    </w:p>
    <w:p w:rsidR="0080012D" w:rsidRDefault="0080012D" w:rsidP="00E1442F"/>
    <w:p w:rsidR="0080012D" w:rsidRDefault="0080012D" w:rsidP="00E1442F">
      <w:pPr>
        <w:rPr>
          <w:sz w:val="28"/>
          <w:szCs w:val="28"/>
        </w:rPr>
      </w:pPr>
      <w:r>
        <w:rPr>
          <w:b/>
          <w:sz w:val="28"/>
        </w:rPr>
        <w:t xml:space="preserve">от    12     мая  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8"/>
          </w:rPr>
          <w:t>2015 г</w:t>
        </w:r>
      </w:smartTag>
      <w:r>
        <w:rPr>
          <w:b/>
          <w:sz w:val="28"/>
        </w:rPr>
        <w:t>.                                                                       №  34</w:t>
      </w:r>
    </w:p>
    <w:p w:rsidR="0080012D" w:rsidRDefault="0080012D" w:rsidP="00E1442F">
      <w:pPr>
        <w:rPr>
          <w:sz w:val="28"/>
          <w:szCs w:val="28"/>
        </w:rPr>
      </w:pPr>
    </w:p>
    <w:p w:rsidR="0080012D" w:rsidRDefault="0080012D" w:rsidP="00E1442F">
      <w:pPr>
        <w:jc w:val="center"/>
        <w:rPr>
          <w:sz w:val="24"/>
          <w:szCs w:val="24"/>
        </w:rPr>
      </w:pPr>
      <w:r>
        <w:rPr>
          <w:sz w:val="28"/>
          <w:szCs w:val="28"/>
        </w:rPr>
        <w:t>Об исполнении в 2015 году полномочий администратора доходов бюджета Пичужинского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80012D" w:rsidRDefault="0080012D" w:rsidP="00E1442F">
      <w:pPr>
        <w:rPr>
          <w:b/>
        </w:rPr>
      </w:pPr>
    </w:p>
    <w:p w:rsidR="0080012D" w:rsidRDefault="0080012D" w:rsidP="00E1442F">
      <w:pPr>
        <w:rPr>
          <w:b/>
        </w:rPr>
      </w:pPr>
    </w:p>
    <w:p w:rsidR="0080012D" w:rsidRDefault="0080012D" w:rsidP="00E1442F">
      <w:pPr>
        <w:rPr>
          <w:b/>
        </w:rPr>
      </w:pPr>
    </w:p>
    <w:p w:rsidR="0080012D" w:rsidRDefault="0080012D" w:rsidP="00E1442F">
      <w:pPr>
        <w:rPr>
          <w:b/>
        </w:rPr>
      </w:pPr>
    </w:p>
    <w:p w:rsidR="0080012D" w:rsidRDefault="0080012D" w:rsidP="00E1442F">
      <w:pPr>
        <w:pStyle w:val="ConsNormal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 целях реализации статьи 160.1 Бюджетного кодекса Российской Федерации и для обеспечения поступления платежей в доход бюджета Пичужинского сельского поселения</w:t>
      </w:r>
    </w:p>
    <w:p w:rsidR="0080012D" w:rsidRDefault="0080012D" w:rsidP="00E1442F">
      <w:pPr>
        <w:pStyle w:val="BodyTextIndent"/>
        <w:rPr>
          <w:szCs w:val="28"/>
        </w:rPr>
      </w:pPr>
      <w:r>
        <w:rPr>
          <w:szCs w:val="28"/>
        </w:rPr>
        <w:t>постановляю:</w:t>
      </w:r>
    </w:p>
    <w:p w:rsidR="0080012D" w:rsidRDefault="0080012D" w:rsidP="00E1442F">
      <w:pPr>
        <w:pStyle w:val="BodyTextIndent"/>
        <w:ind w:firstLine="0"/>
        <w:rPr>
          <w:szCs w:val="28"/>
        </w:rPr>
      </w:pPr>
      <w:r>
        <w:rPr>
          <w:szCs w:val="28"/>
        </w:rPr>
        <w:t>1. Возложить полномочия администратора доходов бюджета Пичужинского сельского поселения на Администрацию Пичужинского сельского поселения по главе 950 «Администрация Пичужинского сельского поселения» по кодам бюджетной классификации доходов согласно приложению 1 к настоящему Постановлению.</w:t>
      </w:r>
    </w:p>
    <w:p w:rsidR="0080012D" w:rsidRDefault="0080012D" w:rsidP="00E1442F">
      <w:pPr>
        <w:pStyle w:val="BodyTextIndent"/>
        <w:ind w:firstLine="0"/>
        <w:rPr>
          <w:szCs w:val="28"/>
        </w:rPr>
      </w:pPr>
      <w:r>
        <w:rPr>
          <w:szCs w:val="28"/>
        </w:rPr>
        <w:t>2. Постановление администрации Пичужинского сельского поселения № 55 от 26 декабря 2014г. признать утратившим силу.</w:t>
      </w:r>
    </w:p>
    <w:p w:rsidR="0080012D" w:rsidRDefault="0080012D" w:rsidP="00E1442F">
      <w:pPr>
        <w:pStyle w:val="BodyTextIndent"/>
        <w:ind w:firstLine="0"/>
        <w:rPr>
          <w:szCs w:val="28"/>
        </w:rPr>
      </w:pPr>
      <w:r>
        <w:rPr>
          <w:szCs w:val="28"/>
        </w:rPr>
        <w:t>3. Контроль за исполнением настоящего постановления оставляю за собой.</w:t>
      </w:r>
    </w:p>
    <w:p w:rsidR="0080012D" w:rsidRDefault="0080012D" w:rsidP="00E1442F">
      <w:pPr>
        <w:pStyle w:val="BodyTextIndent"/>
        <w:ind w:firstLine="0"/>
        <w:rPr>
          <w:szCs w:val="28"/>
        </w:rPr>
      </w:pPr>
      <w:r>
        <w:rPr>
          <w:szCs w:val="28"/>
        </w:rPr>
        <w:t>4. Настоящее постановление вступает в силу с 12.05.2015 г.</w:t>
      </w:r>
    </w:p>
    <w:p w:rsidR="0080012D" w:rsidRDefault="0080012D" w:rsidP="00E1442F">
      <w:pPr>
        <w:pStyle w:val="BodyTextIndent"/>
        <w:rPr>
          <w:szCs w:val="28"/>
        </w:rPr>
      </w:pPr>
    </w:p>
    <w:p w:rsidR="0080012D" w:rsidRDefault="0080012D" w:rsidP="00E1442F">
      <w:pPr>
        <w:pStyle w:val="BodyTextIndent"/>
        <w:rPr>
          <w:szCs w:val="28"/>
        </w:rPr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pStyle w:val="BodyTextIndent"/>
      </w:pPr>
    </w:p>
    <w:p w:rsidR="0080012D" w:rsidRDefault="0080012D" w:rsidP="00E1442F">
      <w:pPr>
        <w:rPr>
          <w:sz w:val="28"/>
          <w:szCs w:val="28"/>
        </w:rPr>
      </w:pPr>
      <w:r>
        <w:rPr>
          <w:sz w:val="28"/>
          <w:szCs w:val="28"/>
        </w:rPr>
        <w:t>Глава Пичужинского</w:t>
      </w:r>
    </w:p>
    <w:p w:rsidR="0080012D" w:rsidRDefault="0080012D" w:rsidP="00E1442F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Н.А. Климешов     </w:t>
      </w: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rPr>
          <w:b/>
          <w:sz w:val="28"/>
          <w:szCs w:val="28"/>
        </w:rPr>
      </w:pPr>
    </w:p>
    <w:p w:rsidR="0080012D" w:rsidRDefault="0080012D" w:rsidP="00E1442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Приложение 1.</w:t>
      </w:r>
    </w:p>
    <w:p w:rsidR="0080012D" w:rsidRDefault="0080012D" w:rsidP="00E144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к постановлению                          </w:t>
      </w:r>
    </w:p>
    <w:p w:rsidR="0080012D" w:rsidRDefault="0080012D" w:rsidP="00E144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администрации  Пичужинского                                                                                                                               сельского поселения </w:t>
      </w:r>
    </w:p>
    <w:p w:rsidR="0080012D" w:rsidRDefault="0080012D" w:rsidP="00E1442F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№ 34 от 12.05.2015 г.</w:t>
      </w:r>
    </w:p>
    <w:p w:rsidR="0080012D" w:rsidRDefault="0080012D" w:rsidP="00E144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012D" w:rsidRDefault="0080012D" w:rsidP="00E1442F">
      <w:pPr>
        <w:jc w:val="center"/>
        <w:rPr>
          <w:sz w:val="28"/>
          <w:szCs w:val="28"/>
        </w:rPr>
      </w:pPr>
    </w:p>
    <w:p w:rsidR="0080012D" w:rsidRDefault="0080012D" w:rsidP="00E1442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80012D" w:rsidRDefault="0080012D" w:rsidP="00E1442F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доходов бюджета Пичужинского сельского поселения, администратором которых является Администрация Пичужинского сельского поселения</w:t>
      </w:r>
    </w:p>
    <w:p w:rsidR="0080012D" w:rsidRDefault="0080012D" w:rsidP="00E1442F">
      <w:pPr>
        <w:jc w:val="center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"/>
        <w:gridCol w:w="2617"/>
        <w:gridCol w:w="6287"/>
        <w:gridCol w:w="24"/>
      </w:tblGrid>
      <w:tr w:rsidR="0080012D" w:rsidTr="00AA0C07">
        <w:trPr>
          <w:trHeight w:val="978"/>
        </w:trPr>
        <w:tc>
          <w:tcPr>
            <w:tcW w:w="9643" w:type="dxa"/>
            <w:gridSpan w:val="4"/>
            <w:vAlign w:val="center"/>
          </w:tcPr>
          <w:p w:rsidR="0080012D" w:rsidRDefault="0080012D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Администратор доходов </w:t>
            </w:r>
            <w:r>
              <w:rPr>
                <w:b/>
                <w:u w:val="single"/>
              </w:rPr>
              <w:t xml:space="preserve"> –</w:t>
            </w:r>
          </w:p>
          <w:p w:rsidR="0080012D" w:rsidRDefault="0080012D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 w:rsidR="0080012D" w:rsidRDefault="0080012D">
            <w:pPr>
              <w:jc w:val="center"/>
            </w:pPr>
            <w:r>
              <w:rPr>
                <w:b/>
                <w:sz w:val="28"/>
                <w:szCs w:val="28"/>
              </w:rPr>
              <w:t>код главы– 950;</w:t>
            </w:r>
          </w:p>
          <w:p w:rsidR="0080012D" w:rsidRDefault="0080012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18608444</w:t>
            </w:r>
          </w:p>
        </w:tc>
      </w:tr>
      <w:tr w:rsidR="0080012D" w:rsidTr="00AA0C07">
        <w:trPr>
          <w:gridAfter w:val="1"/>
          <w:wAfter w:w="24" w:type="dxa"/>
          <w:cantSplit/>
        </w:trPr>
        <w:tc>
          <w:tcPr>
            <w:tcW w:w="3332" w:type="dxa"/>
            <w:gridSpan w:val="2"/>
            <w:vAlign w:val="center"/>
          </w:tcPr>
          <w:p w:rsidR="0080012D" w:rsidRPr="00A16612" w:rsidRDefault="0080012D">
            <w:pPr>
              <w:jc w:val="center"/>
              <w:rPr>
                <w:b/>
                <w:snapToGrid w:val="0"/>
                <w:szCs w:val="28"/>
              </w:rPr>
            </w:pPr>
            <w:r w:rsidRPr="00A16612">
              <w:rPr>
                <w:b/>
                <w:snapToGrid w:val="0"/>
                <w:szCs w:val="28"/>
              </w:rPr>
              <w:t>Код бюджетной классификации</w:t>
            </w:r>
          </w:p>
        </w:tc>
        <w:tc>
          <w:tcPr>
            <w:tcW w:w="6287" w:type="dxa"/>
            <w:vAlign w:val="center"/>
          </w:tcPr>
          <w:p w:rsidR="0080012D" w:rsidRPr="00A16612" w:rsidRDefault="0080012D">
            <w:pPr>
              <w:jc w:val="center"/>
              <w:rPr>
                <w:b/>
                <w:snapToGrid w:val="0"/>
                <w:szCs w:val="28"/>
              </w:rPr>
            </w:pPr>
            <w:r w:rsidRPr="00A16612">
              <w:rPr>
                <w:b/>
                <w:snapToGrid w:val="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 w:rsidR="0080012D" w:rsidTr="00AA0C07">
        <w:trPr>
          <w:gridAfter w:val="1"/>
          <w:wAfter w:w="24" w:type="dxa"/>
          <w:cantSplit/>
        </w:trPr>
        <w:tc>
          <w:tcPr>
            <w:tcW w:w="3332" w:type="dxa"/>
            <w:gridSpan w:val="2"/>
            <w:vAlign w:val="center"/>
          </w:tcPr>
          <w:p w:rsidR="0080012D" w:rsidRDefault="0080012D">
            <w:pPr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1</w:t>
            </w:r>
          </w:p>
        </w:tc>
        <w:tc>
          <w:tcPr>
            <w:tcW w:w="6287" w:type="dxa"/>
            <w:vAlign w:val="center"/>
          </w:tcPr>
          <w:p w:rsidR="0080012D" w:rsidRDefault="0080012D">
            <w:pPr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2</w:t>
            </w:r>
          </w:p>
        </w:tc>
      </w:tr>
      <w:tr w:rsidR="0080012D" w:rsidRPr="00A16612" w:rsidTr="00A16612">
        <w:trPr>
          <w:gridAfter w:val="1"/>
          <w:wAfter w:w="24" w:type="dxa"/>
          <w:trHeight w:val="1181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1 08 04020 01 10</w:t>
            </w:r>
            <w:r w:rsidRPr="00A16612">
              <w:rPr>
                <w:sz w:val="22"/>
                <w:szCs w:val="22"/>
              </w:rPr>
              <w:t>00 110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</w:t>
            </w:r>
            <w:r>
              <w:rPr>
                <w:sz w:val="22"/>
                <w:szCs w:val="22"/>
              </w:rPr>
              <w:t>ными актами Р Ф</w:t>
            </w:r>
            <w:r w:rsidRPr="00A16612">
              <w:rPr>
                <w:sz w:val="22"/>
                <w:szCs w:val="22"/>
              </w:rPr>
              <w:t xml:space="preserve"> на совершение нотариальных действий</w:t>
            </w:r>
          </w:p>
        </w:tc>
      </w:tr>
      <w:tr w:rsidR="0080012D" w:rsidRPr="00A16612" w:rsidTr="00A16612">
        <w:trPr>
          <w:gridAfter w:val="1"/>
          <w:wAfter w:w="24" w:type="dxa"/>
          <w:trHeight w:val="1181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03D0D">
            <w:pPr>
              <w:rPr>
                <w:sz w:val="22"/>
                <w:szCs w:val="22"/>
              </w:rPr>
            </w:pPr>
          </w:p>
          <w:p w:rsidR="0080012D" w:rsidRPr="00A16612" w:rsidRDefault="0080012D" w:rsidP="00A03D0D">
            <w:pPr>
              <w:rPr>
                <w:sz w:val="22"/>
                <w:szCs w:val="22"/>
              </w:rPr>
            </w:pPr>
          </w:p>
          <w:p w:rsidR="0080012D" w:rsidRPr="00A16612" w:rsidRDefault="0080012D" w:rsidP="00A03D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1 08 04020 01 40</w:t>
            </w:r>
            <w:r w:rsidRPr="00A16612">
              <w:rPr>
                <w:sz w:val="22"/>
                <w:szCs w:val="22"/>
              </w:rPr>
              <w:t>00 110</w:t>
            </w:r>
          </w:p>
        </w:tc>
        <w:tc>
          <w:tcPr>
            <w:tcW w:w="6287" w:type="dxa"/>
          </w:tcPr>
          <w:p w:rsidR="0080012D" w:rsidRPr="00A16612" w:rsidRDefault="0080012D" w:rsidP="00A03D0D">
            <w:pPr>
              <w:rPr>
                <w:sz w:val="22"/>
                <w:szCs w:val="22"/>
              </w:rPr>
            </w:pPr>
          </w:p>
          <w:p w:rsidR="0080012D" w:rsidRPr="00A16612" w:rsidRDefault="0080012D" w:rsidP="00A03D0D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</w:t>
            </w:r>
            <w:r>
              <w:rPr>
                <w:sz w:val="22"/>
                <w:szCs w:val="22"/>
              </w:rPr>
              <w:t>ными актами Р Ф</w:t>
            </w:r>
            <w:r w:rsidRPr="00A16612">
              <w:rPr>
                <w:sz w:val="22"/>
                <w:szCs w:val="22"/>
              </w:rPr>
              <w:t xml:space="preserve"> на совершение нотариальных действий</w:t>
            </w:r>
          </w:p>
        </w:tc>
      </w:tr>
      <w:tr w:rsidR="0080012D" w:rsidRPr="00A16612" w:rsidTr="00A16612">
        <w:trPr>
          <w:gridAfter w:val="1"/>
          <w:wAfter w:w="24" w:type="dxa"/>
          <w:trHeight w:val="1629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1 11 05035 10 0000 120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012D" w:rsidRPr="00A16612" w:rsidTr="006A6F7D">
        <w:trPr>
          <w:gridAfter w:val="1"/>
          <w:wAfter w:w="24" w:type="dxa"/>
          <w:trHeight w:val="838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1 13 01995 10 0000 130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0012D" w:rsidRPr="00A16612" w:rsidTr="006A6F7D">
        <w:trPr>
          <w:gridAfter w:val="1"/>
          <w:wAfter w:w="24" w:type="dxa"/>
          <w:trHeight w:val="1829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1 14 02053 10 0000 410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012D" w:rsidRPr="00A16612" w:rsidTr="006A394E">
        <w:trPr>
          <w:gridAfter w:val="1"/>
          <w:wAfter w:w="24" w:type="dxa"/>
          <w:trHeight w:val="1511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Default="0080012D" w:rsidP="006A394E">
            <w:pPr>
              <w:rPr>
                <w:sz w:val="24"/>
                <w:szCs w:val="24"/>
              </w:rPr>
            </w:pPr>
          </w:p>
          <w:p w:rsidR="0080012D" w:rsidRDefault="0080012D" w:rsidP="006A394E">
            <w:pPr>
              <w:rPr>
                <w:sz w:val="24"/>
                <w:szCs w:val="24"/>
              </w:rPr>
            </w:pPr>
          </w:p>
          <w:p w:rsidR="0080012D" w:rsidRPr="006A394E" w:rsidRDefault="0080012D" w:rsidP="006A394E">
            <w:pPr>
              <w:rPr>
                <w:sz w:val="24"/>
                <w:szCs w:val="24"/>
              </w:rPr>
            </w:pPr>
            <w:r w:rsidRPr="006A394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287" w:type="dxa"/>
          </w:tcPr>
          <w:p w:rsidR="0080012D" w:rsidRDefault="0080012D" w:rsidP="006A394E">
            <w:pPr>
              <w:rPr>
                <w:sz w:val="24"/>
                <w:szCs w:val="24"/>
              </w:rPr>
            </w:pPr>
          </w:p>
          <w:p w:rsidR="0080012D" w:rsidRPr="006A394E" w:rsidRDefault="0080012D" w:rsidP="006A394E">
            <w:pPr>
              <w:rPr>
                <w:sz w:val="24"/>
                <w:szCs w:val="24"/>
              </w:rPr>
            </w:pPr>
            <w:r w:rsidRPr="006A394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0012D" w:rsidRPr="00A16612" w:rsidTr="00207F67">
        <w:trPr>
          <w:gridAfter w:val="1"/>
          <w:wAfter w:w="24" w:type="dxa"/>
          <w:trHeight w:val="1132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1 16 90050 10 0000 140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0012D" w:rsidRPr="00A16612" w:rsidTr="00207F67">
        <w:trPr>
          <w:gridAfter w:val="1"/>
          <w:wAfter w:w="24" w:type="dxa"/>
          <w:trHeight w:val="823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1 17 01050 10 0000 180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80012D" w:rsidRPr="00A16612" w:rsidTr="00207F67">
        <w:trPr>
          <w:gridAfter w:val="1"/>
          <w:wAfter w:w="24" w:type="dxa"/>
          <w:trHeight w:val="848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 xml:space="preserve">  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2 02 01001 10 0000 151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0012D" w:rsidRPr="00A16612" w:rsidTr="00207F67">
        <w:trPr>
          <w:gridAfter w:val="1"/>
          <w:wAfter w:w="24" w:type="dxa"/>
          <w:trHeight w:val="982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2 02 02999 10 0000 151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012D" w:rsidRPr="00A16612" w:rsidTr="007D550B">
        <w:trPr>
          <w:gridAfter w:val="1"/>
          <w:wAfter w:w="24" w:type="dxa"/>
          <w:trHeight w:val="1123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2 02 03015 10 0000 151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0012D" w:rsidRPr="00A16612" w:rsidTr="007D550B">
        <w:trPr>
          <w:gridAfter w:val="1"/>
          <w:wAfter w:w="24" w:type="dxa"/>
          <w:trHeight w:val="982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2 02 03024 10 0000 151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80012D" w:rsidRPr="00A16612" w:rsidTr="00A16612">
        <w:trPr>
          <w:gridAfter w:val="1"/>
          <w:wAfter w:w="24" w:type="dxa"/>
          <w:trHeight w:val="1280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2 02 04012 10 0000 151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012D" w:rsidRPr="00A16612" w:rsidTr="007D550B">
        <w:trPr>
          <w:gridAfter w:val="1"/>
          <w:wAfter w:w="24" w:type="dxa"/>
          <w:trHeight w:val="854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2 02 04999 10 0000 151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012D" w:rsidRPr="00A16612" w:rsidTr="007D550B">
        <w:trPr>
          <w:gridAfter w:val="1"/>
          <w:wAfter w:w="24" w:type="dxa"/>
          <w:trHeight w:val="825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2 07 05000 10 0000 180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80012D" w:rsidRPr="00A16612" w:rsidTr="00AA5A29">
        <w:trPr>
          <w:gridAfter w:val="1"/>
          <w:wAfter w:w="24" w:type="dxa"/>
          <w:trHeight w:val="1829"/>
        </w:trPr>
        <w:tc>
          <w:tcPr>
            <w:tcW w:w="715" w:type="dxa"/>
            <w:vAlign w:val="center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2 08 05000 10 0000 180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0012D" w:rsidRPr="00A16612" w:rsidTr="00AA5A29">
        <w:trPr>
          <w:gridAfter w:val="1"/>
          <w:wAfter w:w="24" w:type="dxa"/>
          <w:trHeight w:val="1415"/>
        </w:trPr>
        <w:tc>
          <w:tcPr>
            <w:tcW w:w="715" w:type="dxa"/>
            <w:vAlign w:val="center"/>
          </w:tcPr>
          <w:p w:rsidR="0080012D" w:rsidRDefault="0080012D" w:rsidP="00A16612">
            <w:pPr>
              <w:rPr>
                <w:snapToGrid w:val="0"/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napToGrid w:val="0"/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2 18 05020 10 0000 151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80012D" w:rsidRPr="00A16612" w:rsidTr="00AA5A29">
        <w:trPr>
          <w:gridAfter w:val="1"/>
          <w:wAfter w:w="24" w:type="dxa"/>
          <w:trHeight w:val="1132"/>
        </w:trPr>
        <w:tc>
          <w:tcPr>
            <w:tcW w:w="715" w:type="dxa"/>
            <w:vAlign w:val="center"/>
          </w:tcPr>
          <w:p w:rsidR="0080012D" w:rsidRDefault="0080012D" w:rsidP="00A16612">
            <w:pPr>
              <w:rPr>
                <w:snapToGrid w:val="0"/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napToGrid w:val="0"/>
                <w:sz w:val="22"/>
                <w:szCs w:val="22"/>
              </w:rPr>
              <w:t>950</w:t>
            </w:r>
          </w:p>
        </w:tc>
        <w:tc>
          <w:tcPr>
            <w:tcW w:w="261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2 19 05000 10 0000 151</w:t>
            </w:r>
          </w:p>
        </w:tc>
        <w:tc>
          <w:tcPr>
            <w:tcW w:w="6287" w:type="dxa"/>
          </w:tcPr>
          <w:p w:rsidR="0080012D" w:rsidRPr="00A16612" w:rsidRDefault="0080012D" w:rsidP="00A16612">
            <w:pPr>
              <w:rPr>
                <w:sz w:val="22"/>
                <w:szCs w:val="22"/>
              </w:rPr>
            </w:pPr>
          </w:p>
          <w:p w:rsidR="0080012D" w:rsidRPr="00A16612" w:rsidRDefault="0080012D" w:rsidP="00A16612">
            <w:pPr>
              <w:rPr>
                <w:sz w:val="22"/>
                <w:szCs w:val="22"/>
              </w:rPr>
            </w:pPr>
            <w:r w:rsidRPr="00A16612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80012D" w:rsidRPr="00A16612" w:rsidRDefault="0080012D" w:rsidP="00A16612">
      <w:pPr>
        <w:rPr>
          <w:sz w:val="22"/>
          <w:szCs w:val="22"/>
        </w:rPr>
      </w:pPr>
    </w:p>
    <w:p w:rsidR="0080012D" w:rsidRPr="00A16612" w:rsidRDefault="0080012D" w:rsidP="00A16612">
      <w:pPr>
        <w:rPr>
          <w:sz w:val="22"/>
          <w:szCs w:val="22"/>
        </w:rPr>
      </w:pPr>
    </w:p>
    <w:p w:rsidR="0080012D" w:rsidRPr="00A16612" w:rsidRDefault="0080012D" w:rsidP="00A16612">
      <w:pPr>
        <w:rPr>
          <w:sz w:val="22"/>
          <w:szCs w:val="22"/>
        </w:rPr>
      </w:pPr>
    </w:p>
    <w:sectPr w:rsidR="0080012D" w:rsidRPr="00A16612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42F"/>
    <w:rsid w:val="0000576E"/>
    <w:rsid w:val="0000677F"/>
    <w:rsid w:val="000070E4"/>
    <w:rsid w:val="00007F67"/>
    <w:rsid w:val="00011E03"/>
    <w:rsid w:val="00015E6B"/>
    <w:rsid w:val="000238FF"/>
    <w:rsid w:val="00027B4D"/>
    <w:rsid w:val="00030EDC"/>
    <w:rsid w:val="00031177"/>
    <w:rsid w:val="00034459"/>
    <w:rsid w:val="000425B4"/>
    <w:rsid w:val="00053A25"/>
    <w:rsid w:val="00056C6A"/>
    <w:rsid w:val="00062CD0"/>
    <w:rsid w:val="00064699"/>
    <w:rsid w:val="000651A9"/>
    <w:rsid w:val="00070DA5"/>
    <w:rsid w:val="000760BB"/>
    <w:rsid w:val="00080EC5"/>
    <w:rsid w:val="00091082"/>
    <w:rsid w:val="000A3A57"/>
    <w:rsid w:val="000B0FAF"/>
    <w:rsid w:val="000B26A1"/>
    <w:rsid w:val="000C7B4F"/>
    <w:rsid w:val="000D0452"/>
    <w:rsid w:val="000E1A6A"/>
    <w:rsid w:val="000E4563"/>
    <w:rsid w:val="000F06A4"/>
    <w:rsid w:val="000F0765"/>
    <w:rsid w:val="000F10E3"/>
    <w:rsid w:val="000F54BA"/>
    <w:rsid w:val="000F7746"/>
    <w:rsid w:val="000F7C13"/>
    <w:rsid w:val="0010590E"/>
    <w:rsid w:val="0011074C"/>
    <w:rsid w:val="00111D23"/>
    <w:rsid w:val="00112853"/>
    <w:rsid w:val="00114C46"/>
    <w:rsid w:val="001151F7"/>
    <w:rsid w:val="00117E74"/>
    <w:rsid w:val="00126D69"/>
    <w:rsid w:val="00132E85"/>
    <w:rsid w:val="00134F76"/>
    <w:rsid w:val="0013629E"/>
    <w:rsid w:val="001362DA"/>
    <w:rsid w:val="00152EA3"/>
    <w:rsid w:val="001745DF"/>
    <w:rsid w:val="00174E27"/>
    <w:rsid w:val="00182802"/>
    <w:rsid w:val="0018356E"/>
    <w:rsid w:val="00183693"/>
    <w:rsid w:val="00187A72"/>
    <w:rsid w:val="00191342"/>
    <w:rsid w:val="00197E3D"/>
    <w:rsid w:val="001A1211"/>
    <w:rsid w:val="001C3F04"/>
    <w:rsid w:val="001D0E6E"/>
    <w:rsid w:val="001D322D"/>
    <w:rsid w:val="001E27A1"/>
    <w:rsid w:val="001E2CD3"/>
    <w:rsid w:val="001F18B5"/>
    <w:rsid w:val="001F4F46"/>
    <w:rsid w:val="00200DC4"/>
    <w:rsid w:val="00201609"/>
    <w:rsid w:val="00207F67"/>
    <w:rsid w:val="0021028B"/>
    <w:rsid w:val="00216E55"/>
    <w:rsid w:val="002171BF"/>
    <w:rsid w:val="0022136F"/>
    <w:rsid w:val="00222988"/>
    <w:rsid w:val="00230818"/>
    <w:rsid w:val="00234C1F"/>
    <w:rsid w:val="00236C12"/>
    <w:rsid w:val="0024231B"/>
    <w:rsid w:val="00246AC3"/>
    <w:rsid w:val="00247630"/>
    <w:rsid w:val="00251153"/>
    <w:rsid w:val="00252230"/>
    <w:rsid w:val="00253C87"/>
    <w:rsid w:val="0026113E"/>
    <w:rsid w:val="00261822"/>
    <w:rsid w:val="00262FB1"/>
    <w:rsid w:val="00263899"/>
    <w:rsid w:val="00272E8E"/>
    <w:rsid w:val="0027512F"/>
    <w:rsid w:val="002768A5"/>
    <w:rsid w:val="00277693"/>
    <w:rsid w:val="00277FEA"/>
    <w:rsid w:val="00283141"/>
    <w:rsid w:val="00283EFB"/>
    <w:rsid w:val="00284EE1"/>
    <w:rsid w:val="00285663"/>
    <w:rsid w:val="002931A5"/>
    <w:rsid w:val="002971C5"/>
    <w:rsid w:val="002A2EBA"/>
    <w:rsid w:val="002A6D4F"/>
    <w:rsid w:val="002B2654"/>
    <w:rsid w:val="002B3F5B"/>
    <w:rsid w:val="002C3956"/>
    <w:rsid w:val="002C3CF1"/>
    <w:rsid w:val="002C478A"/>
    <w:rsid w:val="002D2A7B"/>
    <w:rsid w:val="002D42C4"/>
    <w:rsid w:val="002D6E72"/>
    <w:rsid w:val="002E3AA8"/>
    <w:rsid w:val="002E5B9C"/>
    <w:rsid w:val="002E6504"/>
    <w:rsid w:val="003011A0"/>
    <w:rsid w:val="00303CE2"/>
    <w:rsid w:val="00326051"/>
    <w:rsid w:val="00335527"/>
    <w:rsid w:val="00345EAF"/>
    <w:rsid w:val="003567C5"/>
    <w:rsid w:val="00362128"/>
    <w:rsid w:val="00362AB3"/>
    <w:rsid w:val="00362CAF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7A59"/>
    <w:rsid w:val="003B08ED"/>
    <w:rsid w:val="003B37B7"/>
    <w:rsid w:val="003B625C"/>
    <w:rsid w:val="003B74E6"/>
    <w:rsid w:val="003E2FAD"/>
    <w:rsid w:val="003E5579"/>
    <w:rsid w:val="003E5D4E"/>
    <w:rsid w:val="003F4998"/>
    <w:rsid w:val="003F7379"/>
    <w:rsid w:val="00403E42"/>
    <w:rsid w:val="004079EC"/>
    <w:rsid w:val="0041095A"/>
    <w:rsid w:val="004114AE"/>
    <w:rsid w:val="00422E4F"/>
    <w:rsid w:val="00425C27"/>
    <w:rsid w:val="004369D7"/>
    <w:rsid w:val="00447B9D"/>
    <w:rsid w:val="00452B74"/>
    <w:rsid w:val="004530E7"/>
    <w:rsid w:val="004535BB"/>
    <w:rsid w:val="0046400F"/>
    <w:rsid w:val="00470FD2"/>
    <w:rsid w:val="00474D05"/>
    <w:rsid w:val="00485E1C"/>
    <w:rsid w:val="00487046"/>
    <w:rsid w:val="004923FC"/>
    <w:rsid w:val="00495647"/>
    <w:rsid w:val="00497049"/>
    <w:rsid w:val="004A79BD"/>
    <w:rsid w:val="004B7CB5"/>
    <w:rsid w:val="004C253A"/>
    <w:rsid w:val="004C2DEA"/>
    <w:rsid w:val="004C643C"/>
    <w:rsid w:val="004D4AEF"/>
    <w:rsid w:val="004D61B0"/>
    <w:rsid w:val="004F2719"/>
    <w:rsid w:val="004F5EC8"/>
    <w:rsid w:val="004F6E3E"/>
    <w:rsid w:val="00501A90"/>
    <w:rsid w:val="0050728C"/>
    <w:rsid w:val="00517EE8"/>
    <w:rsid w:val="00525A82"/>
    <w:rsid w:val="00526C78"/>
    <w:rsid w:val="00533DEA"/>
    <w:rsid w:val="00537466"/>
    <w:rsid w:val="005428DC"/>
    <w:rsid w:val="00543919"/>
    <w:rsid w:val="00544079"/>
    <w:rsid w:val="00545AD0"/>
    <w:rsid w:val="00546D37"/>
    <w:rsid w:val="0057230E"/>
    <w:rsid w:val="00573965"/>
    <w:rsid w:val="00576565"/>
    <w:rsid w:val="00577078"/>
    <w:rsid w:val="00591970"/>
    <w:rsid w:val="005934BD"/>
    <w:rsid w:val="0059521A"/>
    <w:rsid w:val="005A67E8"/>
    <w:rsid w:val="005C321A"/>
    <w:rsid w:val="005C77B2"/>
    <w:rsid w:val="005D13A9"/>
    <w:rsid w:val="005D1CB3"/>
    <w:rsid w:val="005E6344"/>
    <w:rsid w:val="006151A7"/>
    <w:rsid w:val="00620B23"/>
    <w:rsid w:val="0062583B"/>
    <w:rsid w:val="006312C3"/>
    <w:rsid w:val="006410F2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77586"/>
    <w:rsid w:val="00677C6A"/>
    <w:rsid w:val="0068767E"/>
    <w:rsid w:val="00692C59"/>
    <w:rsid w:val="006A2F48"/>
    <w:rsid w:val="006A394E"/>
    <w:rsid w:val="006A6F7D"/>
    <w:rsid w:val="006B2A65"/>
    <w:rsid w:val="006C555D"/>
    <w:rsid w:val="006C7D7D"/>
    <w:rsid w:val="006D5592"/>
    <w:rsid w:val="006E40DC"/>
    <w:rsid w:val="006E5EDD"/>
    <w:rsid w:val="006F6B26"/>
    <w:rsid w:val="00701EA7"/>
    <w:rsid w:val="00716D90"/>
    <w:rsid w:val="007325D9"/>
    <w:rsid w:val="00732AC9"/>
    <w:rsid w:val="00743EEE"/>
    <w:rsid w:val="0074586C"/>
    <w:rsid w:val="00747C67"/>
    <w:rsid w:val="00747CBC"/>
    <w:rsid w:val="00754B7F"/>
    <w:rsid w:val="00755ADE"/>
    <w:rsid w:val="00765B27"/>
    <w:rsid w:val="00772B72"/>
    <w:rsid w:val="007734A9"/>
    <w:rsid w:val="00775850"/>
    <w:rsid w:val="00786430"/>
    <w:rsid w:val="00786AEF"/>
    <w:rsid w:val="00786F6C"/>
    <w:rsid w:val="00787B8B"/>
    <w:rsid w:val="00791B62"/>
    <w:rsid w:val="00791C1F"/>
    <w:rsid w:val="00793375"/>
    <w:rsid w:val="00795EFF"/>
    <w:rsid w:val="007973D9"/>
    <w:rsid w:val="007A03D2"/>
    <w:rsid w:val="007A33D4"/>
    <w:rsid w:val="007A3C4F"/>
    <w:rsid w:val="007A6763"/>
    <w:rsid w:val="007B1644"/>
    <w:rsid w:val="007C0A95"/>
    <w:rsid w:val="007C2F77"/>
    <w:rsid w:val="007D234F"/>
    <w:rsid w:val="007D29AD"/>
    <w:rsid w:val="007D550B"/>
    <w:rsid w:val="007E2281"/>
    <w:rsid w:val="007F1539"/>
    <w:rsid w:val="0080012D"/>
    <w:rsid w:val="00802859"/>
    <w:rsid w:val="00804F81"/>
    <w:rsid w:val="00806DFC"/>
    <w:rsid w:val="00807E4C"/>
    <w:rsid w:val="00807EF9"/>
    <w:rsid w:val="00813C99"/>
    <w:rsid w:val="00824833"/>
    <w:rsid w:val="00826F56"/>
    <w:rsid w:val="0084078B"/>
    <w:rsid w:val="0084191C"/>
    <w:rsid w:val="0085307C"/>
    <w:rsid w:val="00856631"/>
    <w:rsid w:val="0086020B"/>
    <w:rsid w:val="00891A6D"/>
    <w:rsid w:val="008965F5"/>
    <w:rsid w:val="008A227A"/>
    <w:rsid w:val="008A2941"/>
    <w:rsid w:val="008A3627"/>
    <w:rsid w:val="008A58FE"/>
    <w:rsid w:val="008B438D"/>
    <w:rsid w:val="008B4FB4"/>
    <w:rsid w:val="008B7897"/>
    <w:rsid w:val="008D28EC"/>
    <w:rsid w:val="008E7DA3"/>
    <w:rsid w:val="008F0996"/>
    <w:rsid w:val="008F2EB6"/>
    <w:rsid w:val="00901636"/>
    <w:rsid w:val="009074CC"/>
    <w:rsid w:val="00911092"/>
    <w:rsid w:val="009119E4"/>
    <w:rsid w:val="00911A48"/>
    <w:rsid w:val="009145DD"/>
    <w:rsid w:val="00915967"/>
    <w:rsid w:val="00917532"/>
    <w:rsid w:val="00941FB4"/>
    <w:rsid w:val="00943243"/>
    <w:rsid w:val="0094384B"/>
    <w:rsid w:val="00947B07"/>
    <w:rsid w:val="009528F5"/>
    <w:rsid w:val="00952DCE"/>
    <w:rsid w:val="00953A66"/>
    <w:rsid w:val="00955ABA"/>
    <w:rsid w:val="00960A7E"/>
    <w:rsid w:val="00963CF6"/>
    <w:rsid w:val="0096513E"/>
    <w:rsid w:val="0097598A"/>
    <w:rsid w:val="009779BE"/>
    <w:rsid w:val="00987CD5"/>
    <w:rsid w:val="00996BEB"/>
    <w:rsid w:val="009A7291"/>
    <w:rsid w:val="009B1960"/>
    <w:rsid w:val="009B3136"/>
    <w:rsid w:val="009B673B"/>
    <w:rsid w:val="009B7729"/>
    <w:rsid w:val="009B7782"/>
    <w:rsid w:val="009C0453"/>
    <w:rsid w:val="009C1A84"/>
    <w:rsid w:val="009C6381"/>
    <w:rsid w:val="009C65CE"/>
    <w:rsid w:val="009C6D3A"/>
    <w:rsid w:val="009D0EEE"/>
    <w:rsid w:val="009D1B18"/>
    <w:rsid w:val="009D6F3F"/>
    <w:rsid w:val="009E2642"/>
    <w:rsid w:val="009F137D"/>
    <w:rsid w:val="009F6A50"/>
    <w:rsid w:val="00A03D0D"/>
    <w:rsid w:val="00A11205"/>
    <w:rsid w:val="00A12431"/>
    <w:rsid w:val="00A16590"/>
    <w:rsid w:val="00A16612"/>
    <w:rsid w:val="00A2064B"/>
    <w:rsid w:val="00A22837"/>
    <w:rsid w:val="00A2323E"/>
    <w:rsid w:val="00A24B48"/>
    <w:rsid w:val="00A27A38"/>
    <w:rsid w:val="00A319C4"/>
    <w:rsid w:val="00A43715"/>
    <w:rsid w:val="00A45AA1"/>
    <w:rsid w:val="00A52852"/>
    <w:rsid w:val="00A56490"/>
    <w:rsid w:val="00A603DD"/>
    <w:rsid w:val="00A70DED"/>
    <w:rsid w:val="00A86037"/>
    <w:rsid w:val="00A93E56"/>
    <w:rsid w:val="00AA0C07"/>
    <w:rsid w:val="00AA214E"/>
    <w:rsid w:val="00AA5A29"/>
    <w:rsid w:val="00AB52FB"/>
    <w:rsid w:val="00AC021B"/>
    <w:rsid w:val="00AC4D10"/>
    <w:rsid w:val="00AC6B3E"/>
    <w:rsid w:val="00AD196A"/>
    <w:rsid w:val="00AD3664"/>
    <w:rsid w:val="00AE0383"/>
    <w:rsid w:val="00AE0864"/>
    <w:rsid w:val="00AE1793"/>
    <w:rsid w:val="00AE441B"/>
    <w:rsid w:val="00AE4F7F"/>
    <w:rsid w:val="00AF2A67"/>
    <w:rsid w:val="00B0070C"/>
    <w:rsid w:val="00B01557"/>
    <w:rsid w:val="00B0490B"/>
    <w:rsid w:val="00B06519"/>
    <w:rsid w:val="00B1007D"/>
    <w:rsid w:val="00B115F5"/>
    <w:rsid w:val="00B14984"/>
    <w:rsid w:val="00B15556"/>
    <w:rsid w:val="00B16C98"/>
    <w:rsid w:val="00B257C2"/>
    <w:rsid w:val="00B31EF9"/>
    <w:rsid w:val="00B35BF7"/>
    <w:rsid w:val="00B43118"/>
    <w:rsid w:val="00B4608B"/>
    <w:rsid w:val="00B55704"/>
    <w:rsid w:val="00B604DB"/>
    <w:rsid w:val="00B66D4C"/>
    <w:rsid w:val="00B67F85"/>
    <w:rsid w:val="00B80776"/>
    <w:rsid w:val="00B8115A"/>
    <w:rsid w:val="00B8276C"/>
    <w:rsid w:val="00B839E8"/>
    <w:rsid w:val="00B920DC"/>
    <w:rsid w:val="00B930C6"/>
    <w:rsid w:val="00BA0991"/>
    <w:rsid w:val="00BA5AD8"/>
    <w:rsid w:val="00BB4CB4"/>
    <w:rsid w:val="00BC7216"/>
    <w:rsid w:val="00BD3A93"/>
    <w:rsid w:val="00BD689A"/>
    <w:rsid w:val="00BE19FA"/>
    <w:rsid w:val="00BE284D"/>
    <w:rsid w:val="00BE2D80"/>
    <w:rsid w:val="00BE38FC"/>
    <w:rsid w:val="00BE3B2C"/>
    <w:rsid w:val="00BE4A80"/>
    <w:rsid w:val="00BE777D"/>
    <w:rsid w:val="00BF394A"/>
    <w:rsid w:val="00C007E7"/>
    <w:rsid w:val="00C048BC"/>
    <w:rsid w:val="00C12522"/>
    <w:rsid w:val="00C14844"/>
    <w:rsid w:val="00C150C5"/>
    <w:rsid w:val="00C158B8"/>
    <w:rsid w:val="00C2092D"/>
    <w:rsid w:val="00C248CE"/>
    <w:rsid w:val="00C3181D"/>
    <w:rsid w:val="00C345F2"/>
    <w:rsid w:val="00C35782"/>
    <w:rsid w:val="00C40F79"/>
    <w:rsid w:val="00C429E3"/>
    <w:rsid w:val="00C4378D"/>
    <w:rsid w:val="00C51B43"/>
    <w:rsid w:val="00C666B4"/>
    <w:rsid w:val="00C6795C"/>
    <w:rsid w:val="00C7237D"/>
    <w:rsid w:val="00C8012A"/>
    <w:rsid w:val="00C976A9"/>
    <w:rsid w:val="00CA4076"/>
    <w:rsid w:val="00CA4E16"/>
    <w:rsid w:val="00CB059F"/>
    <w:rsid w:val="00CB0BE6"/>
    <w:rsid w:val="00CB5AB0"/>
    <w:rsid w:val="00CB73DC"/>
    <w:rsid w:val="00CC1521"/>
    <w:rsid w:val="00CE0792"/>
    <w:rsid w:val="00CE4492"/>
    <w:rsid w:val="00CF52B2"/>
    <w:rsid w:val="00D004D8"/>
    <w:rsid w:val="00D020CA"/>
    <w:rsid w:val="00D03294"/>
    <w:rsid w:val="00D05586"/>
    <w:rsid w:val="00D06C2E"/>
    <w:rsid w:val="00D07612"/>
    <w:rsid w:val="00D14DD4"/>
    <w:rsid w:val="00D20998"/>
    <w:rsid w:val="00D22B7F"/>
    <w:rsid w:val="00D23F03"/>
    <w:rsid w:val="00D320E7"/>
    <w:rsid w:val="00D33041"/>
    <w:rsid w:val="00D34130"/>
    <w:rsid w:val="00D3780E"/>
    <w:rsid w:val="00D47732"/>
    <w:rsid w:val="00D63CEE"/>
    <w:rsid w:val="00D70F26"/>
    <w:rsid w:val="00D756F3"/>
    <w:rsid w:val="00D76590"/>
    <w:rsid w:val="00D76C0D"/>
    <w:rsid w:val="00D851FC"/>
    <w:rsid w:val="00D94751"/>
    <w:rsid w:val="00D96096"/>
    <w:rsid w:val="00DB5407"/>
    <w:rsid w:val="00DB5EBE"/>
    <w:rsid w:val="00DC3987"/>
    <w:rsid w:val="00DD082D"/>
    <w:rsid w:val="00DD3C2A"/>
    <w:rsid w:val="00DD3D17"/>
    <w:rsid w:val="00DE0D4A"/>
    <w:rsid w:val="00DE2A86"/>
    <w:rsid w:val="00DE4F3F"/>
    <w:rsid w:val="00DE6BFA"/>
    <w:rsid w:val="00DF0865"/>
    <w:rsid w:val="00DF60DD"/>
    <w:rsid w:val="00E0059D"/>
    <w:rsid w:val="00E04AB2"/>
    <w:rsid w:val="00E11ACC"/>
    <w:rsid w:val="00E1442F"/>
    <w:rsid w:val="00E15961"/>
    <w:rsid w:val="00E16842"/>
    <w:rsid w:val="00E361A4"/>
    <w:rsid w:val="00E37037"/>
    <w:rsid w:val="00E41939"/>
    <w:rsid w:val="00E4272D"/>
    <w:rsid w:val="00E42869"/>
    <w:rsid w:val="00E45893"/>
    <w:rsid w:val="00E4627F"/>
    <w:rsid w:val="00E500FE"/>
    <w:rsid w:val="00E504F9"/>
    <w:rsid w:val="00E61158"/>
    <w:rsid w:val="00E67683"/>
    <w:rsid w:val="00E70E1A"/>
    <w:rsid w:val="00E734D6"/>
    <w:rsid w:val="00E806EA"/>
    <w:rsid w:val="00E96D41"/>
    <w:rsid w:val="00EA0D32"/>
    <w:rsid w:val="00EA50CA"/>
    <w:rsid w:val="00EA6F8F"/>
    <w:rsid w:val="00EC06EE"/>
    <w:rsid w:val="00EC1196"/>
    <w:rsid w:val="00EC2B66"/>
    <w:rsid w:val="00ED3E81"/>
    <w:rsid w:val="00ED41E5"/>
    <w:rsid w:val="00ED58CC"/>
    <w:rsid w:val="00ED6656"/>
    <w:rsid w:val="00EE13E1"/>
    <w:rsid w:val="00EE3E05"/>
    <w:rsid w:val="00EE6FBB"/>
    <w:rsid w:val="00EF3C80"/>
    <w:rsid w:val="00EF4923"/>
    <w:rsid w:val="00EF7D89"/>
    <w:rsid w:val="00F07D76"/>
    <w:rsid w:val="00F134C7"/>
    <w:rsid w:val="00F30272"/>
    <w:rsid w:val="00F31A3C"/>
    <w:rsid w:val="00F34D8B"/>
    <w:rsid w:val="00F51B80"/>
    <w:rsid w:val="00F646C4"/>
    <w:rsid w:val="00F65577"/>
    <w:rsid w:val="00F80DF1"/>
    <w:rsid w:val="00F81211"/>
    <w:rsid w:val="00F81370"/>
    <w:rsid w:val="00F828B8"/>
    <w:rsid w:val="00F8528A"/>
    <w:rsid w:val="00F86B60"/>
    <w:rsid w:val="00F916C3"/>
    <w:rsid w:val="00FA3450"/>
    <w:rsid w:val="00FA4A4E"/>
    <w:rsid w:val="00FA535E"/>
    <w:rsid w:val="00FA5D55"/>
    <w:rsid w:val="00FA693F"/>
    <w:rsid w:val="00FC2C84"/>
    <w:rsid w:val="00FC62E7"/>
    <w:rsid w:val="00FD391E"/>
    <w:rsid w:val="00FD3F1C"/>
    <w:rsid w:val="00FD45B4"/>
    <w:rsid w:val="00FD6368"/>
    <w:rsid w:val="00FD67C4"/>
    <w:rsid w:val="00FE47B1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42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E1442F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442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1442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E1442F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onsPlusNormal">
    <w:name w:val="ConsPlusNormal"/>
    <w:uiPriority w:val="99"/>
    <w:rsid w:val="00AA0C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8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340</TotalTime>
  <Pages>3</Pages>
  <Words>831</Words>
  <Characters>4737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12</cp:revision>
  <cp:lastPrinted>2015-05-13T06:24:00Z</cp:lastPrinted>
  <dcterms:created xsi:type="dcterms:W3CDTF">2015-05-05T10:18:00Z</dcterms:created>
  <dcterms:modified xsi:type="dcterms:W3CDTF">2015-05-13T06:25:00Z</dcterms:modified>
</cp:coreProperties>
</file>