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7D4" w:rsidRDefault="000D17D4" w:rsidP="00E43395">
      <w:pPr>
        <w:tabs>
          <w:tab w:val="left" w:pos="4065"/>
        </w:tabs>
        <w:jc w:val="center"/>
        <w:rPr>
          <w:rStyle w:val="FontStyle22"/>
          <w:sz w:val="36"/>
          <w:szCs w:val="36"/>
        </w:rPr>
      </w:pPr>
      <w:r>
        <w:rPr>
          <w:rStyle w:val="FontStyle22"/>
          <w:sz w:val="36"/>
          <w:szCs w:val="36"/>
        </w:rPr>
        <w:t>ПОСТАНОВЛЕНИЕ</w:t>
      </w:r>
    </w:p>
    <w:p w:rsidR="000D17D4" w:rsidRDefault="000D17D4" w:rsidP="00E43395">
      <w:pPr>
        <w:tabs>
          <w:tab w:val="left" w:pos="4065"/>
        </w:tabs>
        <w:jc w:val="center"/>
        <w:rPr>
          <w:sz w:val="32"/>
          <w:szCs w:val="32"/>
        </w:rPr>
      </w:pPr>
    </w:p>
    <w:p w:rsidR="000D17D4" w:rsidRDefault="000D17D4" w:rsidP="00E43395">
      <w:pPr>
        <w:tabs>
          <w:tab w:val="left" w:pos="4065"/>
        </w:tabs>
        <w:jc w:val="center"/>
        <w:rPr>
          <w:rStyle w:val="FontStyle22"/>
        </w:rPr>
      </w:pPr>
      <w:r>
        <w:rPr>
          <w:rStyle w:val="FontStyle22"/>
        </w:rPr>
        <w:t>АДМИНИСТРАЦИЯ ПИЧУЖИНСКОГО СЕЛЬСКОГО ПОСЕЛЕНИЯ</w:t>
      </w:r>
    </w:p>
    <w:p w:rsidR="000D17D4" w:rsidRDefault="000D17D4" w:rsidP="00E43395">
      <w:pPr>
        <w:tabs>
          <w:tab w:val="left" w:pos="4065"/>
        </w:tabs>
        <w:jc w:val="center"/>
        <w:rPr>
          <w:rStyle w:val="FontStyle22"/>
        </w:rPr>
      </w:pPr>
      <w:r>
        <w:rPr>
          <w:rStyle w:val="FontStyle22"/>
        </w:rPr>
        <w:t>ДУБОВСКИЙ МУНИЦИПАЛЬНЫЙ РАЙОН  ВОЛГОГРАДСКАЯ ОБЛАСТЬ</w:t>
      </w:r>
    </w:p>
    <w:p w:rsidR="000D17D4" w:rsidRDefault="000D17D4" w:rsidP="00E43395">
      <w:pPr>
        <w:jc w:val="center"/>
      </w:pPr>
    </w:p>
    <w:p w:rsidR="000D17D4" w:rsidRDefault="000D17D4" w:rsidP="00E43395">
      <w:pPr>
        <w:rPr>
          <w:b/>
          <w:sz w:val="28"/>
        </w:rPr>
      </w:pPr>
    </w:p>
    <w:p w:rsidR="000D17D4" w:rsidRDefault="000D17D4" w:rsidP="00E43395">
      <w:pPr>
        <w:pStyle w:val="Heading2"/>
        <w:rPr>
          <w:color w:val="000000"/>
          <w:sz w:val="32"/>
          <w:szCs w:val="32"/>
        </w:rPr>
      </w:pPr>
    </w:p>
    <w:p w:rsidR="000D17D4" w:rsidRPr="000D5D3E" w:rsidRDefault="000D17D4" w:rsidP="00E43395"/>
    <w:p w:rsidR="000D17D4" w:rsidRPr="00591AA6" w:rsidRDefault="000D17D4" w:rsidP="00E43395">
      <w:pPr>
        <w:pStyle w:val="Heading2"/>
        <w:jc w:val="left"/>
        <w:rPr>
          <w:b w:val="0"/>
          <w:sz w:val="24"/>
          <w:szCs w:val="24"/>
        </w:rPr>
      </w:pPr>
      <w:r w:rsidRPr="00591AA6">
        <w:rPr>
          <w:b w:val="0"/>
          <w:sz w:val="24"/>
          <w:szCs w:val="24"/>
        </w:rPr>
        <w:t xml:space="preserve">От  </w:t>
      </w:r>
      <w:r>
        <w:rPr>
          <w:b w:val="0"/>
          <w:sz w:val="24"/>
          <w:szCs w:val="24"/>
        </w:rPr>
        <w:t>25</w:t>
      </w:r>
      <w:r w:rsidRPr="00591AA6">
        <w:rPr>
          <w:b w:val="0"/>
          <w:sz w:val="24"/>
          <w:szCs w:val="24"/>
        </w:rPr>
        <w:t xml:space="preserve"> мая </w:t>
      </w:r>
      <w:smartTag w:uri="urn:schemas-microsoft-com:office:smarttags" w:element="metricconverter">
        <w:smartTagPr>
          <w:attr w:name="ProductID" w:val="2015 г"/>
        </w:smartTagPr>
        <w:r w:rsidRPr="00591AA6">
          <w:rPr>
            <w:b w:val="0"/>
            <w:sz w:val="24"/>
            <w:szCs w:val="24"/>
          </w:rPr>
          <w:t>2015 г</w:t>
        </w:r>
      </w:smartTag>
      <w:r w:rsidRPr="00591AA6">
        <w:rPr>
          <w:b w:val="0"/>
          <w:sz w:val="24"/>
          <w:szCs w:val="24"/>
        </w:rPr>
        <w:t xml:space="preserve">.                                                                                  № </w:t>
      </w:r>
      <w:r>
        <w:rPr>
          <w:b w:val="0"/>
          <w:sz w:val="24"/>
          <w:szCs w:val="24"/>
        </w:rPr>
        <w:t>51</w:t>
      </w:r>
    </w:p>
    <w:p w:rsidR="000D17D4" w:rsidRDefault="000D17D4" w:rsidP="00E43395"/>
    <w:p w:rsidR="000D17D4" w:rsidRDefault="000D17D4" w:rsidP="00F016D5">
      <w:pPr>
        <w:rPr>
          <w:rFonts w:ascii="Times New Roman" w:hAnsi="Times New Roman" w:cs="Times New Roman"/>
          <w:sz w:val="28"/>
          <w:szCs w:val="28"/>
        </w:rPr>
      </w:pPr>
    </w:p>
    <w:p w:rsidR="000D17D4" w:rsidRDefault="000D17D4" w:rsidP="00F016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 площади  земельного участка, расположенного по адресу: Волгоградская область Дубовский район село Пичуга ул.  Черёмуховая,13  для ведения личного подсобного хозяйства</w:t>
      </w:r>
    </w:p>
    <w:p w:rsidR="000D17D4" w:rsidRDefault="000D17D4" w:rsidP="00F016D5">
      <w:pPr>
        <w:rPr>
          <w:rFonts w:ascii="Times New Roman" w:hAnsi="Times New Roman" w:cs="Times New Roman"/>
          <w:sz w:val="28"/>
          <w:szCs w:val="28"/>
        </w:rPr>
      </w:pPr>
    </w:p>
    <w:p w:rsidR="000D17D4" w:rsidRDefault="000D17D4" w:rsidP="00F016D5">
      <w:pPr>
        <w:rPr>
          <w:rFonts w:ascii="Times New Roman" w:hAnsi="Times New Roman" w:cs="Times New Roman"/>
          <w:sz w:val="28"/>
          <w:szCs w:val="28"/>
        </w:rPr>
      </w:pPr>
    </w:p>
    <w:p w:rsidR="000D17D4" w:rsidRDefault="000D17D4" w:rsidP="00F016D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Земельным кодексом РФ, рассмотрев заявление Попова Ивана Николаевича с просьбой об утверждении площади земельного участка, находящегося у него в собственности на основании свидетельства о государственной регистрации права собственности 34АБ № 700338 выданного 25.02.2015 г, межевого плана от 13.03.2015 г </w:t>
      </w:r>
    </w:p>
    <w:p w:rsidR="000D17D4" w:rsidRDefault="000D17D4" w:rsidP="00F016D5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0D17D4" w:rsidRDefault="000D17D4" w:rsidP="00F016D5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17D4" w:rsidRDefault="000D17D4" w:rsidP="00F016D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Считать площадь земельного участка кадастровый номер 34:05:150102:47 из земель населенных пунктов  расположенного по адресу: Волгоградская область Дубовский район село Пичуга ул. Черёмуховая,13 для ведения личного подсобного хозяйства равной 1551 кв.м.</w:t>
      </w:r>
    </w:p>
    <w:p w:rsidR="000D17D4" w:rsidRDefault="000D17D4" w:rsidP="00BC46D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Попову Ивану Николаевичу обеспечить постановку вышеуказанного земельного участка на  кадастровый учет в ФГБУ «ФКП Росреестра» по Волгоградской области.</w:t>
      </w:r>
    </w:p>
    <w:p w:rsidR="000D17D4" w:rsidRDefault="000D17D4" w:rsidP="00F016D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D17D4" w:rsidRDefault="000D17D4" w:rsidP="00F016D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 настоящего постановления  оставляю за собой.</w:t>
      </w:r>
    </w:p>
    <w:p w:rsidR="000D17D4" w:rsidRDefault="000D17D4" w:rsidP="00F016D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D17D4" w:rsidRDefault="000D17D4" w:rsidP="00F016D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D17D4" w:rsidRDefault="000D17D4" w:rsidP="00F016D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D17D4" w:rsidRDefault="000D17D4" w:rsidP="00F016D5">
      <w:pPr>
        <w:rPr>
          <w:rFonts w:ascii="Times New Roman" w:hAnsi="Times New Roman" w:cs="Times New Roman"/>
          <w:sz w:val="28"/>
          <w:szCs w:val="28"/>
        </w:rPr>
      </w:pPr>
    </w:p>
    <w:p w:rsidR="000D17D4" w:rsidRDefault="000D17D4" w:rsidP="00F016D5">
      <w:pPr>
        <w:rPr>
          <w:rFonts w:ascii="Times New Roman" w:hAnsi="Times New Roman" w:cs="Times New Roman"/>
          <w:sz w:val="28"/>
          <w:szCs w:val="28"/>
        </w:rPr>
      </w:pPr>
    </w:p>
    <w:p w:rsidR="000D17D4" w:rsidRDefault="000D17D4" w:rsidP="00F016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Пичужинского </w:t>
      </w:r>
    </w:p>
    <w:p w:rsidR="000D17D4" w:rsidRDefault="000D17D4" w:rsidP="00F016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Н.А. Климешов.</w:t>
      </w:r>
    </w:p>
    <w:p w:rsidR="000D17D4" w:rsidRDefault="000D17D4" w:rsidP="00F016D5">
      <w:pPr>
        <w:rPr>
          <w:rFonts w:ascii="Times New Roman" w:hAnsi="Times New Roman" w:cs="Times New Roman"/>
          <w:sz w:val="28"/>
          <w:szCs w:val="28"/>
        </w:rPr>
      </w:pPr>
    </w:p>
    <w:p w:rsidR="000D17D4" w:rsidRDefault="000D17D4" w:rsidP="00F016D5">
      <w:pPr>
        <w:rPr>
          <w:rFonts w:ascii="Times New Roman" w:hAnsi="Times New Roman" w:cs="Times New Roman"/>
          <w:sz w:val="28"/>
          <w:szCs w:val="28"/>
        </w:rPr>
      </w:pPr>
    </w:p>
    <w:p w:rsidR="000D17D4" w:rsidRDefault="000D17D4">
      <w:bookmarkStart w:id="0" w:name="_GoBack"/>
      <w:bookmarkEnd w:id="0"/>
    </w:p>
    <w:sectPr w:rsidR="000D17D4" w:rsidSect="00747C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5061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3BC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C91"/>
    <w:rsid w:val="000A5116"/>
    <w:rsid w:val="000B2AD4"/>
    <w:rsid w:val="000C29DD"/>
    <w:rsid w:val="000C33EC"/>
    <w:rsid w:val="000C4CD2"/>
    <w:rsid w:val="000C76E9"/>
    <w:rsid w:val="000D17D4"/>
    <w:rsid w:val="000D34AD"/>
    <w:rsid w:val="000D5D3E"/>
    <w:rsid w:val="000D7781"/>
    <w:rsid w:val="000E2694"/>
    <w:rsid w:val="000E4532"/>
    <w:rsid w:val="000E5147"/>
    <w:rsid w:val="000E59AD"/>
    <w:rsid w:val="000E6B30"/>
    <w:rsid w:val="00103F48"/>
    <w:rsid w:val="00110C20"/>
    <w:rsid w:val="00111F70"/>
    <w:rsid w:val="001173D3"/>
    <w:rsid w:val="00120EAF"/>
    <w:rsid w:val="00122E8D"/>
    <w:rsid w:val="001261C3"/>
    <w:rsid w:val="00132ED8"/>
    <w:rsid w:val="0013485C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305E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7DE1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7347"/>
    <w:rsid w:val="0032033C"/>
    <w:rsid w:val="00321A8C"/>
    <w:rsid w:val="003337A7"/>
    <w:rsid w:val="00333D0E"/>
    <w:rsid w:val="003370D3"/>
    <w:rsid w:val="00344D77"/>
    <w:rsid w:val="00345D07"/>
    <w:rsid w:val="00346D9C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400401"/>
    <w:rsid w:val="00401661"/>
    <w:rsid w:val="00403080"/>
    <w:rsid w:val="0040402F"/>
    <w:rsid w:val="00404E86"/>
    <w:rsid w:val="004112E7"/>
    <w:rsid w:val="00417441"/>
    <w:rsid w:val="004175F2"/>
    <w:rsid w:val="00422E08"/>
    <w:rsid w:val="00424DAB"/>
    <w:rsid w:val="00426CA3"/>
    <w:rsid w:val="00432B38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5061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2177"/>
    <w:rsid w:val="004947C5"/>
    <w:rsid w:val="004A17BB"/>
    <w:rsid w:val="004A2AEE"/>
    <w:rsid w:val="004A52AB"/>
    <w:rsid w:val="004B0EDC"/>
    <w:rsid w:val="004B65BD"/>
    <w:rsid w:val="004B75AE"/>
    <w:rsid w:val="004C134E"/>
    <w:rsid w:val="004C279E"/>
    <w:rsid w:val="004C4C2A"/>
    <w:rsid w:val="004C5E43"/>
    <w:rsid w:val="004C76B5"/>
    <w:rsid w:val="004D08D2"/>
    <w:rsid w:val="004D60D2"/>
    <w:rsid w:val="004D7DBC"/>
    <w:rsid w:val="004E0028"/>
    <w:rsid w:val="004E0750"/>
    <w:rsid w:val="004E191E"/>
    <w:rsid w:val="004E33FE"/>
    <w:rsid w:val="004F1D9B"/>
    <w:rsid w:val="004F2756"/>
    <w:rsid w:val="00502473"/>
    <w:rsid w:val="00502C51"/>
    <w:rsid w:val="00504987"/>
    <w:rsid w:val="00506F35"/>
    <w:rsid w:val="0051100B"/>
    <w:rsid w:val="005208AC"/>
    <w:rsid w:val="00521D20"/>
    <w:rsid w:val="0052455D"/>
    <w:rsid w:val="005268CD"/>
    <w:rsid w:val="00527620"/>
    <w:rsid w:val="005352BA"/>
    <w:rsid w:val="005359EB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1AA6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D55"/>
    <w:rsid w:val="005E76AA"/>
    <w:rsid w:val="005F0006"/>
    <w:rsid w:val="005F18A4"/>
    <w:rsid w:val="005F3553"/>
    <w:rsid w:val="005F4A76"/>
    <w:rsid w:val="005F6701"/>
    <w:rsid w:val="00600E07"/>
    <w:rsid w:val="00601E7D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3576E"/>
    <w:rsid w:val="00637D47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673A"/>
    <w:rsid w:val="006E0229"/>
    <w:rsid w:val="006E07D9"/>
    <w:rsid w:val="006E1F25"/>
    <w:rsid w:val="006E4241"/>
    <w:rsid w:val="006E4BEB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45828"/>
    <w:rsid w:val="00747C4A"/>
    <w:rsid w:val="007606E5"/>
    <w:rsid w:val="00761F1B"/>
    <w:rsid w:val="007625AD"/>
    <w:rsid w:val="007660C1"/>
    <w:rsid w:val="00770CB8"/>
    <w:rsid w:val="00772A8B"/>
    <w:rsid w:val="007775FE"/>
    <w:rsid w:val="00780694"/>
    <w:rsid w:val="007902DA"/>
    <w:rsid w:val="0079140B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7725"/>
    <w:rsid w:val="007C7EF0"/>
    <w:rsid w:val="007D1B31"/>
    <w:rsid w:val="007D2AF0"/>
    <w:rsid w:val="007D510A"/>
    <w:rsid w:val="007D585E"/>
    <w:rsid w:val="007E0159"/>
    <w:rsid w:val="007E0344"/>
    <w:rsid w:val="007E1555"/>
    <w:rsid w:val="007E649B"/>
    <w:rsid w:val="007E6E00"/>
    <w:rsid w:val="007E7791"/>
    <w:rsid w:val="007F3057"/>
    <w:rsid w:val="007F404C"/>
    <w:rsid w:val="007F7204"/>
    <w:rsid w:val="00800150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51C1"/>
    <w:rsid w:val="00861AAE"/>
    <w:rsid w:val="0086215D"/>
    <w:rsid w:val="00864B10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72A2"/>
    <w:rsid w:val="008A06F9"/>
    <w:rsid w:val="008A1A41"/>
    <w:rsid w:val="008A2FFB"/>
    <w:rsid w:val="008A54F1"/>
    <w:rsid w:val="008A797D"/>
    <w:rsid w:val="008B607D"/>
    <w:rsid w:val="008C0829"/>
    <w:rsid w:val="008C0D09"/>
    <w:rsid w:val="008C0E9A"/>
    <w:rsid w:val="008C34FF"/>
    <w:rsid w:val="008C5C7D"/>
    <w:rsid w:val="008C5F4B"/>
    <w:rsid w:val="008D0BD6"/>
    <w:rsid w:val="008D0C00"/>
    <w:rsid w:val="008D2A51"/>
    <w:rsid w:val="008D7AC7"/>
    <w:rsid w:val="008E155E"/>
    <w:rsid w:val="008E2943"/>
    <w:rsid w:val="008E65DF"/>
    <w:rsid w:val="008F4DF9"/>
    <w:rsid w:val="00904043"/>
    <w:rsid w:val="00910271"/>
    <w:rsid w:val="00911392"/>
    <w:rsid w:val="009115BC"/>
    <w:rsid w:val="0091320D"/>
    <w:rsid w:val="00915CEE"/>
    <w:rsid w:val="00916C88"/>
    <w:rsid w:val="0092498B"/>
    <w:rsid w:val="009252FE"/>
    <w:rsid w:val="00925FFF"/>
    <w:rsid w:val="00930552"/>
    <w:rsid w:val="00931F50"/>
    <w:rsid w:val="00936725"/>
    <w:rsid w:val="00937DA3"/>
    <w:rsid w:val="009470FA"/>
    <w:rsid w:val="00954A67"/>
    <w:rsid w:val="00956E9B"/>
    <w:rsid w:val="0096242E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C4D"/>
    <w:rsid w:val="009D43FD"/>
    <w:rsid w:val="009D5C0C"/>
    <w:rsid w:val="009D7568"/>
    <w:rsid w:val="009D7FA1"/>
    <w:rsid w:val="009E5F81"/>
    <w:rsid w:val="009F373C"/>
    <w:rsid w:val="009F79D8"/>
    <w:rsid w:val="00A00A5B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563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4B45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52E72"/>
    <w:rsid w:val="00B55429"/>
    <w:rsid w:val="00B55B0A"/>
    <w:rsid w:val="00B578FF"/>
    <w:rsid w:val="00B60B25"/>
    <w:rsid w:val="00B60C83"/>
    <w:rsid w:val="00B62AC9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46D2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27FC"/>
    <w:rsid w:val="00C1561E"/>
    <w:rsid w:val="00C1693B"/>
    <w:rsid w:val="00C171B4"/>
    <w:rsid w:val="00C21B74"/>
    <w:rsid w:val="00C22730"/>
    <w:rsid w:val="00C24418"/>
    <w:rsid w:val="00C2447F"/>
    <w:rsid w:val="00C253BA"/>
    <w:rsid w:val="00C25803"/>
    <w:rsid w:val="00C31C12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A10A6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166E"/>
    <w:rsid w:val="00D437A9"/>
    <w:rsid w:val="00D44014"/>
    <w:rsid w:val="00D469F5"/>
    <w:rsid w:val="00D527A8"/>
    <w:rsid w:val="00D52B1E"/>
    <w:rsid w:val="00D52CED"/>
    <w:rsid w:val="00D5454B"/>
    <w:rsid w:val="00D55203"/>
    <w:rsid w:val="00D5565E"/>
    <w:rsid w:val="00D566E3"/>
    <w:rsid w:val="00D568B6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97F"/>
    <w:rsid w:val="00E22A40"/>
    <w:rsid w:val="00E31C5B"/>
    <w:rsid w:val="00E373EF"/>
    <w:rsid w:val="00E37AAC"/>
    <w:rsid w:val="00E37EBD"/>
    <w:rsid w:val="00E43395"/>
    <w:rsid w:val="00E466D2"/>
    <w:rsid w:val="00E466EC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5F19"/>
    <w:rsid w:val="00E8770D"/>
    <w:rsid w:val="00E934A0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1B16"/>
    <w:rsid w:val="00EC4012"/>
    <w:rsid w:val="00EC7EA0"/>
    <w:rsid w:val="00ED1013"/>
    <w:rsid w:val="00ED21E4"/>
    <w:rsid w:val="00ED2BDB"/>
    <w:rsid w:val="00ED570B"/>
    <w:rsid w:val="00EE3C3F"/>
    <w:rsid w:val="00EE6F0D"/>
    <w:rsid w:val="00EF186D"/>
    <w:rsid w:val="00F016D5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7592"/>
    <w:rsid w:val="00F326E9"/>
    <w:rsid w:val="00F33BAA"/>
    <w:rsid w:val="00F3444D"/>
    <w:rsid w:val="00F34D32"/>
    <w:rsid w:val="00F5303A"/>
    <w:rsid w:val="00F543FF"/>
    <w:rsid w:val="00F54F79"/>
    <w:rsid w:val="00F63254"/>
    <w:rsid w:val="00F6649B"/>
    <w:rsid w:val="00F74D36"/>
    <w:rsid w:val="00F7611C"/>
    <w:rsid w:val="00F765B8"/>
    <w:rsid w:val="00F8248C"/>
    <w:rsid w:val="00F83555"/>
    <w:rsid w:val="00F84C5C"/>
    <w:rsid w:val="00F85242"/>
    <w:rsid w:val="00F92CAE"/>
    <w:rsid w:val="00FA744A"/>
    <w:rsid w:val="00FB6322"/>
    <w:rsid w:val="00FB7C01"/>
    <w:rsid w:val="00FC42CB"/>
    <w:rsid w:val="00FC5EAC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6D5"/>
    <w:rPr>
      <w:rFonts w:ascii="Arial" w:eastAsia="Times New Roman" w:hAnsi="Arial" w:cs="Arial"/>
      <w:bCs/>
      <w:kern w:val="32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E43395"/>
    <w:pPr>
      <w:keepNext/>
      <w:jc w:val="center"/>
      <w:outlineLvl w:val="1"/>
    </w:pPr>
    <w:rPr>
      <w:rFonts w:ascii="Times New Roman" w:eastAsia="Calibri" w:hAnsi="Times New Roman" w:cs="Times New Roman"/>
      <w:b/>
      <w:kern w:val="0"/>
      <w:sz w:val="28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kern w:val="32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F016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016D5"/>
    <w:rPr>
      <w:rFonts w:ascii="Tahoma" w:hAnsi="Tahoma" w:cs="Tahoma"/>
      <w:bCs/>
      <w:kern w:val="32"/>
      <w:sz w:val="16"/>
      <w:szCs w:val="16"/>
      <w:lang w:eastAsia="ru-RU"/>
    </w:rPr>
  </w:style>
  <w:style w:type="character" w:customStyle="1" w:styleId="FontStyle22">
    <w:name w:val="Font Style22"/>
    <w:basedOn w:val="DefaultParagraphFont"/>
    <w:uiPriority w:val="99"/>
    <w:rsid w:val="00E43395"/>
    <w:rPr>
      <w:rFonts w:ascii="Times New Roman" w:hAnsi="Times New Roman" w:cs="Times New Roman"/>
      <w:b/>
      <w:bCs/>
      <w:spacing w:val="-1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96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1</Pages>
  <Words>194</Words>
  <Characters>1109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Ведущий Специалист</dc:creator>
  <cp:keywords/>
  <dc:description/>
  <cp:lastModifiedBy>1</cp:lastModifiedBy>
  <cp:revision>4</cp:revision>
  <cp:lastPrinted>2015-05-26T10:44:00Z</cp:lastPrinted>
  <dcterms:created xsi:type="dcterms:W3CDTF">2015-05-22T10:58:00Z</dcterms:created>
  <dcterms:modified xsi:type="dcterms:W3CDTF">2015-05-26T10:45:00Z</dcterms:modified>
</cp:coreProperties>
</file>