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46D" w:rsidRPr="00AA2EA3" w:rsidRDefault="0037146D" w:rsidP="0024756B">
      <w:pPr>
        <w:tabs>
          <w:tab w:val="left" w:pos="4065"/>
        </w:tabs>
        <w:jc w:val="center"/>
        <w:rPr>
          <w:rStyle w:val="FontStyle22"/>
          <w:sz w:val="36"/>
          <w:szCs w:val="36"/>
        </w:rPr>
      </w:pPr>
      <w:r w:rsidRPr="00AA2EA3">
        <w:rPr>
          <w:rStyle w:val="FontStyle22"/>
          <w:sz w:val="36"/>
          <w:szCs w:val="36"/>
        </w:rPr>
        <w:t>ПОСТАНОВЛЕНИЕ</w:t>
      </w:r>
    </w:p>
    <w:p w:rsidR="0037146D" w:rsidRPr="009023AD" w:rsidRDefault="0037146D" w:rsidP="0024756B">
      <w:pPr>
        <w:tabs>
          <w:tab w:val="left" w:pos="4065"/>
        </w:tabs>
        <w:jc w:val="center"/>
        <w:rPr>
          <w:sz w:val="32"/>
          <w:szCs w:val="32"/>
        </w:rPr>
      </w:pPr>
    </w:p>
    <w:p w:rsidR="0037146D" w:rsidRPr="00AA2EA3" w:rsidRDefault="0037146D" w:rsidP="0024756B">
      <w:pPr>
        <w:tabs>
          <w:tab w:val="left" w:pos="4065"/>
        </w:tabs>
        <w:jc w:val="center"/>
        <w:rPr>
          <w:rStyle w:val="FontStyle22"/>
        </w:rPr>
      </w:pPr>
      <w:r w:rsidRPr="00AA2EA3">
        <w:rPr>
          <w:rStyle w:val="FontStyle22"/>
        </w:rPr>
        <w:t>АДМИНИСТРАЦИЯ ПИЧУЖИНСКОГО СЕЛЬСКОГО ПОСЕЛЕНИЯ</w:t>
      </w:r>
    </w:p>
    <w:p w:rsidR="0037146D" w:rsidRPr="00AA2EA3" w:rsidRDefault="0037146D" w:rsidP="0024756B">
      <w:pPr>
        <w:tabs>
          <w:tab w:val="left" w:pos="4065"/>
        </w:tabs>
        <w:jc w:val="center"/>
        <w:rPr>
          <w:rStyle w:val="FontStyle22"/>
        </w:rPr>
      </w:pPr>
      <w:r w:rsidRPr="00AA2EA3">
        <w:rPr>
          <w:rStyle w:val="FontStyle22"/>
        </w:rPr>
        <w:t>ДУБОВСКИЙ МУНИЦИПАЛЬНЫЙ РАЙОН  ВОЛГОГРАДСКАЯ ОБЛАСТЬ</w:t>
      </w:r>
    </w:p>
    <w:p w:rsidR="0037146D" w:rsidRDefault="0037146D" w:rsidP="0024756B">
      <w:pPr>
        <w:jc w:val="center"/>
        <w:rPr>
          <w:sz w:val="28"/>
          <w:szCs w:val="28"/>
        </w:rPr>
      </w:pPr>
    </w:p>
    <w:p w:rsidR="0037146D" w:rsidRPr="00A0096F" w:rsidRDefault="0037146D" w:rsidP="0024756B">
      <w:pPr>
        <w:jc w:val="center"/>
        <w:rPr>
          <w:sz w:val="28"/>
          <w:szCs w:val="28"/>
        </w:rPr>
      </w:pPr>
    </w:p>
    <w:p w:rsidR="0037146D" w:rsidRPr="0024756B" w:rsidRDefault="0037146D" w:rsidP="0024756B">
      <w:pPr>
        <w:rPr>
          <w:sz w:val="24"/>
          <w:szCs w:val="24"/>
        </w:rPr>
      </w:pPr>
      <w:r w:rsidRPr="0024756B">
        <w:rPr>
          <w:sz w:val="24"/>
          <w:szCs w:val="24"/>
        </w:rPr>
        <w:t xml:space="preserve">От </w:t>
      </w:r>
      <w:r>
        <w:rPr>
          <w:sz w:val="24"/>
          <w:szCs w:val="24"/>
        </w:rPr>
        <w:t>20</w:t>
      </w:r>
      <w:r w:rsidRPr="0024756B">
        <w:rPr>
          <w:sz w:val="24"/>
          <w:szCs w:val="24"/>
        </w:rPr>
        <w:t xml:space="preserve"> </w:t>
      </w:r>
      <w:r>
        <w:rPr>
          <w:sz w:val="24"/>
          <w:szCs w:val="24"/>
        </w:rPr>
        <w:t>ноября</w:t>
      </w:r>
      <w:r w:rsidRPr="0024756B">
        <w:rPr>
          <w:sz w:val="24"/>
          <w:szCs w:val="24"/>
        </w:rPr>
        <w:t xml:space="preserve"> 2015 года</w:t>
      </w:r>
      <w:r w:rsidRPr="0024756B">
        <w:rPr>
          <w:sz w:val="24"/>
          <w:szCs w:val="24"/>
        </w:rPr>
        <w:tab/>
      </w:r>
      <w:r w:rsidRPr="0024756B">
        <w:rPr>
          <w:sz w:val="24"/>
          <w:szCs w:val="24"/>
        </w:rPr>
        <w:tab/>
      </w:r>
      <w:r w:rsidRPr="0024756B">
        <w:rPr>
          <w:sz w:val="24"/>
          <w:szCs w:val="24"/>
        </w:rPr>
        <w:tab/>
      </w:r>
      <w:r w:rsidRPr="0024756B">
        <w:rPr>
          <w:sz w:val="24"/>
          <w:szCs w:val="24"/>
        </w:rPr>
        <w:tab/>
      </w:r>
      <w:r w:rsidRPr="0024756B">
        <w:rPr>
          <w:sz w:val="24"/>
          <w:szCs w:val="24"/>
        </w:rPr>
        <w:tab/>
      </w:r>
      <w:r w:rsidRPr="0024756B">
        <w:rPr>
          <w:sz w:val="24"/>
          <w:szCs w:val="24"/>
        </w:rPr>
        <w:tab/>
        <w:t xml:space="preserve">№ </w:t>
      </w:r>
      <w:r>
        <w:rPr>
          <w:sz w:val="24"/>
          <w:szCs w:val="24"/>
        </w:rPr>
        <w:t>107</w:t>
      </w:r>
    </w:p>
    <w:p w:rsidR="0037146D" w:rsidRPr="00A0096F" w:rsidRDefault="0037146D" w:rsidP="0024756B">
      <w:pPr>
        <w:jc w:val="center"/>
        <w:rPr>
          <w:sz w:val="28"/>
          <w:szCs w:val="28"/>
        </w:rPr>
      </w:pPr>
    </w:p>
    <w:p w:rsidR="0037146D" w:rsidRPr="0090007A" w:rsidRDefault="0037146D" w:rsidP="005753FB">
      <w:pPr>
        <w:ind w:left="-567" w:firstLine="567"/>
        <w:jc w:val="both"/>
        <w:rPr>
          <w:rFonts w:ascii="Times New Roman" w:hAnsi="Times New Roman" w:cs="Times New Roman"/>
          <w:bCs w:val="0"/>
          <w:kern w:val="0"/>
          <w:sz w:val="28"/>
          <w:szCs w:val="28"/>
        </w:rPr>
      </w:pPr>
    </w:p>
    <w:p w:rsidR="0037146D" w:rsidRPr="00BA6F3D" w:rsidRDefault="0037146D" w:rsidP="005753FB">
      <w:pPr>
        <w:spacing w:before="100" w:beforeAutospacing="1" w:after="100" w:afterAutospacing="1"/>
        <w:ind w:left="-567" w:firstLine="567"/>
        <w:jc w:val="center"/>
        <w:rPr>
          <w:rFonts w:ascii="Times New Roman" w:hAnsi="Times New Roman" w:cs="Times New Roman"/>
          <w:b/>
          <w:bCs w:val="0"/>
          <w:kern w:val="0"/>
          <w:sz w:val="24"/>
          <w:szCs w:val="24"/>
        </w:rPr>
      </w:pPr>
      <w:r w:rsidRPr="00BA6F3D">
        <w:rPr>
          <w:rFonts w:ascii="Times New Roman" w:hAnsi="Times New Roman" w:cs="Times New Roman"/>
          <w:b/>
          <w:bCs w:val="0"/>
          <w:kern w:val="0"/>
          <w:sz w:val="24"/>
          <w:szCs w:val="24"/>
        </w:rPr>
        <w:t xml:space="preserve">О создании комиссии по организации и проведению торгов по продаже земельных участков в собственность, права на заключение договоров аренды земельных участков, находящихся в собственности </w:t>
      </w:r>
      <w:r>
        <w:rPr>
          <w:rFonts w:ascii="Times New Roman" w:hAnsi="Times New Roman" w:cs="Times New Roman"/>
          <w:b/>
          <w:bCs w:val="0"/>
          <w:kern w:val="0"/>
          <w:sz w:val="24"/>
          <w:szCs w:val="24"/>
        </w:rPr>
        <w:t>Пичужинского</w:t>
      </w:r>
      <w:r w:rsidRPr="00BA6F3D">
        <w:rPr>
          <w:rFonts w:ascii="Times New Roman" w:hAnsi="Times New Roman" w:cs="Times New Roman"/>
          <w:b/>
          <w:bCs w:val="0"/>
          <w:kern w:val="0"/>
          <w:sz w:val="24"/>
          <w:szCs w:val="24"/>
        </w:rPr>
        <w:t xml:space="preserve"> сельского поселения, земельных участков, государственная собственность на которые не разграничена</w:t>
      </w:r>
    </w:p>
    <w:p w:rsidR="0037146D" w:rsidRDefault="0037146D" w:rsidP="005753FB">
      <w:pPr>
        <w:spacing w:before="100" w:beforeAutospacing="1" w:after="100" w:afterAutospacing="1"/>
        <w:ind w:left="-567" w:firstLine="567"/>
        <w:jc w:val="both"/>
        <w:rPr>
          <w:rFonts w:ascii="Times New Roman" w:hAnsi="Times New Roman" w:cs="Times New Roman"/>
          <w:bCs w:val="0"/>
          <w:kern w:val="0"/>
          <w:sz w:val="24"/>
          <w:szCs w:val="24"/>
        </w:rPr>
      </w:pPr>
      <w:r w:rsidRPr="000410ED">
        <w:rPr>
          <w:rFonts w:ascii="Times New Roman" w:hAnsi="Times New Roman" w:cs="Times New Roman"/>
          <w:bCs w:val="0"/>
          <w:kern w:val="0"/>
          <w:sz w:val="24"/>
          <w:szCs w:val="24"/>
        </w:rPr>
        <w:t>В соответствии с</w:t>
      </w:r>
      <w:r>
        <w:rPr>
          <w:rFonts w:ascii="Times New Roman" w:hAnsi="Times New Roman" w:cs="Times New Roman"/>
          <w:bCs w:val="0"/>
          <w:kern w:val="0"/>
          <w:sz w:val="24"/>
          <w:szCs w:val="24"/>
        </w:rPr>
        <w:t xml:space="preserve"> Положением  о порядке управления и распоряжения земельными участками, находящимися в муниципальной собственности  Пичужинского сельского поселения, государственная собственность на которые не разграничена</w:t>
      </w:r>
      <w:r w:rsidRPr="000410ED">
        <w:rPr>
          <w:rFonts w:ascii="Times New Roman" w:hAnsi="Times New Roman" w:cs="Times New Roman"/>
          <w:bCs w:val="0"/>
          <w:kern w:val="0"/>
          <w:sz w:val="24"/>
          <w:szCs w:val="24"/>
        </w:rPr>
        <w:t xml:space="preserve">, руководствуясь </w:t>
      </w:r>
      <w:hyperlink r:id="rId5" w:history="1">
        <w:r w:rsidRPr="000410ED">
          <w:rPr>
            <w:rFonts w:ascii="Times New Roman" w:hAnsi="Times New Roman" w:cs="Times New Roman"/>
            <w:bCs w:val="0"/>
            <w:kern w:val="0"/>
            <w:sz w:val="24"/>
            <w:szCs w:val="24"/>
          </w:rPr>
          <w:t>Земельн</w:t>
        </w:r>
        <w:r w:rsidRPr="00B46FBB">
          <w:rPr>
            <w:rFonts w:ascii="Times New Roman" w:hAnsi="Times New Roman" w:cs="Times New Roman"/>
            <w:bCs w:val="0"/>
            <w:kern w:val="0"/>
            <w:sz w:val="24"/>
            <w:szCs w:val="24"/>
          </w:rPr>
          <w:t>ым</w:t>
        </w:r>
        <w:r w:rsidRPr="000410ED">
          <w:rPr>
            <w:rFonts w:ascii="Times New Roman" w:hAnsi="Times New Roman" w:cs="Times New Roman"/>
            <w:bCs w:val="0"/>
            <w:kern w:val="0"/>
            <w:sz w:val="24"/>
            <w:szCs w:val="24"/>
          </w:rPr>
          <w:t xml:space="preserve"> кодекс</w:t>
        </w:r>
        <w:r w:rsidRPr="00B46FBB">
          <w:rPr>
            <w:rFonts w:ascii="Times New Roman" w:hAnsi="Times New Roman" w:cs="Times New Roman"/>
            <w:bCs w:val="0"/>
            <w:kern w:val="0"/>
            <w:sz w:val="24"/>
            <w:szCs w:val="24"/>
          </w:rPr>
          <w:t>ом</w:t>
        </w:r>
        <w:r w:rsidRPr="000410ED">
          <w:rPr>
            <w:rFonts w:ascii="Times New Roman" w:hAnsi="Times New Roman" w:cs="Times New Roman"/>
            <w:bCs w:val="0"/>
            <w:kern w:val="0"/>
            <w:sz w:val="24"/>
            <w:szCs w:val="24"/>
          </w:rPr>
          <w:t xml:space="preserve"> Российской Федерации</w:t>
        </w:r>
      </w:hyperlink>
      <w:r w:rsidRPr="000410ED">
        <w:rPr>
          <w:rFonts w:ascii="Times New Roman" w:hAnsi="Times New Roman" w:cs="Times New Roman"/>
          <w:bCs w:val="0"/>
          <w:kern w:val="0"/>
          <w:sz w:val="24"/>
          <w:szCs w:val="24"/>
        </w:rPr>
        <w:t>,  Федеральн</w:t>
      </w:r>
      <w:r>
        <w:rPr>
          <w:rFonts w:ascii="Times New Roman" w:hAnsi="Times New Roman" w:cs="Times New Roman"/>
          <w:bCs w:val="0"/>
          <w:kern w:val="0"/>
          <w:sz w:val="24"/>
          <w:szCs w:val="24"/>
        </w:rPr>
        <w:t xml:space="preserve">ым </w:t>
      </w:r>
      <w:r w:rsidRPr="000410ED">
        <w:rPr>
          <w:rFonts w:ascii="Times New Roman" w:hAnsi="Times New Roman" w:cs="Times New Roman"/>
          <w:bCs w:val="0"/>
          <w:kern w:val="0"/>
          <w:sz w:val="24"/>
          <w:szCs w:val="24"/>
        </w:rPr>
        <w:t>закон</w:t>
      </w:r>
      <w:r>
        <w:rPr>
          <w:rFonts w:ascii="Times New Roman" w:hAnsi="Times New Roman" w:cs="Times New Roman"/>
          <w:bCs w:val="0"/>
          <w:kern w:val="0"/>
          <w:sz w:val="24"/>
          <w:szCs w:val="24"/>
        </w:rPr>
        <w:t>ом</w:t>
      </w:r>
      <w:r w:rsidRPr="000410ED">
        <w:rPr>
          <w:rFonts w:ascii="Times New Roman" w:hAnsi="Times New Roman" w:cs="Times New Roman"/>
          <w:bCs w:val="0"/>
          <w:kern w:val="0"/>
          <w:sz w:val="24"/>
          <w:szCs w:val="24"/>
        </w:rPr>
        <w:t xml:space="preserve"> от 23 июня 2014 года N 171-ФЗ </w:t>
      </w:r>
      <w:r>
        <w:rPr>
          <w:rFonts w:ascii="Times New Roman" w:hAnsi="Times New Roman" w:cs="Times New Roman"/>
          <w:bCs w:val="0"/>
          <w:kern w:val="0"/>
          <w:sz w:val="24"/>
          <w:szCs w:val="24"/>
        </w:rPr>
        <w:t>«</w:t>
      </w:r>
      <w:r w:rsidRPr="000410ED">
        <w:rPr>
          <w:rFonts w:ascii="Times New Roman" w:hAnsi="Times New Roman" w:cs="Times New Roman"/>
          <w:bCs w:val="0"/>
          <w:kern w:val="0"/>
          <w:sz w:val="24"/>
          <w:szCs w:val="24"/>
        </w:rPr>
        <w:t>О внесении изменений в Земельный кодекс Российской Федерации и отдельные законодательные акты Российской Федерации</w:t>
      </w:r>
      <w:r>
        <w:rPr>
          <w:rFonts w:ascii="Times New Roman" w:hAnsi="Times New Roman" w:cs="Times New Roman"/>
          <w:bCs w:val="0"/>
          <w:kern w:val="0"/>
          <w:sz w:val="24"/>
          <w:szCs w:val="24"/>
        </w:rPr>
        <w:t>»</w:t>
      </w:r>
      <w:r w:rsidRPr="000410ED">
        <w:rPr>
          <w:rFonts w:ascii="Times New Roman" w:hAnsi="Times New Roman" w:cs="Times New Roman"/>
          <w:bCs w:val="0"/>
          <w:kern w:val="0"/>
          <w:sz w:val="24"/>
          <w:szCs w:val="24"/>
        </w:rPr>
        <w:t>:</w:t>
      </w:r>
    </w:p>
    <w:p w:rsidR="0037146D" w:rsidRDefault="0037146D" w:rsidP="005753FB">
      <w:pPr>
        <w:spacing w:before="100" w:beforeAutospacing="1" w:after="100" w:afterAutospacing="1"/>
        <w:ind w:left="-567" w:firstLine="567"/>
        <w:rPr>
          <w:rFonts w:ascii="Times New Roman" w:hAnsi="Times New Roman" w:cs="Times New Roman"/>
          <w:bCs w:val="0"/>
          <w:kern w:val="0"/>
          <w:sz w:val="24"/>
          <w:szCs w:val="24"/>
        </w:rPr>
      </w:pPr>
      <w:r w:rsidRPr="00FA3391">
        <w:rPr>
          <w:rFonts w:ascii="Times New Roman" w:hAnsi="Times New Roman" w:cs="Times New Roman"/>
          <w:bCs w:val="0"/>
          <w:kern w:val="0"/>
          <w:sz w:val="24"/>
          <w:szCs w:val="24"/>
        </w:rPr>
        <w:t>ПОСТАНОВЛЯЮ:</w:t>
      </w:r>
    </w:p>
    <w:p w:rsidR="0037146D" w:rsidRPr="00FA3391" w:rsidRDefault="0037146D" w:rsidP="005753FB">
      <w:pPr>
        <w:pStyle w:val="ListParagraph"/>
        <w:numPr>
          <w:ilvl w:val="0"/>
          <w:numId w:val="1"/>
        </w:numPr>
        <w:spacing w:before="100" w:beforeAutospacing="1" w:after="100" w:afterAutospacing="1"/>
        <w:ind w:left="-567" w:firstLine="567"/>
        <w:jc w:val="both"/>
        <w:rPr>
          <w:rFonts w:ascii="Times New Roman" w:hAnsi="Times New Roman" w:cs="Times New Roman"/>
          <w:bCs w:val="0"/>
          <w:kern w:val="0"/>
          <w:sz w:val="24"/>
          <w:szCs w:val="24"/>
        </w:rPr>
      </w:pPr>
      <w:r w:rsidRPr="00FA3391">
        <w:rPr>
          <w:rFonts w:ascii="Times New Roman" w:hAnsi="Times New Roman" w:cs="Times New Roman"/>
          <w:bCs w:val="0"/>
          <w:kern w:val="0"/>
          <w:sz w:val="24"/>
          <w:szCs w:val="24"/>
        </w:rPr>
        <w:t xml:space="preserve">Сформировать комиссию по организации и проведению торгов по продаже земельных участков в собственность, права на заключение договоров аренды земельных участков, находящихся в собственности </w:t>
      </w:r>
      <w:r>
        <w:rPr>
          <w:rFonts w:ascii="Times New Roman" w:hAnsi="Times New Roman" w:cs="Times New Roman"/>
          <w:bCs w:val="0"/>
          <w:kern w:val="0"/>
          <w:sz w:val="24"/>
          <w:szCs w:val="24"/>
        </w:rPr>
        <w:t>Пичужинского</w:t>
      </w:r>
      <w:r w:rsidRPr="00FA3391">
        <w:rPr>
          <w:rFonts w:ascii="Times New Roman" w:hAnsi="Times New Roman" w:cs="Times New Roman"/>
          <w:bCs w:val="0"/>
          <w:kern w:val="0"/>
          <w:sz w:val="24"/>
          <w:szCs w:val="24"/>
        </w:rPr>
        <w:t xml:space="preserve"> сельского поселения, земельных участков, государственная собственность на которые не разграничена</w:t>
      </w:r>
      <w:r>
        <w:rPr>
          <w:rFonts w:ascii="Times New Roman" w:hAnsi="Times New Roman" w:cs="Times New Roman"/>
          <w:bCs w:val="0"/>
          <w:kern w:val="0"/>
          <w:sz w:val="24"/>
          <w:szCs w:val="24"/>
        </w:rPr>
        <w:t xml:space="preserve">.  </w:t>
      </w:r>
    </w:p>
    <w:p w:rsidR="0037146D" w:rsidRDefault="0037146D" w:rsidP="005753FB">
      <w:pPr>
        <w:pStyle w:val="ListParagraph"/>
        <w:numPr>
          <w:ilvl w:val="0"/>
          <w:numId w:val="1"/>
        </w:numPr>
        <w:spacing w:before="100" w:beforeAutospacing="1" w:after="100" w:afterAutospacing="1"/>
        <w:ind w:left="-567" w:firstLine="567"/>
        <w:jc w:val="both"/>
        <w:rPr>
          <w:rFonts w:ascii="Times New Roman" w:hAnsi="Times New Roman" w:cs="Times New Roman"/>
          <w:bCs w:val="0"/>
          <w:kern w:val="0"/>
          <w:sz w:val="24"/>
          <w:szCs w:val="24"/>
        </w:rPr>
      </w:pPr>
      <w:r w:rsidRPr="00BA6F3D">
        <w:rPr>
          <w:rFonts w:ascii="Times New Roman" w:hAnsi="Times New Roman" w:cs="Times New Roman"/>
          <w:bCs w:val="0"/>
          <w:kern w:val="0"/>
          <w:sz w:val="24"/>
          <w:szCs w:val="24"/>
        </w:rPr>
        <w:t xml:space="preserve">Утвердить состав комиссии по организации и проведению торгов по продаже земельных участков в собственность, права на заключение договоров аренды земельных участков, находящихся в собственности </w:t>
      </w:r>
      <w:r>
        <w:rPr>
          <w:rFonts w:ascii="Times New Roman" w:hAnsi="Times New Roman" w:cs="Times New Roman"/>
          <w:bCs w:val="0"/>
          <w:kern w:val="0"/>
          <w:sz w:val="24"/>
          <w:szCs w:val="24"/>
        </w:rPr>
        <w:t>Пичужинского</w:t>
      </w:r>
      <w:r w:rsidRPr="00BA6F3D">
        <w:rPr>
          <w:rFonts w:ascii="Times New Roman" w:hAnsi="Times New Roman" w:cs="Times New Roman"/>
          <w:bCs w:val="0"/>
          <w:kern w:val="0"/>
          <w:sz w:val="24"/>
          <w:szCs w:val="24"/>
        </w:rPr>
        <w:t xml:space="preserve"> сельского поселения, земельных участков, государственная собственно</w:t>
      </w:r>
      <w:r>
        <w:rPr>
          <w:rFonts w:ascii="Times New Roman" w:hAnsi="Times New Roman" w:cs="Times New Roman"/>
          <w:bCs w:val="0"/>
          <w:kern w:val="0"/>
          <w:sz w:val="24"/>
          <w:szCs w:val="24"/>
        </w:rPr>
        <w:t xml:space="preserve">сть на которые не разграничена </w:t>
      </w:r>
      <w:r w:rsidRPr="00BA6F3D">
        <w:rPr>
          <w:rFonts w:ascii="Times New Roman" w:hAnsi="Times New Roman" w:cs="Times New Roman"/>
          <w:bCs w:val="0"/>
          <w:kern w:val="0"/>
          <w:sz w:val="24"/>
          <w:szCs w:val="24"/>
        </w:rPr>
        <w:t>(приложение 1).</w:t>
      </w:r>
    </w:p>
    <w:p w:rsidR="0037146D" w:rsidRDefault="0037146D" w:rsidP="005753FB">
      <w:pPr>
        <w:pStyle w:val="ListParagraph"/>
        <w:numPr>
          <w:ilvl w:val="0"/>
          <w:numId w:val="1"/>
        </w:numPr>
        <w:spacing w:before="100" w:beforeAutospacing="1" w:after="100" w:afterAutospacing="1"/>
        <w:ind w:left="-567" w:firstLine="567"/>
        <w:jc w:val="both"/>
        <w:rPr>
          <w:rFonts w:ascii="Times New Roman" w:hAnsi="Times New Roman" w:cs="Times New Roman"/>
          <w:bCs w:val="0"/>
          <w:kern w:val="0"/>
          <w:sz w:val="24"/>
          <w:szCs w:val="24"/>
        </w:rPr>
      </w:pPr>
      <w:r w:rsidRPr="00BA6F3D">
        <w:rPr>
          <w:rFonts w:ascii="Times New Roman" w:hAnsi="Times New Roman" w:cs="Times New Roman"/>
          <w:bCs w:val="0"/>
          <w:kern w:val="0"/>
          <w:sz w:val="24"/>
          <w:szCs w:val="24"/>
        </w:rPr>
        <w:t xml:space="preserve">Утвердить Положение о комиссии по организации и проведению торгов по продаже земельных участков в собственность, права на заключение договоров аренды земельных участков, находящихся в собственности </w:t>
      </w:r>
      <w:r>
        <w:rPr>
          <w:rFonts w:ascii="Times New Roman" w:hAnsi="Times New Roman" w:cs="Times New Roman"/>
          <w:bCs w:val="0"/>
          <w:kern w:val="0"/>
          <w:sz w:val="24"/>
          <w:szCs w:val="24"/>
        </w:rPr>
        <w:t>Пичужинского</w:t>
      </w:r>
      <w:r w:rsidRPr="00BA6F3D">
        <w:rPr>
          <w:rFonts w:ascii="Times New Roman" w:hAnsi="Times New Roman" w:cs="Times New Roman"/>
          <w:bCs w:val="0"/>
          <w:kern w:val="0"/>
          <w:sz w:val="24"/>
          <w:szCs w:val="24"/>
        </w:rPr>
        <w:t xml:space="preserve"> сельского поселения, а также земельных участков, государственная собственность на которые не разграничена(приложение 2).</w:t>
      </w:r>
    </w:p>
    <w:p w:rsidR="0037146D" w:rsidRDefault="0037146D" w:rsidP="005753FB">
      <w:pPr>
        <w:pStyle w:val="ListParagraph"/>
        <w:numPr>
          <w:ilvl w:val="0"/>
          <w:numId w:val="1"/>
        </w:numPr>
        <w:spacing w:before="100" w:beforeAutospacing="1" w:after="100" w:afterAutospacing="1"/>
        <w:ind w:left="-567" w:firstLine="567"/>
        <w:jc w:val="both"/>
        <w:rPr>
          <w:rFonts w:ascii="Times New Roman" w:hAnsi="Times New Roman" w:cs="Times New Roman"/>
          <w:bCs w:val="0"/>
          <w:kern w:val="0"/>
          <w:sz w:val="24"/>
          <w:szCs w:val="24"/>
        </w:rPr>
      </w:pPr>
      <w:r w:rsidRPr="00BA6F3D">
        <w:rPr>
          <w:rFonts w:ascii="Times New Roman" w:hAnsi="Times New Roman" w:cs="Times New Roman"/>
          <w:bCs w:val="0"/>
          <w:kern w:val="0"/>
          <w:sz w:val="24"/>
          <w:szCs w:val="24"/>
        </w:rPr>
        <w:t xml:space="preserve">Утвердить типовую форму заявки на участие в торгах по продаже земельных участков в собственность, права на заключение договоров аренды земельных участков, находящихся в собственности </w:t>
      </w:r>
      <w:r>
        <w:rPr>
          <w:rFonts w:ascii="Times New Roman" w:hAnsi="Times New Roman" w:cs="Times New Roman"/>
          <w:bCs w:val="0"/>
          <w:kern w:val="0"/>
          <w:sz w:val="24"/>
          <w:szCs w:val="24"/>
        </w:rPr>
        <w:t>Пичужинского</w:t>
      </w:r>
      <w:r w:rsidRPr="00BA6F3D">
        <w:rPr>
          <w:rFonts w:ascii="Times New Roman" w:hAnsi="Times New Roman" w:cs="Times New Roman"/>
          <w:bCs w:val="0"/>
          <w:kern w:val="0"/>
          <w:sz w:val="24"/>
          <w:szCs w:val="24"/>
        </w:rPr>
        <w:t xml:space="preserve"> сельского поселения, а также земельных участков, государственная собственно</w:t>
      </w:r>
      <w:r>
        <w:rPr>
          <w:rFonts w:ascii="Times New Roman" w:hAnsi="Times New Roman" w:cs="Times New Roman"/>
          <w:bCs w:val="0"/>
          <w:kern w:val="0"/>
          <w:sz w:val="24"/>
          <w:szCs w:val="24"/>
        </w:rPr>
        <w:t xml:space="preserve">сть на которые не разграничена </w:t>
      </w:r>
      <w:r w:rsidRPr="00BA6F3D">
        <w:rPr>
          <w:rFonts w:ascii="Times New Roman" w:hAnsi="Times New Roman" w:cs="Times New Roman"/>
          <w:bCs w:val="0"/>
          <w:kern w:val="0"/>
          <w:sz w:val="24"/>
          <w:szCs w:val="24"/>
        </w:rPr>
        <w:t>(приложение 3).</w:t>
      </w:r>
    </w:p>
    <w:p w:rsidR="0037146D" w:rsidRDefault="0037146D" w:rsidP="005753FB">
      <w:pPr>
        <w:pStyle w:val="ListParagraph"/>
        <w:spacing w:before="100" w:beforeAutospacing="1" w:after="100" w:afterAutospacing="1"/>
        <w:ind w:left="0"/>
        <w:jc w:val="both"/>
        <w:rPr>
          <w:rFonts w:ascii="Times New Roman" w:hAnsi="Times New Roman" w:cs="Times New Roman"/>
          <w:bCs w:val="0"/>
          <w:kern w:val="0"/>
          <w:sz w:val="24"/>
          <w:szCs w:val="24"/>
        </w:rPr>
      </w:pPr>
    </w:p>
    <w:p w:rsidR="0037146D" w:rsidRPr="00BA6F3D" w:rsidRDefault="0037146D" w:rsidP="005753FB">
      <w:pPr>
        <w:pStyle w:val="ListParagraph"/>
        <w:numPr>
          <w:ilvl w:val="0"/>
          <w:numId w:val="1"/>
        </w:numPr>
        <w:spacing w:before="100" w:beforeAutospacing="1" w:after="100" w:afterAutospacing="1"/>
        <w:ind w:left="-567" w:firstLine="567"/>
        <w:jc w:val="both"/>
        <w:rPr>
          <w:rFonts w:ascii="Times New Roman" w:hAnsi="Times New Roman" w:cs="Times New Roman"/>
          <w:bCs w:val="0"/>
          <w:kern w:val="0"/>
          <w:sz w:val="24"/>
          <w:szCs w:val="24"/>
        </w:rPr>
      </w:pPr>
      <w:r w:rsidRPr="00BA6F3D">
        <w:rPr>
          <w:rFonts w:ascii="Times New Roman" w:hAnsi="Times New Roman" w:cs="Times New Roman"/>
          <w:bCs w:val="0"/>
          <w:kern w:val="0"/>
          <w:sz w:val="24"/>
          <w:szCs w:val="24"/>
        </w:rPr>
        <w:t>Контроль за исполнением постановления оставляю за собой.</w:t>
      </w:r>
    </w:p>
    <w:p w:rsidR="0037146D" w:rsidRPr="0090007A" w:rsidRDefault="0037146D" w:rsidP="005753FB">
      <w:pPr>
        <w:ind w:left="-567" w:firstLine="567"/>
        <w:jc w:val="both"/>
        <w:rPr>
          <w:rFonts w:ascii="Times New Roman" w:hAnsi="Times New Roman" w:cs="Times New Roman"/>
          <w:bCs w:val="0"/>
          <w:kern w:val="0"/>
          <w:sz w:val="24"/>
          <w:szCs w:val="24"/>
        </w:rPr>
      </w:pPr>
    </w:p>
    <w:p w:rsidR="0037146D" w:rsidRPr="0090007A" w:rsidRDefault="0037146D" w:rsidP="005753FB">
      <w:pPr>
        <w:ind w:left="-567" w:firstLine="567"/>
        <w:jc w:val="both"/>
        <w:rPr>
          <w:rFonts w:ascii="Times New Roman" w:hAnsi="Times New Roman" w:cs="Times New Roman"/>
          <w:bCs w:val="0"/>
          <w:kern w:val="0"/>
          <w:sz w:val="24"/>
          <w:szCs w:val="24"/>
        </w:rPr>
      </w:pPr>
    </w:p>
    <w:p w:rsidR="0037146D" w:rsidRPr="00EF0535" w:rsidRDefault="0037146D" w:rsidP="005753FB">
      <w:pPr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146D" w:rsidRPr="00EF0535" w:rsidRDefault="0037146D" w:rsidP="005753FB">
      <w:pPr>
        <w:ind w:left="-567" w:firstLine="567"/>
        <w:rPr>
          <w:rFonts w:ascii="Times New Roman" w:hAnsi="Times New Roman" w:cs="Times New Roman"/>
          <w:b/>
          <w:sz w:val="24"/>
          <w:szCs w:val="24"/>
        </w:rPr>
      </w:pPr>
    </w:p>
    <w:p w:rsidR="0037146D" w:rsidRDefault="0037146D" w:rsidP="005753FB">
      <w:pPr>
        <w:ind w:left="-567" w:firstLine="567"/>
        <w:rPr>
          <w:rFonts w:ascii="Times New Roman" w:hAnsi="Times New Roman" w:cs="Times New Roman"/>
          <w:b/>
          <w:sz w:val="24"/>
          <w:szCs w:val="24"/>
        </w:rPr>
      </w:pPr>
      <w:r w:rsidRPr="00EF0535">
        <w:rPr>
          <w:rFonts w:ascii="Times New Roman" w:hAnsi="Times New Roman" w:cs="Times New Roman"/>
          <w:b/>
          <w:sz w:val="24"/>
          <w:szCs w:val="24"/>
        </w:rPr>
        <w:t xml:space="preserve">Глава </w:t>
      </w:r>
      <w:r>
        <w:rPr>
          <w:rFonts w:ascii="Times New Roman" w:hAnsi="Times New Roman" w:cs="Times New Roman"/>
          <w:b/>
          <w:sz w:val="24"/>
          <w:szCs w:val="24"/>
        </w:rPr>
        <w:t>Пичужинского</w:t>
      </w:r>
    </w:p>
    <w:p w:rsidR="0037146D" w:rsidRPr="00DD79A0" w:rsidRDefault="0037146D" w:rsidP="005753FB">
      <w:pPr>
        <w:ind w:left="-567" w:firstLine="567"/>
        <w:rPr>
          <w:rFonts w:ascii="Times New Roman" w:hAnsi="Times New Roman" w:cs="Times New Roman"/>
          <w:b/>
          <w:sz w:val="24"/>
          <w:szCs w:val="24"/>
        </w:rPr>
      </w:pPr>
      <w:r w:rsidRPr="00EF0535">
        <w:rPr>
          <w:rFonts w:ascii="Times New Roman" w:hAnsi="Times New Roman" w:cs="Times New Roman"/>
          <w:b/>
          <w:sz w:val="24"/>
          <w:szCs w:val="24"/>
        </w:rPr>
        <w:t>сельского  поселения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Н.А. Климешов.</w:t>
      </w:r>
    </w:p>
    <w:p w:rsidR="0037146D" w:rsidRPr="00EF0535" w:rsidRDefault="0037146D" w:rsidP="005753FB">
      <w:pPr>
        <w:spacing w:after="120"/>
        <w:rPr>
          <w:rFonts w:ascii="Times New Roman" w:hAnsi="Times New Roman" w:cs="Times New Roman"/>
          <w:sz w:val="28"/>
          <w:szCs w:val="28"/>
        </w:rPr>
      </w:pPr>
    </w:p>
    <w:p w:rsidR="0037146D" w:rsidRPr="000410ED" w:rsidRDefault="0037146D" w:rsidP="005753FB">
      <w:pPr>
        <w:spacing w:before="100" w:beforeAutospacing="1" w:after="100" w:afterAutospacing="1"/>
        <w:rPr>
          <w:rFonts w:ascii="Times New Roman" w:hAnsi="Times New Roman" w:cs="Times New Roman"/>
          <w:bCs w:val="0"/>
          <w:kern w:val="0"/>
          <w:sz w:val="24"/>
          <w:szCs w:val="24"/>
        </w:rPr>
      </w:pPr>
    </w:p>
    <w:p w:rsidR="0037146D" w:rsidRPr="000410ED" w:rsidRDefault="0037146D" w:rsidP="005753FB">
      <w:pPr>
        <w:spacing w:before="100" w:beforeAutospacing="1" w:after="100" w:afterAutospacing="1"/>
        <w:outlineLvl w:val="1"/>
        <w:rPr>
          <w:rFonts w:ascii="Times New Roman" w:hAnsi="Times New Roman" w:cs="Times New Roman"/>
          <w:b/>
          <w:kern w:val="0"/>
          <w:sz w:val="24"/>
          <w:szCs w:val="24"/>
        </w:rPr>
      </w:pPr>
    </w:p>
    <w:p w:rsidR="0037146D" w:rsidRDefault="0037146D" w:rsidP="005753FB">
      <w:pPr>
        <w:jc w:val="right"/>
        <w:rPr>
          <w:rFonts w:ascii="Times New Roman" w:hAnsi="Times New Roman" w:cs="Times New Roman"/>
          <w:bCs w:val="0"/>
          <w:kern w:val="0"/>
          <w:sz w:val="24"/>
          <w:szCs w:val="24"/>
        </w:rPr>
      </w:pPr>
      <w:r w:rsidRPr="000410ED">
        <w:rPr>
          <w:rFonts w:ascii="Times New Roman" w:hAnsi="Times New Roman" w:cs="Times New Roman"/>
          <w:bCs w:val="0"/>
          <w:kern w:val="0"/>
          <w:sz w:val="24"/>
          <w:szCs w:val="24"/>
        </w:rPr>
        <w:t>Приложение 1</w:t>
      </w:r>
      <w:r w:rsidRPr="000410ED">
        <w:rPr>
          <w:rFonts w:ascii="Times New Roman" w:hAnsi="Times New Roman" w:cs="Times New Roman"/>
          <w:bCs w:val="0"/>
          <w:kern w:val="0"/>
          <w:sz w:val="24"/>
          <w:szCs w:val="24"/>
        </w:rPr>
        <w:br/>
        <w:t>Утверждено</w:t>
      </w:r>
      <w:r w:rsidRPr="000410ED">
        <w:rPr>
          <w:rFonts w:ascii="Times New Roman" w:hAnsi="Times New Roman" w:cs="Times New Roman"/>
          <w:bCs w:val="0"/>
          <w:kern w:val="0"/>
          <w:sz w:val="24"/>
          <w:szCs w:val="24"/>
        </w:rPr>
        <w:br/>
      </w:r>
      <w:r>
        <w:rPr>
          <w:rFonts w:ascii="Times New Roman" w:hAnsi="Times New Roman" w:cs="Times New Roman"/>
          <w:bCs w:val="0"/>
          <w:kern w:val="0"/>
          <w:sz w:val="24"/>
          <w:szCs w:val="24"/>
        </w:rPr>
        <w:t xml:space="preserve">постановлением </w:t>
      </w:r>
      <w:r w:rsidRPr="000410ED">
        <w:rPr>
          <w:rFonts w:ascii="Times New Roman" w:hAnsi="Times New Roman" w:cs="Times New Roman"/>
          <w:bCs w:val="0"/>
          <w:kern w:val="0"/>
          <w:sz w:val="24"/>
          <w:szCs w:val="24"/>
        </w:rPr>
        <w:br/>
      </w:r>
      <w:r>
        <w:rPr>
          <w:rFonts w:ascii="Times New Roman" w:hAnsi="Times New Roman" w:cs="Times New Roman"/>
          <w:bCs w:val="0"/>
          <w:kern w:val="0"/>
          <w:sz w:val="24"/>
          <w:szCs w:val="24"/>
        </w:rPr>
        <w:t>администрации Пичужинского</w:t>
      </w:r>
    </w:p>
    <w:p w:rsidR="0037146D" w:rsidRDefault="0037146D" w:rsidP="005753FB">
      <w:pPr>
        <w:jc w:val="right"/>
        <w:rPr>
          <w:rFonts w:ascii="Times New Roman" w:hAnsi="Times New Roman" w:cs="Times New Roman"/>
          <w:bCs w:val="0"/>
          <w:kern w:val="0"/>
          <w:sz w:val="24"/>
          <w:szCs w:val="24"/>
        </w:rPr>
      </w:pPr>
      <w:r>
        <w:rPr>
          <w:rFonts w:ascii="Times New Roman" w:hAnsi="Times New Roman" w:cs="Times New Roman"/>
          <w:bCs w:val="0"/>
          <w:kern w:val="0"/>
          <w:sz w:val="24"/>
          <w:szCs w:val="24"/>
        </w:rPr>
        <w:t xml:space="preserve"> сельского поселения</w:t>
      </w:r>
      <w:r w:rsidRPr="000410ED">
        <w:rPr>
          <w:rFonts w:ascii="Times New Roman" w:hAnsi="Times New Roman" w:cs="Times New Roman"/>
          <w:bCs w:val="0"/>
          <w:kern w:val="0"/>
          <w:sz w:val="24"/>
          <w:szCs w:val="24"/>
        </w:rPr>
        <w:br/>
        <w:t xml:space="preserve">от </w:t>
      </w:r>
      <w:r>
        <w:rPr>
          <w:rFonts w:ascii="Times New Roman" w:hAnsi="Times New Roman" w:cs="Times New Roman"/>
          <w:bCs w:val="0"/>
          <w:kern w:val="0"/>
          <w:sz w:val="24"/>
          <w:szCs w:val="24"/>
        </w:rPr>
        <w:t>20 ноября</w:t>
      </w:r>
      <w:r w:rsidRPr="000410ED">
        <w:rPr>
          <w:rFonts w:ascii="Times New Roman" w:hAnsi="Times New Roman" w:cs="Times New Roman"/>
          <w:bCs w:val="0"/>
          <w:kern w:val="0"/>
          <w:sz w:val="24"/>
          <w:szCs w:val="24"/>
        </w:rPr>
        <w:t xml:space="preserve"> 2015 года N </w:t>
      </w:r>
      <w:r>
        <w:rPr>
          <w:rFonts w:ascii="Times New Roman" w:hAnsi="Times New Roman" w:cs="Times New Roman"/>
          <w:bCs w:val="0"/>
          <w:kern w:val="0"/>
          <w:sz w:val="24"/>
          <w:szCs w:val="24"/>
        </w:rPr>
        <w:t>107</w:t>
      </w:r>
    </w:p>
    <w:p w:rsidR="0037146D" w:rsidRPr="000410ED" w:rsidRDefault="0037146D" w:rsidP="005753FB">
      <w:pPr>
        <w:jc w:val="right"/>
        <w:rPr>
          <w:rFonts w:ascii="Times New Roman" w:hAnsi="Times New Roman" w:cs="Times New Roman"/>
          <w:bCs w:val="0"/>
          <w:kern w:val="0"/>
          <w:sz w:val="24"/>
          <w:szCs w:val="24"/>
        </w:rPr>
      </w:pPr>
    </w:p>
    <w:p w:rsidR="0037146D" w:rsidRPr="006847C9" w:rsidRDefault="0037146D" w:rsidP="005753FB">
      <w:pPr>
        <w:jc w:val="center"/>
        <w:rPr>
          <w:rFonts w:ascii="Times New Roman" w:hAnsi="Times New Roman" w:cs="Times New Roman"/>
          <w:b/>
          <w:bCs w:val="0"/>
          <w:kern w:val="0"/>
          <w:sz w:val="22"/>
          <w:szCs w:val="22"/>
        </w:rPr>
      </w:pPr>
      <w:r w:rsidRPr="000410ED">
        <w:rPr>
          <w:rFonts w:ascii="Times New Roman" w:hAnsi="Times New Roman" w:cs="Times New Roman"/>
          <w:b/>
          <w:bCs w:val="0"/>
          <w:kern w:val="0"/>
          <w:sz w:val="22"/>
          <w:szCs w:val="22"/>
        </w:rPr>
        <w:t xml:space="preserve">СОСТАВ КОМИССИИ ПО ОРГАНИЗАЦИИ И ПРОВЕДЕНИЮ ТОРГОВ </w:t>
      </w:r>
    </w:p>
    <w:p w:rsidR="0037146D" w:rsidRPr="000410ED" w:rsidRDefault="0037146D" w:rsidP="005753FB">
      <w:pPr>
        <w:jc w:val="center"/>
        <w:rPr>
          <w:rFonts w:ascii="Times New Roman" w:hAnsi="Times New Roman" w:cs="Times New Roman"/>
          <w:b/>
          <w:bCs w:val="0"/>
          <w:kern w:val="0"/>
          <w:sz w:val="22"/>
          <w:szCs w:val="22"/>
        </w:rPr>
      </w:pPr>
      <w:r w:rsidRPr="000410ED">
        <w:rPr>
          <w:rFonts w:ascii="Times New Roman" w:hAnsi="Times New Roman" w:cs="Times New Roman"/>
          <w:b/>
          <w:bCs w:val="0"/>
          <w:kern w:val="0"/>
          <w:sz w:val="22"/>
          <w:szCs w:val="22"/>
        </w:rPr>
        <w:t xml:space="preserve">ПО ПРОДАЖЕ ЗЕМЕЛЬНЫХ УЧАСТКОВ В СОБСТВЕННОСТЬ, ПРАВА НА ЗАКЛЮЧЕНИЕ ДОГОВОРОВ АРЕНДЫ ЗЕМЕЛЬНЫХ УЧАСТКОВ, НАХОДЯЩИХСЯ В СОБСТВЕННОСТИ </w:t>
      </w:r>
      <w:r>
        <w:rPr>
          <w:rFonts w:ascii="Times New Roman" w:hAnsi="Times New Roman" w:cs="Times New Roman"/>
          <w:b/>
          <w:bCs w:val="0"/>
          <w:kern w:val="0"/>
          <w:sz w:val="22"/>
          <w:szCs w:val="22"/>
        </w:rPr>
        <w:t>ПИЧУЖИНСКОГО</w:t>
      </w:r>
      <w:r w:rsidRPr="006847C9">
        <w:rPr>
          <w:rFonts w:ascii="Times New Roman" w:hAnsi="Times New Roman" w:cs="Times New Roman"/>
          <w:b/>
          <w:bCs w:val="0"/>
          <w:kern w:val="0"/>
          <w:sz w:val="22"/>
          <w:szCs w:val="22"/>
        </w:rPr>
        <w:t xml:space="preserve"> СЕЛЬСКОГО ПОСЕЛЕНИЯ</w:t>
      </w:r>
      <w:r w:rsidRPr="000410ED">
        <w:rPr>
          <w:rFonts w:ascii="Times New Roman" w:hAnsi="Times New Roman" w:cs="Times New Roman"/>
          <w:b/>
          <w:bCs w:val="0"/>
          <w:kern w:val="0"/>
          <w:sz w:val="22"/>
          <w:szCs w:val="22"/>
        </w:rPr>
        <w:t>, ЗЕМЕЛЬНЫЕ УЧАСТКИ, ГОСУДАРСТВЕННАЯ СОБСТВЕННОСТЬ НА КОТОРЫЕ НЕ РАЗГРАНИЧЕНА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3415"/>
        <w:gridCol w:w="6030"/>
      </w:tblGrid>
      <w:tr w:rsidR="0037146D" w:rsidRPr="000410ED" w:rsidTr="00CE7787">
        <w:trPr>
          <w:trHeight w:val="15"/>
          <w:tblCellSpacing w:w="15" w:type="dxa"/>
        </w:trPr>
        <w:tc>
          <w:tcPr>
            <w:tcW w:w="3370" w:type="dxa"/>
            <w:vAlign w:val="center"/>
          </w:tcPr>
          <w:p w:rsidR="0037146D" w:rsidRPr="000410ED" w:rsidRDefault="0037146D" w:rsidP="00CE7787">
            <w:pPr>
              <w:rPr>
                <w:rFonts w:ascii="Times New Roman" w:hAnsi="Times New Roman" w:cs="Times New Roman"/>
                <w:bCs w:val="0"/>
                <w:kern w:val="0"/>
                <w:sz w:val="2"/>
                <w:szCs w:val="24"/>
              </w:rPr>
            </w:pPr>
          </w:p>
        </w:tc>
        <w:tc>
          <w:tcPr>
            <w:tcW w:w="5985" w:type="dxa"/>
            <w:vAlign w:val="center"/>
          </w:tcPr>
          <w:p w:rsidR="0037146D" w:rsidRPr="000410ED" w:rsidRDefault="0037146D" w:rsidP="00CE7787">
            <w:pPr>
              <w:rPr>
                <w:rFonts w:ascii="Times New Roman" w:hAnsi="Times New Roman" w:cs="Times New Roman"/>
                <w:bCs w:val="0"/>
                <w:kern w:val="0"/>
                <w:sz w:val="2"/>
                <w:szCs w:val="24"/>
              </w:rPr>
            </w:pPr>
          </w:p>
        </w:tc>
      </w:tr>
      <w:tr w:rsidR="0037146D" w:rsidRPr="000410ED" w:rsidTr="00CE7787">
        <w:trPr>
          <w:trHeight w:val="811"/>
          <w:tblCellSpacing w:w="15" w:type="dxa"/>
        </w:trPr>
        <w:tc>
          <w:tcPr>
            <w:tcW w:w="3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7146D" w:rsidRDefault="0037146D" w:rsidP="00CE7787">
            <w:pPr>
              <w:spacing w:before="100" w:beforeAutospacing="1" w:after="100" w:afterAutospacing="1"/>
              <w:rPr>
                <w:rFonts w:ascii="Times New Roman" w:hAnsi="Times New Roman" w:cs="Times New Roman"/>
                <w:bCs w:val="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 w:val="0"/>
                <w:kern w:val="0"/>
                <w:sz w:val="24"/>
                <w:szCs w:val="24"/>
              </w:rPr>
              <w:t>Климешов Николай Анатольевич</w:t>
            </w:r>
          </w:p>
          <w:p w:rsidR="0037146D" w:rsidRPr="000410ED" w:rsidRDefault="0037146D" w:rsidP="00CE7787">
            <w:pPr>
              <w:spacing w:before="100" w:beforeAutospacing="1" w:after="100" w:afterAutospacing="1"/>
              <w:rPr>
                <w:rFonts w:ascii="Times New Roman" w:hAnsi="Times New Roman" w:cs="Times New Roman"/>
                <w:bCs w:val="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 w:val="0"/>
                <w:kern w:val="0"/>
                <w:sz w:val="24"/>
                <w:szCs w:val="24"/>
              </w:rPr>
              <w:t xml:space="preserve">Председатель комиссии 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7146D" w:rsidRPr="000410ED" w:rsidRDefault="0037146D" w:rsidP="00CE7787">
            <w:pPr>
              <w:spacing w:before="100" w:beforeAutospacing="1" w:after="100" w:afterAutospacing="1"/>
              <w:rPr>
                <w:rFonts w:ascii="Times New Roman" w:hAnsi="Times New Roman" w:cs="Times New Roman"/>
                <w:bCs w:val="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 w:val="0"/>
                <w:kern w:val="0"/>
                <w:sz w:val="24"/>
                <w:szCs w:val="24"/>
              </w:rPr>
              <w:t xml:space="preserve">Глава Пичужинского сельского поселения </w:t>
            </w:r>
          </w:p>
        </w:tc>
      </w:tr>
      <w:tr w:rsidR="0037146D" w:rsidRPr="000410ED" w:rsidTr="00CE7787">
        <w:trPr>
          <w:tblCellSpacing w:w="15" w:type="dxa"/>
        </w:trPr>
        <w:tc>
          <w:tcPr>
            <w:tcW w:w="3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7146D" w:rsidRDefault="0037146D" w:rsidP="00CE7787">
            <w:pPr>
              <w:spacing w:before="100" w:beforeAutospacing="1" w:after="100" w:afterAutospacing="1"/>
              <w:rPr>
                <w:rFonts w:ascii="Times New Roman" w:hAnsi="Times New Roman" w:cs="Times New Roman"/>
                <w:bCs w:val="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 w:val="0"/>
                <w:kern w:val="0"/>
                <w:sz w:val="24"/>
                <w:szCs w:val="24"/>
              </w:rPr>
              <w:t>Попова Ольга Афанасьевна</w:t>
            </w:r>
          </w:p>
          <w:p w:rsidR="0037146D" w:rsidRDefault="0037146D" w:rsidP="00CE7787">
            <w:pPr>
              <w:spacing w:before="100" w:beforeAutospacing="1" w:after="100" w:afterAutospacing="1"/>
              <w:rPr>
                <w:rFonts w:ascii="Times New Roman" w:hAnsi="Times New Roman" w:cs="Times New Roman"/>
                <w:bCs w:val="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 w:val="0"/>
                <w:kern w:val="0"/>
                <w:sz w:val="24"/>
                <w:szCs w:val="24"/>
              </w:rPr>
              <w:t>Заместитель председателя комиссии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7146D" w:rsidRPr="000410ED" w:rsidRDefault="0037146D" w:rsidP="00CE7787">
            <w:pPr>
              <w:spacing w:before="100" w:beforeAutospacing="1" w:after="100" w:afterAutospacing="1"/>
              <w:rPr>
                <w:rFonts w:ascii="Times New Roman" w:hAnsi="Times New Roman" w:cs="Times New Roman"/>
                <w:bCs w:val="0"/>
                <w:kern w:val="0"/>
                <w:sz w:val="24"/>
                <w:szCs w:val="24"/>
              </w:rPr>
            </w:pPr>
            <w:r w:rsidRPr="000410ED">
              <w:rPr>
                <w:rFonts w:ascii="Times New Roman" w:hAnsi="Times New Roman" w:cs="Times New Roman"/>
                <w:bCs w:val="0"/>
                <w:kern w:val="0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bCs w:val="0"/>
                <w:kern w:val="0"/>
                <w:sz w:val="24"/>
                <w:szCs w:val="24"/>
              </w:rPr>
              <w:t>главный специалист администрации Пичужинского сельского поселения</w:t>
            </w:r>
          </w:p>
        </w:tc>
      </w:tr>
      <w:tr w:rsidR="0037146D" w:rsidRPr="000410ED" w:rsidTr="00CE7787">
        <w:trPr>
          <w:tblCellSpacing w:w="15" w:type="dxa"/>
        </w:trPr>
        <w:tc>
          <w:tcPr>
            <w:tcW w:w="3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7146D" w:rsidRDefault="0037146D" w:rsidP="00CE7787">
            <w:pPr>
              <w:spacing w:before="100" w:beforeAutospacing="1" w:after="100" w:afterAutospacing="1"/>
              <w:rPr>
                <w:rFonts w:ascii="Times New Roman" w:hAnsi="Times New Roman" w:cs="Times New Roman"/>
                <w:bCs w:val="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 w:val="0"/>
                <w:kern w:val="0"/>
                <w:sz w:val="24"/>
                <w:szCs w:val="24"/>
              </w:rPr>
              <w:t>Прокопова Гюльнара Касумовна</w:t>
            </w:r>
          </w:p>
          <w:p w:rsidR="0037146D" w:rsidRPr="000410ED" w:rsidRDefault="0037146D" w:rsidP="00CE7787">
            <w:pPr>
              <w:spacing w:before="100" w:beforeAutospacing="1" w:after="100" w:afterAutospacing="1"/>
              <w:rPr>
                <w:rFonts w:ascii="Times New Roman" w:hAnsi="Times New Roman" w:cs="Times New Roman"/>
                <w:bCs w:val="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 w:val="0"/>
                <w:kern w:val="0"/>
                <w:sz w:val="24"/>
                <w:szCs w:val="24"/>
              </w:rPr>
              <w:t>Секретарь комиссии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7146D" w:rsidRPr="000410ED" w:rsidRDefault="0037146D" w:rsidP="00CE7787">
            <w:pPr>
              <w:spacing w:before="100" w:beforeAutospacing="1" w:after="100" w:afterAutospacing="1"/>
              <w:rPr>
                <w:rFonts w:ascii="Times New Roman" w:hAnsi="Times New Roman" w:cs="Times New Roman"/>
                <w:bCs w:val="0"/>
                <w:kern w:val="0"/>
                <w:sz w:val="24"/>
                <w:szCs w:val="24"/>
              </w:rPr>
            </w:pPr>
            <w:r w:rsidRPr="000410ED">
              <w:rPr>
                <w:rFonts w:ascii="Times New Roman" w:hAnsi="Times New Roman" w:cs="Times New Roman"/>
                <w:bCs w:val="0"/>
                <w:kern w:val="0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bCs w:val="0"/>
                <w:kern w:val="0"/>
                <w:sz w:val="24"/>
                <w:szCs w:val="24"/>
              </w:rPr>
              <w:t>специалист 1 категории администрации Пичужинского сельского поселения</w:t>
            </w:r>
          </w:p>
        </w:tc>
      </w:tr>
      <w:tr w:rsidR="0037146D" w:rsidRPr="000410ED" w:rsidTr="00CE7787">
        <w:trPr>
          <w:tblCellSpacing w:w="15" w:type="dxa"/>
        </w:trPr>
        <w:tc>
          <w:tcPr>
            <w:tcW w:w="3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7146D" w:rsidRDefault="0037146D" w:rsidP="00CE7787">
            <w:pPr>
              <w:spacing w:before="100" w:beforeAutospacing="1" w:after="100" w:afterAutospacing="1"/>
              <w:rPr>
                <w:rFonts w:ascii="Times New Roman" w:hAnsi="Times New Roman" w:cs="Times New Roman"/>
                <w:bCs w:val="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 w:val="0"/>
                <w:kern w:val="0"/>
                <w:sz w:val="24"/>
                <w:szCs w:val="24"/>
              </w:rPr>
              <w:t>Андреев Сергей Всильевич</w:t>
            </w:r>
          </w:p>
          <w:p w:rsidR="0037146D" w:rsidRPr="000410ED" w:rsidRDefault="0037146D" w:rsidP="00CE7787">
            <w:pPr>
              <w:spacing w:before="100" w:beforeAutospacing="1" w:after="100" w:afterAutospacing="1"/>
              <w:rPr>
                <w:rFonts w:ascii="Times New Roman" w:hAnsi="Times New Roman" w:cs="Times New Roman"/>
                <w:bCs w:val="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 w:val="0"/>
                <w:kern w:val="0"/>
                <w:sz w:val="24"/>
                <w:szCs w:val="24"/>
              </w:rPr>
              <w:t>Член комиссии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7146D" w:rsidRPr="000410ED" w:rsidRDefault="0037146D" w:rsidP="00CE7787">
            <w:pPr>
              <w:spacing w:before="100" w:beforeAutospacing="1" w:after="100" w:afterAutospacing="1"/>
              <w:rPr>
                <w:rFonts w:ascii="Times New Roman" w:hAnsi="Times New Roman" w:cs="Times New Roman"/>
                <w:bCs w:val="0"/>
                <w:kern w:val="0"/>
                <w:sz w:val="24"/>
                <w:szCs w:val="24"/>
              </w:rPr>
            </w:pPr>
            <w:r w:rsidRPr="000410ED">
              <w:rPr>
                <w:rFonts w:ascii="Times New Roman" w:hAnsi="Times New Roman" w:cs="Times New Roman"/>
                <w:bCs w:val="0"/>
                <w:kern w:val="0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bCs w:val="0"/>
                <w:kern w:val="0"/>
                <w:sz w:val="24"/>
                <w:szCs w:val="24"/>
              </w:rPr>
              <w:t>депутат Совета депутатов Пичужинского сельского поселения (по согласованию)</w:t>
            </w:r>
          </w:p>
        </w:tc>
      </w:tr>
      <w:tr w:rsidR="0037146D" w:rsidRPr="000410ED" w:rsidTr="00CE7787">
        <w:trPr>
          <w:tblCellSpacing w:w="15" w:type="dxa"/>
        </w:trPr>
        <w:tc>
          <w:tcPr>
            <w:tcW w:w="3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7146D" w:rsidRDefault="0037146D" w:rsidP="00CE7787">
            <w:pPr>
              <w:spacing w:before="100" w:beforeAutospacing="1" w:after="100" w:afterAutospacing="1"/>
              <w:rPr>
                <w:rFonts w:ascii="Times New Roman" w:hAnsi="Times New Roman" w:cs="Times New Roman"/>
                <w:bCs w:val="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 w:val="0"/>
                <w:kern w:val="0"/>
                <w:sz w:val="24"/>
                <w:szCs w:val="24"/>
              </w:rPr>
              <w:t>Прокопова Анастасия Юрьевна</w:t>
            </w:r>
          </w:p>
          <w:p w:rsidR="0037146D" w:rsidRPr="000410ED" w:rsidRDefault="0037146D" w:rsidP="00CE7787">
            <w:pPr>
              <w:spacing w:before="100" w:beforeAutospacing="1" w:after="100" w:afterAutospacing="1"/>
              <w:rPr>
                <w:rFonts w:ascii="Times New Roman" w:hAnsi="Times New Roman" w:cs="Times New Roman"/>
                <w:bCs w:val="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 w:val="0"/>
                <w:kern w:val="0"/>
                <w:sz w:val="24"/>
                <w:szCs w:val="24"/>
              </w:rPr>
              <w:t>Член комиссии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7146D" w:rsidRPr="000410ED" w:rsidRDefault="0037146D" w:rsidP="00CE7787">
            <w:pPr>
              <w:spacing w:before="100" w:beforeAutospacing="1" w:after="100" w:afterAutospacing="1"/>
              <w:rPr>
                <w:rFonts w:ascii="Times New Roman" w:hAnsi="Times New Roman" w:cs="Times New Roman"/>
                <w:bCs w:val="0"/>
                <w:kern w:val="0"/>
                <w:sz w:val="24"/>
                <w:szCs w:val="24"/>
              </w:rPr>
            </w:pPr>
            <w:r w:rsidRPr="000410ED">
              <w:rPr>
                <w:rFonts w:ascii="Times New Roman" w:hAnsi="Times New Roman" w:cs="Times New Roman"/>
                <w:bCs w:val="0"/>
                <w:kern w:val="0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bCs w:val="0"/>
                <w:kern w:val="0"/>
                <w:sz w:val="24"/>
                <w:szCs w:val="24"/>
              </w:rPr>
              <w:t>депутат Совета депутатов Пичужинского сельского поселения ( по согласованию)</w:t>
            </w:r>
          </w:p>
        </w:tc>
      </w:tr>
    </w:tbl>
    <w:p w:rsidR="0037146D" w:rsidRDefault="0037146D" w:rsidP="005753FB">
      <w:pPr>
        <w:jc w:val="right"/>
        <w:rPr>
          <w:rFonts w:ascii="Times New Roman" w:hAnsi="Times New Roman" w:cs="Times New Roman"/>
          <w:bCs w:val="0"/>
          <w:kern w:val="0"/>
          <w:sz w:val="24"/>
          <w:szCs w:val="24"/>
        </w:rPr>
      </w:pPr>
    </w:p>
    <w:p w:rsidR="0037146D" w:rsidRDefault="0037146D" w:rsidP="005753FB">
      <w:pPr>
        <w:jc w:val="right"/>
        <w:rPr>
          <w:rFonts w:ascii="Times New Roman" w:hAnsi="Times New Roman" w:cs="Times New Roman"/>
          <w:bCs w:val="0"/>
          <w:kern w:val="0"/>
          <w:sz w:val="24"/>
          <w:szCs w:val="24"/>
        </w:rPr>
      </w:pPr>
    </w:p>
    <w:p w:rsidR="0037146D" w:rsidRDefault="0037146D" w:rsidP="005753FB">
      <w:pPr>
        <w:jc w:val="right"/>
        <w:rPr>
          <w:rFonts w:ascii="Times New Roman" w:hAnsi="Times New Roman" w:cs="Times New Roman"/>
          <w:bCs w:val="0"/>
          <w:kern w:val="0"/>
          <w:sz w:val="24"/>
          <w:szCs w:val="24"/>
        </w:rPr>
      </w:pPr>
    </w:p>
    <w:p w:rsidR="0037146D" w:rsidRDefault="0037146D" w:rsidP="005753FB">
      <w:pPr>
        <w:jc w:val="right"/>
        <w:rPr>
          <w:rFonts w:ascii="Times New Roman" w:hAnsi="Times New Roman" w:cs="Times New Roman"/>
          <w:bCs w:val="0"/>
          <w:kern w:val="0"/>
          <w:sz w:val="24"/>
          <w:szCs w:val="24"/>
        </w:rPr>
      </w:pPr>
    </w:p>
    <w:p w:rsidR="0037146D" w:rsidRDefault="0037146D" w:rsidP="005753FB">
      <w:pPr>
        <w:jc w:val="right"/>
        <w:rPr>
          <w:rFonts w:ascii="Times New Roman" w:hAnsi="Times New Roman" w:cs="Times New Roman"/>
          <w:bCs w:val="0"/>
          <w:kern w:val="0"/>
          <w:sz w:val="24"/>
          <w:szCs w:val="24"/>
        </w:rPr>
      </w:pPr>
    </w:p>
    <w:p w:rsidR="0037146D" w:rsidRDefault="0037146D" w:rsidP="005753FB">
      <w:pPr>
        <w:jc w:val="right"/>
        <w:rPr>
          <w:rFonts w:ascii="Times New Roman" w:hAnsi="Times New Roman" w:cs="Times New Roman"/>
          <w:bCs w:val="0"/>
          <w:kern w:val="0"/>
          <w:sz w:val="24"/>
          <w:szCs w:val="24"/>
        </w:rPr>
      </w:pPr>
    </w:p>
    <w:p w:rsidR="0037146D" w:rsidRDefault="0037146D" w:rsidP="005753FB">
      <w:pPr>
        <w:jc w:val="right"/>
        <w:rPr>
          <w:rFonts w:ascii="Times New Roman" w:hAnsi="Times New Roman" w:cs="Times New Roman"/>
          <w:bCs w:val="0"/>
          <w:kern w:val="0"/>
          <w:sz w:val="24"/>
          <w:szCs w:val="24"/>
        </w:rPr>
      </w:pPr>
    </w:p>
    <w:p w:rsidR="0037146D" w:rsidRDefault="0037146D" w:rsidP="005753FB">
      <w:pPr>
        <w:jc w:val="right"/>
        <w:rPr>
          <w:rFonts w:ascii="Times New Roman" w:hAnsi="Times New Roman" w:cs="Times New Roman"/>
          <w:bCs w:val="0"/>
          <w:kern w:val="0"/>
          <w:sz w:val="24"/>
          <w:szCs w:val="24"/>
        </w:rPr>
      </w:pPr>
    </w:p>
    <w:p w:rsidR="0037146D" w:rsidRDefault="0037146D" w:rsidP="005753FB">
      <w:pPr>
        <w:jc w:val="right"/>
        <w:rPr>
          <w:rFonts w:ascii="Times New Roman" w:hAnsi="Times New Roman" w:cs="Times New Roman"/>
          <w:bCs w:val="0"/>
          <w:kern w:val="0"/>
          <w:sz w:val="24"/>
          <w:szCs w:val="24"/>
        </w:rPr>
      </w:pPr>
    </w:p>
    <w:p w:rsidR="0037146D" w:rsidRDefault="0037146D" w:rsidP="005753FB">
      <w:pPr>
        <w:jc w:val="right"/>
        <w:rPr>
          <w:rFonts w:ascii="Times New Roman" w:hAnsi="Times New Roman" w:cs="Times New Roman"/>
          <w:bCs w:val="0"/>
          <w:kern w:val="0"/>
          <w:sz w:val="24"/>
          <w:szCs w:val="24"/>
        </w:rPr>
      </w:pPr>
    </w:p>
    <w:p w:rsidR="0037146D" w:rsidRDefault="0037146D" w:rsidP="005753FB">
      <w:pPr>
        <w:jc w:val="right"/>
        <w:rPr>
          <w:rFonts w:ascii="Times New Roman" w:hAnsi="Times New Roman" w:cs="Times New Roman"/>
          <w:bCs w:val="0"/>
          <w:kern w:val="0"/>
          <w:sz w:val="24"/>
          <w:szCs w:val="24"/>
        </w:rPr>
      </w:pPr>
    </w:p>
    <w:p w:rsidR="0037146D" w:rsidRDefault="0037146D" w:rsidP="005753FB">
      <w:pPr>
        <w:jc w:val="right"/>
        <w:rPr>
          <w:rFonts w:ascii="Times New Roman" w:hAnsi="Times New Roman" w:cs="Times New Roman"/>
          <w:bCs w:val="0"/>
          <w:kern w:val="0"/>
          <w:sz w:val="24"/>
          <w:szCs w:val="24"/>
        </w:rPr>
      </w:pPr>
    </w:p>
    <w:p w:rsidR="0037146D" w:rsidRDefault="0037146D" w:rsidP="005753FB">
      <w:pPr>
        <w:jc w:val="right"/>
        <w:rPr>
          <w:rFonts w:ascii="Times New Roman" w:hAnsi="Times New Roman" w:cs="Times New Roman"/>
          <w:bCs w:val="0"/>
          <w:kern w:val="0"/>
          <w:sz w:val="24"/>
          <w:szCs w:val="24"/>
        </w:rPr>
      </w:pPr>
    </w:p>
    <w:p w:rsidR="0037146D" w:rsidRDefault="0037146D" w:rsidP="005753FB">
      <w:pPr>
        <w:jc w:val="right"/>
        <w:rPr>
          <w:rFonts w:ascii="Times New Roman" w:hAnsi="Times New Roman" w:cs="Times New Roman"/>
          <w:bCs w:val="0"/>
          <w:kern w:val="0"/>
          <w:sz w:val="24"/>
          <w:szCs w:val="24"/>
        </w:rPr>
      </w:pPr>
    </w:p>
    <w:p w:rsidR="0037146D" w:rsidRDefault="0037146D" w:rsidP="005753FB">
      <w:pPr>
        <w:jc w:val="right"/>
        <w:rPr>
          <w:rFonts w:ascii="Times New Roman" w:hAnsi="Times New Roman" w:cs="Times New Roman"/>
          <w:bCs w:val="0"/>
          <w:kern w:val="0"/>
          <w:sz w:val="24"/>
          <w:szCs w:val="24"/>
        </w:rPr>
      </w:pPr>
    </w:p>
    <w:p w:rsidR="0037146D" w:rsidRDefault="0037146D" w:rsidP="005753FB">
      <w:pPr>
        <w:jc w:val="right"/>
        <w:rPr>
          <w:rFonts w:ascii="Times New Roman" w:hAnsi="Times New Roman" w:cs="Times New Roman"/>
          <w:bCs w:val="0"/>
          <w:kern w:val="0"/>
          <w:sz w:val="24"/>
          <w:szCs w:val="24"/>
        </w:rPr>
      </w:pPr>
    </w:p>
    <w:p w:rsidR="0037146D" w:rsidRDefault="0037146D" w:rsidP="005753FB">
      <w:pPr>
        <w:jc w:val="right"/>
        <w:rPr>
          <w:rFonts w:ascii="Times New Roman" w:hAnsi="Times New Roman" w:cs="Times New Roman"/>
          <w:bCs w:val="0"/>
          <w:kern w:val="0"/>
          <w:sz w:val="24"/>
          <w:szCs w:val="24"/>
        </w:rPr>
      </w:pPr>
    </w:p>
    <w:p w:rsidR="0037146D" w:rsidRDefault="0037146D" w:rsidP="005753FB">
      <w:pPr>
        <w:jc w:val="right"/>
        <w:rPr>
          <w:rFonts w:ascii="Times New Roman" w:hAnsi="Times New Roman" w:cs="Times New Roman"/>
          <w:bCs w:val="0"/>
          <w:kern w:val="0"/>
          <w:sz w:val="24"/>
          <w:szCs w:val="24"/>
        </w:rPr>
      </w:pPr>
    </w:p>
    <w:p w:rsidR="0037146D" w:rsidRDefault="0037146D" w:rsidP="005753FB">
      <w:pPr>
        <w:jc w:val="right"/>
        <w:rPr>
          <w:rFonts w:ascii="Times New Roman" w:hAnsi="Times New Roman" w:cs="Times New Roman"/>
          <w:bCs w:val="0"/>
          <w:kern w:val="0"/>
          <w:sz w:val="24"/>
          <w:szCs w:val="24"/>
        </w:rPr>
      </w:pPr>
    </w:p>
    <w:p w:rsidR="0037146D" w:rsidRDefault="0037146D" w:rsidP="005753FB">
      <w:pPr>
        <w:jc w:val="right"/>
        <w:rPr>
          <w:rFonts w:ascii="Times New Roman" w:hAnsi="Times New Roman" w:cs="Times New Roman"/>
          <w:bCs w:val="0"/>
          <w:kern w:val="0"/>
          <w:sz w:val="24"/>
          <w:szCs w:val="24"/>
        </w:rPr>
      </w:pPr>
    </w:p>
    <w:p w:rsidR="0037146D" w:rsidRDefault="0037146D" w:rsidP="005753FB">
      <w:pPr>
        <w:jc w:val="right"/>
        <w:rPr>
          <w:rFonts w:ascii="Times New Roman" w:hAnsi="Times New Roman" w:cs="Times New Roman"/>
          <w:bCs w:val="0"/>
          <w:kern w:val="0"/>
          <w:sz w:val="24"/>
          <w:szCs w:val="24"/>
        </w:rPr>
      </w:pPr>
      <w:r>
        <w:rPr>
          <w:rFonts w:ascii="Times New Roman" w:hAnsi="Times New Roman" w:cs="Times New Roman"/>
          <w:bCs w:val="0"/>
          <w:kern w:val="0"/>
          <w:sz w:val="24"/>
          <w:szCs w:val="24"/>
        </w:rPr>
        <w:t>Приложение 2</w:t>
      </w:r>
      <w:r>
        <w:rPr>
          <w:rFonts w:ascii="Times New Roman" w:hAnsi="Times New Roman" w:cs="Times New Roman"/>
          <w:bCs w:val="0"/>
          <w:kern w:val="0"/>
          <w:sz w:val="24"/>
          <w:szCs w:val="24"/>
        </w:rPr>
        <w:br/>
        <w:t>Утверждено</w:t>
      </w:r>
    </w:p>
    <w:p w:rsidR="0037146D" w:rsidRDefault="0037146D" w:rsidP="005753FB">
      <w:pPr>
        <w:jc w:val="right"/>
        <w:rPr>
          <w:rFonts w:ascii="Times New Roman" w:hAnsi="Times New Roman" w:cs="Times New Roman"/>
          <w:bCs w:val="0"/>
          <w:kern w:val="0"/>
          <w:sz w:val="24"/>
          <w:szCs w:val="24"/>
        </w:rPr>
      </w:pPr>
      <w:r>
        <w:rPr>
          <w:rFonts w:ascii="Times New Roman" w:hAnsi="Times New Roman" w:cs="Times New Roman"/>
          <w:bCs w:val="0"/>
          <w:kern w:val="0"/>
          <w:sz w:val="24"/>
          <w:szCs w:val="24"/>
        </w:rPr>
        <w:t xml:space="preserve">постановлением </w:t>
      </w:r>
      <w:r w:rsidRPr="000410ED">
        <w:rPr>
          <w:rFonts w:ascii="Times New Roman" w:hAnsi="Times New Roman" w:cs="Times New Roman"/>
          <w:bCs w:val="0"/>
          <w:kern w:val="0"/>
          <w:sz w:val="24"/>
          <w:szCs w:val="24"/>
        </w:rPr>
        <w:br/>
      </w:r>
      <w:r>
        <w:rPr>
          <w:rFonts w:ascii="Times New Roman" w:hAnsi="Times New Roman" w:cs="Times New Roman"/>
          <w:bCs w:val="0"/>
          <w:kern w:val="0"/>
          <w:sz w:val="24"/>
          <w:szCs w:val="24"/>
        </w:rPr>
        <w:t>администрации Пичужинского</w:t>
      </w:r>
    </w:p>
    <w:p w:rsidR="0037146D" w:rsidRDefault="0037146D" w:rsidP="005753FB">
      <w:pPr>
        <w:jc w:val="right"/>
        <w:rPr>
          <w:rFonts w:ascii="Times New Roman" w:hAnsi="Times New Roman" w:cs="Times New Roman"/>
          <w:bCs w:val="0"/>
          <w:kern w:val="0"/>
          <w:sz w:val="24"/>
          <w:szCs w:val="24"/>
        </w:rPr>
      </w:pPr>
      <w:r>
        <w:rPr>
          <w:rFonts w:ascii="Times New Roman" w:hAnsi="Times New Roman" w:cs="Times New Roman"/>
          <w:bCs w:val="0"/>
          <w:kern w:val="0"/>
          <w:sz w:val="24"/>
          <w:szCs w:val="24"/>
        </w:rPr>
        <w:t xml:space="preserve"> сельского поселения</w:t>
      </w:r>
      <w:r w:rsidRPr="000410ED">
        <w:rPr>
          <w:rFonts w:ascii="Times New Roman" w:hAnsi="Times New Roman" w:cs="Times New Roman"/>
          <w:bCs w:val="0"/>
          <w:kern w:val="0"/>
          <w:sz w:val="24"/>
          <w:szCs w:val="24"/>
        </w:rPr>
        <w:br/>
        <w:t xml:space="preserve">от </w:t>
      </w:r>
      <w:r>
        <w:rPr>
          <w:rFonts w:ascii="Times New Roman" w:hAnsi="Times New Roman" w:cs="Times New Roman"/>
          <w:bCs w:val="0"/>
          <w:kern w:val="0"/>
          <w:sz w:val="24"/>
          <w:szCs w:val="24"/>
        </w:rPr>
        <w:t>20 ноября</w:t>
      </w:r>
      <w:r w:rsidRPr="000410ED">
        <w:rPr>
          <w:rFonts w:ascii="Times New Roman" w:hAnsi="Times New Roman" w:cs="Times New Roman"/>
          <w:bCs w:val="0"/>
          <w:kern w:val="0"/>
          <w:sz w:val="24"/>
          <w:szCs w:val="24"/>
        </w:rPr>
        <w:t xml:space="preserve"> 2015 года N </w:t>
      </w:r>
      <w:r>
        <w:rPr>
          <w:rFonts w:ascii="Times New Roman" w:hAnsi="Times New Roman" w:cs="Times New Roman"/>
          <w:bCs w:val="0"/>
          <w:kern w:val="0"/>
          <w:sz w:val="24"/>
          <w:szCs w:val="24"/>
        </w:rPr>
        <w:t>107</w:t>
      </w:r>
    </w:p>
    <w:p w:rsidR="0037146D" w:rsidRPr="000410ED" w:rsidRDefault="0037146D" w:rsidP="005753FB">
      <w:pPr>
        <w:jc w:val="right"/>
        <w:rPr>
          <w:rFonts w:ascii="Times New Roman" w:hAnsi="Times New Roman" w:cs="Times New Roman"/>
          <w:bCs w:val="0"/>
          <w:kern w:val="0"/>
          <w:sz w:val="24"/>
          <w:szCs w:val="24"/>
        </w:rPr>
      </w:pPr>
    </w:p>
    <w:p w:rsidR="0037146D" w:rsidRDefault="0037146D" w:rsidP="005753FB">
      <w:pPr>
        <w:jc w:val="center"/>
        <w:rPr>
          <w:rFonts w:ascii="Times New Roman" w:hAnsi="Times New Roman" w:cs="Times New Roman"/>
          <w:b/>
          <w:bCs w:val="0"/>
          <w:kern w:val="0"/>
          <w:sz w:val="22"/>
          <w:szCs w:val="22"/>
        </w:rPr>
      </w:pPr>
      <w:r w:rsidRPr="000410ED">
        <w:rPr>
          <w:rFonts w:ascii="Times New Roman" w:hAnsi="Times New Roman" w:cs="Times New Roman"/>
          <w:b/>
          <w:bCs w:val="0"/>
          <w:kern w:val="0"/>
          <w:sz w:val="22"/>
          <w:szCs w:val="22"/>
        </w:rPr>
        <w:t>ПОЛОЖЕНИЕ О КОМИССИИ ПО ОРГАНИЗАЦИИ И ПРОВЕДЕНИЮ ТОРГОВ</w:t>
      </w:r>
    </w:p>
    <w:p w:rsidR="0037146D" w:rsidRDefault="0037146D" w:rsidP="005753FB">
      <w:pPr>
        <w:jc w:val="center"/>
        <w:rPr>
          <w:rFonts w:ascii="Times New Roman" w:hAnsi="Times New Roman" w:cs="Times New Roman"/>
          <w:b/>
          <w:bCs w:val="0"/>
          <w:kern w:val="0"/>
          <w:sz w:val="22"/>
          <w:szCs w:val="22"/>
        </w:rPr>
      </w:pPr>
      <w:r w:rsidRPr="000410ED">
        <w:rPr>
          <w:rFonts w:ascii="Times New Roman" w:hAnsi="Times New Roman" w:cs="Times New Roman"/>
          <w:b/>
          <w:bCs w:val="0"/>
          <w:kern w:val="0"/>
          <w:sz w:val="22"/>
          <w:szCs w:val="22"/>
        </w:rPr>
        <w:t xml:space="preserve">ПО ПРОДАЖЕ ЗЕМЕЛЬНЫХ УЧАСТКОВ В СОБСТВЕННОСТЬ, ПРАВА НА ЗАКЛЮЧЕНИЕ ДОГОВОРОВ АРЕНДЫ ЗЕМЕЛЬНЫХ УЧАСТКОВ, НАХОДЯЩИХСЯ В СОБСТВЕННОСТИ </w:t>
      </w:r>
      <w:r>
        <w:rPr>
          <w:rFonts w:ascii="Times New Roman" w:hAnsi="Times New Roman" w:cs="Times New Roman"/>
          <w:b/>
          <w:bCs w:val="0"/>
          <w:kern w:val="0"/>
          <w:sz w:val="22"/>
          <w:szCs w:val="22"/>
        </w:rPr>
        <w:t>ПИЧУЖИНСКОГО СЕЛЬСКОГО ПОСЕЛЕНИЯ</w:t>
      </w:r>
      <w:r w:rsidRPr="000410ED">
        <w:rPr>
          <w:rFonts w:ascii="Times New Roman" w:hAnsi="Times New Roman" w:cs="Times New Roman"/>
          <w:b/>
          <w:bCs w:val="0"/>
          <w:kern w:val="0"/>
          <w:sz w:val="22"/>
          <w:szCs w:val="22"/>
        </w:rPr>
        <w:t xml:space="preserve">, ЗЕМЕЛЬНЫХ УЧАСТКОВ, ГОСУДАРСТВЕННАЯ СОБСТВЕННОСТЬ НА КОТОРЫЕ </w:t>
      </w:r>
    </w:p>
    <w:p w:rsidR="0037146D" w:rsidRDefault="0037146D" w:rsidP="005753FB">
      <w:pPr>
        <w:jc w:val="center"/>
        <w:rPr>
          <w:rFonts w:ascii="Times New Roman" w:hAnsi="Times New Roman" w:cs="Times New Roman"/>
          <w:b/>
          <w:bCs w:val="0"/>
          <w:kern w:val="0"/>
          <w:sz w:val="22"/>
          <w:szCs w:val="22"/>
        </w:rPr>
      </w:pPr>
      <w:r w:rsidRPr="000410ED">
        <w:rPr>
          <w:rFonts w:ascii="Times New Roman" w:hAnsi="Times New Roman" w:cs="Times New Roman"/>
          <w:b/>
          <w:bCs w:val="0"/>
          <w:kern w:val="0"/>
          <w:sz w:val="22"/>
          <w:szCs w:val="22"/>
        </w:rPr>
        <w:t>НЕ РАЗГРАНИЧЕНА</w:t>
      </w:r>
    </w:p>
    <w:p w:rsidR="0037146D" w:rsidRPr="000410ED" w:rsidRDefault="0037146D" w:rsidP="005753FB">
      <w:pPr>
        <w:jc w:val="both"/>
        <w:rPr>
          <w:rFonts w:ascii="Times New Roman" w:hAnsi="Times New Roman" w:cs="Times New Roman"/>
          <w:b/>
          <w:bCs w:val="0"/>
          <w:kern w:val="0"/>
          <w:sz w:val="22"/>
          <w:szCs w:val="22"/>
        </w:rPr>
      </w:pPr>
    </w:p>
    <w:p w:rsidR="0037146D" w:rsidRPr="000410ED" w:rsidRDefault="0037146D" w:rsidP="0024756B">
      <w:pPr>
        <w:jc w:val="center"/>
        <w:outlineLvl w:val="2"/>
        <w:rPr>
          <w:rFonts w:ascii="Times New Roman" w:hAnsi="Times New Roman" w:cs="Times New Roman"/>
          <w:b/>
          <w:kern w:val="0"/>
          <w:sz w:val="24"/>
          <w:szCs w:val="24"/>
        </w:rPr>
      </w:pPr>
      <w:r w:rsidRPr="000410ED">
        <w:rPr>
          <w:rFonts w:ascii="Times New Roman" w:hAnsi="Times New Roman" w:cs="Times New Roman"/>
          <w:b/>
          <w:kern w:val="0"/>
          <w:sz w:val="24"/>
          <w:szCs w:val="24"/>
        </w:rPr>
        <w:t>1. Общие положения</w:t>
      </w:r>
    </w:p>
    <w:p w:rsidR="0037146D" w:rsidRPr="00EA5878" w:rsidRDefault="0037146D" w:rsidP="009643C4">
      <w:pPr>
        <w:rPr>
          <w:rFonts w:ascii="Times New Roman" w:hAnsi="Times New Roman" w:cs="Times New Roman"/>
          <w:bCs w:val="0"/>
          <w:kern w:val="0"/>
          <w:sz w:val="24"/>
          <w:szCs w:val="24"/>
        </w:rPr>
      </w:pPr>
      <w:r w:rsidRPr="000410ED">
        <w:rPr>
          <w:rFonts w:ascii="Times New Roman" w:hAnsi="Times New Roman" w:cs="Times New Roman"/>
          <w:bCs w:val="0"/>
          <w:kern w:val="0"/>
          <w:sz w:val="24"/>
          <w:szCs w:val="24"/>
        </w:rPr>
        <w:t xml:space="preserve">1.1. Настоящее Положение определяет компетенцию и организационные основы </w:t>
      </w:r>
      <w:bookmarkStart w:id="0" w:name="_GoBack"/>
      <w:bookmarkEnd w:id="0"/>
      <w:r w:rsidRPr="000410ED">
        <w:rPr>
          <w:rFonts w:ascii="Times New Roman" w:hAnsi="Times New Roman" w:cs="Times New Roman"/>
          <w:bCs w:val="0"/>
          <w:kern w:val="0"/>
          <w:sz w:val="24"/>
          <w:szCs w:val="24"/>
        </w:rPr>
        <w:t xml:space="preserve">деятельности комиссии по организации и проведению торгов по продаже земельных участков в собственность, права на заключение договоров аренды земельных участков, находящихся в собственности </w:t>
      </w:r>
      <w:r>
        <w:rPr>
          <w:rFonts w:ascii="Times New Roman" w:hAnsi="Times New Roman" w:cs="Times New Roman"/>
          <w:bCs w:val="0"/>
          <w:kern w:val="0"/>
          <w:sz w:val="24"/>
          <w:szCs w:val="24"/>
        </w:rPr>
        <w:t>Пичужинского сельского поселения</w:t>
      </w:r>
      <w:r w:rsidRPr="000410ED">
        <w:rPr>
          <w:rFonts w:ascii="Times New Roman" w:hAnsi="Times New Roman" w:cs="Times New Roman"/>
          <w:bCs w:val="0"/>
          <w:kern w:val="0"/>
          <w:sz w:val="24"/>
          <w:szCs w:val="24"/>
        </w:rPr>
        <w:t>, а также земельных участков, государственная собственно</w:t>
      </w:r>
      <w:r>
        <w:rPr>
          <w:rFonts w:ascii="Times New Roman" w:hAnsi="Times New Roman" w:cs="Times New Roman"/>
          <w:bCs w:val="0"/>
          <w:kern w:val="0"/>
          <w:sz w:val="24"/>
          <w:szCs w:val="24"/>
        </w:rPr>
        <w:t xml:space="preserve">сть на которые не разграничена </w:t>
      </w:r>
      <w:r w:rsidRPr="000410ED">
        <w:rPr>
          <w:rFonts w:ascii="Times New Roman" w:hAnsi="Times New Roman" w:cs="Times New Roman"/>
          <w:bCs w:val="0"/>
          <w:kern w:val="0"/>
          <w:sz w:val="24"/>
          <w:szCs w:val="24"/>
        </w:rPr>
        <w:t>(далее - комиссия).</w:t>
      </w:r>
      <w:r w:rsidRPr="000410ED">
        <w:rPr>
          <w:rFonts w:ascii="Times New Roman" w:hAnsi="Times New Roman" w:cs="Times New Roman"/>
          <w:bCs w:val="0"/>
          <w:kern w:val="0"/>
          <w:sz w:val="24"/>
          <w:szCs w:val="24"/>
        </w:rPr>
        <w:br/>
      </w:r>
      <w:r w:rsidRPr="000410ED">
        <w:rPr>
          <w:rFonts w:ascii="Times New Roman" w:hAnsi="Times New Roman" w:cs="Times New Roman"/>
          <w:bCs w:val="0"/>
          <w:kern w:val="0"/>
          <w:sz w:val="16"/>
          <w:szCs w:val="16"/>
        </w:rPr>
        <w:br/>
      </w:r>
      <w:r w:rsidRPr="000410ED">
        <w:rPr>
          <w:rFonts w:ascii="Times New Roman" w:hAnsi="Times New Roman" w:cs="Times New Roman"/>
          <w:bCs w:val="0"/>
          <w:kern w:val="0"/>
          <w:sz w:val="24"/>
          <w:szCs w:val="24"/>
        </w:rPr>
        <w:t xml:space="preserve">1.2. </w:t>
      </w:r>
      <w:r w:rsidRPr="00EA5878">
        <w:rPr>
          <w:rFonts w:ascii="Times New Roman" w:hAnsi="Times New Roman" w:cs="Times New Roman"/>
          <w:bCs w:val="0"/>
          <w:kern w:val="0"/>
          <w:sz w:val="24"/>
          <w:szCs w:val="24"/>
        </w:rPr>
        <w:t xml:space="preserve">В своей деятельности комиссия руководствуется действующим законодательством Российской Федерации, муниципальными правовыми актами Дубовского муниципального района Волгоградской области, Уставом </w:t>
      </w:r>
      <w:r>
        <w:rPr>
          <w:rFonts w:ascii="Times New Roman" w:hAnsi="Times New Roman" w:cs="Times New Roman"/>
          <w:bCs w:val="0"/>
          <w:kern w:val="0"/>
          <w:sz w:val="24"/>
          <w:szCs w:val="24"/>
        </w:rPr>
        <w:t>Пичужинского</w:t>
      </w:r>
      <w:r w:rsidRPr="00EA5878">
        <w:rPr>
          <w:rFonts w:ascii="Times New Roman" w:hAnsi="Times New Roman" w:cs="Times New Roman"/>
          <w:bCs w:val="0"/>
          <w:kern w:val="0"/>
          <w:sz w:val="24"/>
          <w:szCs w:val="24"/>
        </w:rPr>
        <w:t xml:space="preserve"> сельского поселения, настоящим Положением.</w:t>
      </w:r>
    </w:p>
    <w:p w:rsidR="0037146D" w:rsidRPr="000410ED" w:rsidRDefault="0037146D" w:rsidP="009643C4">
      <w:pPr>
        <w:rPr>
          <w:rFonts w:ascii="Times New Roman" w:hAnsi="Times New Roman" w:cs="Times New Roman"/>
          <w:bCs w:val="0"/>
          <w:kern w:val="0"/>
          <w:sz w:val="24"/>
          <w:szCs w:val="24"/>
        </w:rPr>
      </w:pPr>
      <w:r w:rsidRPr="000410ED">
        <w:rPr>
          <w:rFonts w:ascii="Times New Roman" w:hAnsi="Times New Roman" w:cs="Times New Roman"/>
          <w:bCs w:val="0"/>
          <w:kern w:val="0"/>
          <w:sz w:val="16"/>
          <w:szCs w:val="16"/>
        </w:rPr>
        <w:br/>
      </w:r>
      <w:r w:rsidRPr="000410ED">
        <w:rPr>
          <w:rFonts w:ascii="Times New Roman" w:hAnsi="Times New Roman" w:cs="Times New Roman"/>
          <w:bCs w:val="0"/>
          <w:kern w:val="0"/>
          <w:sz w:val="24"/>
          <w:szCs w:val="24"/>
        </w:rPr>
        <w:t>1.3. Комиссия является постоянно действующим органом.</w:t>
      </w:r>
    </w:p>
    <w:p w:rsidR="0037146D" w:rsidRPr="000410ED" w:rsidRDefault="0037146D" w:rsidP="0024756B">
      <w:pPr>
        <w:jc w:val="center"/>
        <w:outlineLvl w:val="2"/>
        <w:rPr>
          <w:rFonts w:ascii="Times New Roman" w:hAnsi="Times New Roman" w:cs="Times New Roman"/>
          <w:b/>
          <w:kern w:val="0"/>
          <w:sz w:val="24"/>
          <w:szCs w:val="24"/>
        </w:rPr>
      </w:pPr>
      <w:r w:rsidRPr="000410ED">
        <w:rPr>
          <w:rFonts w:ascii="Times New Roman" w:hAnsi="Times New Roman" w:cs="Times New Roman"/>
          <w:b/>
          <w:kern w:val="0"/>
          <w:sz w:val="24"/>
          <w:szCs w:val="24"/>
        </w:rPr>
        <w:t>2. Компетенция комиссии</w:t>
      </w:r>
    </w:p>
    <w:p w:rsidR="0037146D" w:rsidRDefault="0037146D" w:rsidP="009643C4">
      <w:pPr>
        <w:rPr>
          <w:rFonts w:ascii="Times New Roman" w:hAnsi="Times New Roman" w:cs="Times New Roman"/>
          <w:bCs w:val="0"/>
          <w:kern w:val="0"/>
          <w:sz w:val="24"/>
          <w:szCs w:val="24"/>
        </w:rPr>
      </w:pPr>
      <w:r w:rsidRPr="000410ED">
        <w:rPr>
          <w:rFonts w:ascii="Times New Roman" w:hAnsi="Times New Roman" w:cs="Times New Roman"/>
          <w:bCs w:val="0"/>
          <w:kern w:val="0"/>
          <w:sz w:val="24"/>
          <w:szCs w:val="24"/>
        </w:rPr>
        <w:t xml:space="preserve">2.1. Основной задачей комиссии является представление интересов продавца </w:t>
      </w:r>
      <w:r>
        <w:rPr>
          <w:rFonts w:ascii="Times New Roman" w:hAnsi="Times New Roman" w:cs="Times New Roman"/>
          <w:bCs w:val="0"/>
          <w:kern w:val="0"/>
          <w:sz w:val="24"/>
          <w:szCs w:val="24"/>
        </w:rPr>
        <w:t>–администрации Пичужинского сельского поселения</w:t>
      </w:r>
      <w:r w:rsidRPr="000410ED">
        <w:rPr>
          <w:rFonts w:ascii="Times New Roman" w:hAnsi="Times New Roman" w:cs="Times New Roman"/>
          <w:bCs w:val="0"/>
          <w:kern w:val="0"/>
          <w:sz w:val="24"/>
          <w:szCs w:val="24"/>
        </w:rPr>
        <w:t xml:space="preserve"> при проведении торгов по продаже земельных участков в собственность, права на заключение договоров аренды земельных участков, находящихся в собственности </w:t>
      </w:r>
      <w:r>
        <w:rPr>
          <w:rFonts w:ascii="Times New Roman" w:hAnsi="Times New Roman" w:cs="Times New Roman"/>
          <w:bCs w:val="0"/>
          <w:kern w:val="0"/>
          <w:sz w:val="24"/>
          <w:szCs w:val="24"/>
        </w:rPr>
        <w:t>Пичужинского сельского поселения</w:t>
      </w:r>
      <w:r w:rsidRPr="000410ED">
        <w:rPr>
          <w:rFonts w:ascii="Times New Roman" w:hAnsi="Times New Roman" w:cs="Times New Roman"/>
          <w:bCs w:val="0"/>
          <w:kern w:val="0"/>
          <w:sz w:val="24"/>
          <w:szCs w:val="24"/>
        </w:rPr>
        <w:t>, а также земельных участков, государственная собственность на которые не разграничена, (далее - торги).</w:t>
      </w:r>
      <w:r w:rsidRPr="000410ED">
        <w:rPr>
          <w:rFonts w:ascii="Times New Roman" w:hAnsi="Times New Roman" w:cs="Times New Roman"/>
          <w:bCs w:val="0"/>
          <w:kern w:val="0"/>
          <w:sz w:val="24"/>
          <w:szCs w:val="24"/>
        </w:rPr>
        <w:br/>
      </w:r>
      <w:r w:rsidRPr="000410ED">
        <w:rPr>
          <w:rFonts w:ascii="Times New Roman" w:hAnsi="Times New Roman" w:cs="Times New Roman"/>
          <w:bCs w:val="0"/>
          <w:kern w:val="0"/>
          <w:sz w:val="16"/>
          <w:szCs w:val="16"/>
        </w:rPr>
        <w:br/>
      </w:r>
      <w:r w:rsidRPr="000410ED">
        <w:rPr>
          <w:rFonts w:ascii="Times New Roman" w:hAnsi="Times New Roman" w:cs="Times New Roman"/>
          <w:bCs w:val="0"/>
          <w:kern w:val="0"/>
          <w:sz w:val="24"/>
          <w:szCs w:val="24"/>
        </w:rPr>
        <w:t>2.2. Основными функциями комиссии являются:</w:t>
      </w:r>
      <w:r w:rsidRPr="000410ED">
        <w:rPr>
          <w:rFonts w:ascii="Times New Roman" w:hAnsi="Times New Roman" w:cs="Times New Roman"/>
          <w:bCs w:val="0"/>
          <w:kern w:val="0"/>
          <w:sz w:val="24"/>
          <w:szCs w:val="24"/>
        </w:rPr>
        <w:br/>
      </w:r>
      <w:r w:rsidRPr="000410ED">
        <w:rPr>
          <w:rFonts w:ascii="Times New Roman" w:hAnsi="Times New Roman" w:cs="Times New Roman"/>
          <w:bCs w:val="0"/>
          <w:kern w:val="0"/>
          <w:sz w:val="16"/>
          <w:szCs w:val="16"/>
        </w:rPr>
        <w:br/>
      </w:r>
      <w:r w:rsidRPr="000410ED">
        <w:rPr>
          <w:rFonts w:ascii="Times New Roman" w:hAnsi="Times New Roman" w:cs="Times New Roman"/>
          <w:bCs w:val="0"/>
          <w:kern w:val="0"/>
          <w:sz w:val="24"/>
          <w:szCs w:val="24"/>
        </w:rPr>
        <w:t>2.2.1. Принятие решения о проведении аукциона по продаже земельного участка в собственность, права на заключение договора аренды земельного участка, в том числе аукциона по продаже земельного участка в собственность и права на заключение договора аренды земельного участка.</w:t>
      </w:r>
      <w:r w:rsidRPr="000410ED">
        <w:rPr>
          <w:rFonts w:ascii="Times New Roman" w:hAnsi="Times New Roman" w:cs="Times New Roman"/>
          <w:bCs w:val="0"/>
          <w:kern w:val="0"/>
          <w:sz w:val="24"/>
          <w:szCs w:val="24"/>
        </w:rPr>
        <w:br/>
      </w:r>
      <w:r w:rsidRPr="000410ED">
        <w:rPr>
          <w:rFonts w:ascii="Times New Roman" w:hAnsi="Times New Roman" w:cs="Times New Roman"/>
          <w:bCs w:val="0"/>
          <w:kern w:val="0"/>
          <w:sz w:val="16"/>
          <w:szCs w:val="16"/>
        </w:rPr>
        <w:br/>
      </w:r>
      <w:r w:rsidRPr="000410ED">
        <w:rPr>
          <w:rFonts w:ascii="Times New Roman" w:hAnsi="Times New Roman" w:cs="Times New Roman"/>
          <w:bCs w:val="0"/>
          <w:kern w:val="0"/>
          <w:sz w:val="24"/>
          <w:szCs w:val="24"/>
        </w:rPr>
        <w:t xml:space="preserve">2.2.2. Принятие решения о подготовке торгов по продаже земельных участков, находящихся в собственности </w:t>
      </w:r>
      <w:r>
        <w:rPr>
          <w:rFonts w:ascii="Times New Roman" w:hAnsi="Times New Roman" w:cs="Times New Roman"/>
          <w:bCs w:val="0"/>
          <w:kern w:val="0"/>
          <w:sz w:val="24"/>
          <w:szCs w:val="24"/>
        </w:rPr>
        <w:t>Пичужинского сельского поселения</w:t>
      </w:r>
      <w:r w:rsidRPr="000410ED">
        <w:rPr>
          <w:rFonts w:ascii="Times New Roman" w:hAnsi="Times New Roman" w:cs="Times New Roman"/>
          <w:bCs w:val="0"/>
          <w:kern w:val="0"/>
          <w:sz w:val="24"/>
          <w:szCs w:val="24"/>
        </w:rPr>
        <w:t>, а также земельных участков, государственная собственность на которые не разграничена</w:t>
      </w:r>
      <w:r>
        <w:rPr>
          <w:rFonts w:ascii="Times New Roman" w:hAnsi="Times New Roman" w:cs="Times New Roman"/>
          <w:bCs w:val="0"/>
          <w:kern w:val="0"/>
          <w:sz w:val="24"/>
          <w:szCs w:val="24"/>
        </w:rPr>
        <w:t>.</w:t>
      </w:r>
    </w:p>
    <w:p w:rsidR="0037146D" w:rsidRPr="000410ED" w:rsidRDefault="0037146D" w:rsidP="009643C4">
      <w:pPr>
        <w:rPr>
          <w:rFonts w:ascii="Times New Roman" w:hAnsi="Times New Roman" w:cs="Times New Roman"/>
          <w:bCs w:val="0"/>
          <w:kern w:val="0"/>
          <w:sz w:val="24"/>
          <w:szCs w:val="24"/>
        </w:rPr>
      </w:pPr>
      <w:r w:rsidRPr="000410ED">
        <w:rPr>
          <w:rFonts w:ascii="Times New Roman" w:hAnsi="Times New Roman" w:cs="Times New Roman"/>
          <w:bCs w:val="0"/>
          <w:kern w:val="0"/>
          <w:sz w:val="16"/>
          <w:szCs w:val="16"/>
        </w:rPr>
        <w:br/>
      </w:r>
      <w:r w:rsidRPr="000410ED">
        <w:rPr>
          <w:rFonts w:ascii="Times New Roman" w:hAnsi="Times New Roman" w:cs="Times New Roman"/>
          <w:bCs w:val="0"/>
          <w:kern w:val="0"/>
          <w:sz w:val="24"/>
          <w:szCs w:val="24"/>
        </w:rPr>
        <w:t>2.2.3. Рассмотрение заявок на участие в торгах, поданных юридическими и физическими лицами (далее - претенденты).</w:t>
      </w:r>
    </w:p>
    <w:p w:rsidR="0037146D" w:rsidRPr="000410ED" w:rsidRDefault="0037146D" w:rsidP="009643C4">
      <w:pPr>
        <w:rPr>
          <w:rFonts w:ascii="Times New Roman" w:hAnsi="Times New Roman" w:cs="Times New Roman"/>
          <w:bCs w:val="0"/>
          <w:kern w:val="0"/>
          <w:sz w:val="24"/>
          <w:szCs w:val="24"/>
        </w:rPr>
      </w:pPr>
      <w:r w:rsidRPr="000410ED">
        <w:rPr>
          <w:rFonts w:ascii="Times New Roman" w:hAnsi="Times New Roman" w:cs="Times New Roman"/>
          <w:bCs w:val="0"/>
          <w:kern w:val="0"/>
          <w:sz w:val="24"/>
          <w:szCs w:val="24"/>
        </w:rPr>
        <w:t>2.2.5. Принятие решения о признании претендентов участниками торгов или об отказе в допуске претендентов к участию в торгах.</w:t>
      </w:r>
      <w:r w:rsidRPr="000410ED">
        <w:rPr>
          <w:rFonts w:ascii="Times New Roman" w:hAnsi="Times New Roman" w:cs="Times New Roman"/>
          <w:bCs w:val="0"/>
          <w:kern w:val="0"/>
          <w:sz w:val="24"/>
          <w:szCs w:val="24"/>
        </w:rPr>
        <w:br/>
      </w:r>
      <w:r w:rsidRPr="000410ED">
        <w:rPr>
          <w:rFonts w:ascii="Times New Roman" w:hAnsi="Times New Roman" w:cs="Times New Roman"/>
          <w:bCs w:val="0"/>
          <w:kern w:val="0"/>
          <w:sz w:val="16"/>
          <w:szCs w:val="16"/>
        </w:rPr>
        <w:br/>
      </w:r>
      <w:r w:rsidRPr="000410ED">
        <w:rPr>
          <w:rFonts w:ascii="Times New Roman" w:hAnsi="Times New Roman" w:cs="Times New Roman"/>
          <w:bCs w:val="0"/>
          <w:kern w:val="0"/>
          <w:sz w:val="24"/>
          <w:szCs w:val="24"/>
        </w:rPr>
        <w:t>2.2.6. Проведение торгов в порядке, установленном действующим законодательством Российской Федерации.</w:t>
      </w:r>
      <w:r w:rsidRPr="000410ED">
        <w:rPr>
          <w:rFonts w:ascii="Times New Roman" w:hAnsi="Times New Roman" w:cs="Times New Roman"/>
          <w:bCs w:val="0"/>
          <w:kern w:val="0"/>
          <w:sz w:val="24"/>
          <w:szCs w:val="24"/>
        </w:rPr>
        <w:br/>
      </w:r>
      <w:r w:rsidRPr="000410ED">
        <w:rPr>
          <w:rFonts w:ascii="Times New Roman" w:hAnsi="Times New Roman" w:cs="Times New Roman"/>
          <w:bCs w:val="0"/>
          <w:kern w:val="0"/>
          <w:sz w:val="16"/>
          <w:szCs w:val="16"/>
        </w:rPr>
        <w:br/>
      </w:r>
      <w:r w:rsidRPr="000410ED">
        <w:rPr>
          <w:rFonts w:ascii="Times New Roman" w:hAnsi="Times New Roman" w:cs="Times New Roman"/>
          <w:bCs w:val="0"/>
          <w:kern w:val="0"/>
          <w:sz w:val="24"/>
          <w:szCs w:val="24"/>
        </w:rPr>
        <w:t>2.2.7. Подписание протокола о результатах торгов.</w:t>
      </w:r>
      <w:r w:rsidRPr="000410ED">
        <w:rPr>
          <w:rFonts w:ascii="Times New Roman" w:hAnsi="Times New Roman" w:cs="Times New Roman"/>
          <w:bCs w:val="0"/>
          <w:kern w:val="0"/>
          <w:sz w:val="24"/>
          <w:szCs w:val="24"/>
        </w:rPr>
        <w:br/>
      </w:r>
      <w:r w:rsidRPr="000410ED">
        <w:rPr>
          <w:rFonts w:ascii="Times New Roman" w:hAnsi="Times New Roman" w:cs="Times New Roman"/>
          <w:bCs w:val="0"/>
          <w:kern w:val="0"/>
          <w:sz w:val="16"/>
          <w:szCs w:val="16"/>
        </w:rPr>
        <w:br/>
      </w:r>
      <w:r w:rsidRPr="000410ED">
        <w:rPr>
          <w:rFonts w:ascii="Times New Roman" w:hAnsi="Times New Roman" w:cs="Times New Roman"/>
          <w:bCs w:val="0"/>
          <w:kern w:val="0"/>
          <w:sz w:val="24"/>
          <w:szCs w:val="24"/>
        </w:rPr>
        <w:t>2.2.8. Принятие решения о снижении начальной цены предмета торгов без проведения повторной оценки в случае признания торгов несостоявшимися и повторном проведении торгов.</w:t>
      </w:r>
      <w:r w:rsidRPr="000410ED">
        <w:rPr>
          <w:rFonts w:ascii="Times New Roman" w:hAnsi="Times New Roman" w:cs="Times New Roman"/>
          <w:bCs w:val="0"/>
          <w:kern w:val="0"/>
          <w:sz w:val="24"/>
          <w:szCs w:val="24"/>
        </w:rPr>
        <w:br/>
      </w:r>
      <w:r w:rsidRPr="000410ED">
        <w:rPr>
          <w:rFonts w:ascii="Times New Roman" w:hAnsi="Times New Roman" w:cs="Times New Roman"/>
          <w:bCs w:val="0"/>
          <w:kern w:val="0"/>
          <w:sz w:val="16"/>
          <w:szCs w:val="16"/>
        </w:rPr>
        <w:br/>
      </w:r>
      <w:r w:rsidRPr="000410ED">
        <w:rPr>
          <w:rFonts w:ascii="Times New Roman" w:hAnsi="Times New Roman" w:cs="Times New Roman"/>
          <w:bCs w:val="0"/>
          <w:kern w:val="0"/>
          <w:sz w:val="24"/>
          <w:szCs w:val="24"/>
        </w:rPr>
        <w:t>2.2.9. Принятие решения об отказе в проведении торгов.</w:t>
      </w:r>
    </w:p>
    <w:p w:rsidR="0037146D" w:rsidRPr="000410ED" w:rsidRDefault="0037146D" w:rsidP="00691F5D">
      <w:pPr>
        <w:jc w:val="center"/>
        <w:outlineLvl w:val="2"/>
        <w:rPr>
          <w:rFonts w:ascii="Times New Roman" w:hAnsi="Times New Roman" w:cs="Times New Roman"/>
          <w:b/>
          <w:kern w:val="0"/>
          <w:sz w:val="24"/>
          <w:szCs w:val="24"/>
        </w:rPr>
      </w:pPr>
      <w:r w:rsidRPr="000410ED">
        <w:rPr>
          <w:rFonts w:ascii="Times New Roman" w:hAnsi="Times New Roman" w:cs="Times New Roman"/>
          <w:b/>
          <w:kern w:val="0"/>
          <w:sz w:val="24"/>
          <w:szCs w:val="24"/>
        </w:rPr>
        <w:t>3. Организация деятельности комиссии</w:t>
      </w:r>
    </w:p>
    <w:p w:rsidR="0037146D" w:rsidRDefault="0037146D" w:rsidP="009643C4">
      <w:pPr>
        <w:rPr>
          <w:rFonts w:ascii="Times New Roman" w:hAnsi="Times New Roman" w:cs="Times New Roman"/>
          <w:bCs w:val="0"/>
          <w:kern w:val="0"/>
          <w:sz w:val="24"/>
          <w:szCs w:val="24"/>
        </w:rPr>
      </w:pPr>
      <w:r w:rsidRPr="000410ED">
        <w:rPr>
          <w:rFonts w:ascii="Times New Roman" w:hAnsi="Times New Roman" w:cs="Times New Roman"/>
          <w:bCs w:val="0"/>
          <w:kern w:val="0"/>
          <w:sz w:val="24"/>
          <w:szCs w:val="24"/>
        </w:rPr>
        <w:t xml:space="preserve">3.1. Состав комиссии и последующие его изменения утверждаются </w:t>
      </w:r>
      <w:r>
        <w:rPr>
          <w:rFonts w:ascii="Times New Roman" w:hAnsi="Times New Roman" w:cs="Times New Roman"/>
          <w:bCs w:val="0"/>
          <w:kern w:val="0"/>
          <w:sz w:val="24"/>
          <w:szCs w:val="24"/>
        </w:rPr>
        <w:t>постановлением администрации Пичужинского сельского поселения</w:t>
      </w:r>
      <w:r w:rsidRPr="000410ED">
        <w:rPr>
          <w:rFonts w:ascii="Times New Roman" w:hAnsi="Times New Roman" w:cs="Times New Roman"/>
          <w:bCs w:val="0"/>
          <w:kern w:val="0"/>
          <w:sz w:val="24"/>
          <w:szCs w:val="24"/>
        </w:rPr>
        <w:t>.</w:t>
      </w:r>
      <w:r w:rsidRPr="000410ED">
        <w:rPr>
          <w:rFonts w:ascii="Times New Roman" w:hAnsi="Times New Roman" w:cs="Times New Roman"/>
          <w:bCs w:val="0"/>
          <w:kern w:val="0"/>
          <w:sz w:val="24"/>
          <w:szCs w:val="24"/>
        </w:rPr>
        <w:br/>
      </w:r>
      <w:r w:rsidRPr="000410ED">
        <w:rPr>
          <w:rFonts w:ascii="Times New Roman" w:hAnsi="Times New Roman" w:cs="Times New Roman"/>
          <w:bCs w:val="0"/>
          <w:kern w:val="0"/>
          <w:sz w:val="16"/>
          <w:szCs w:val="16"/>
        </w:rPr>
        <w:br/>
      </w:r>
      <w:r w:rsidRPr="000410ED">
        <w:rPr>
          <w:rFonts w:ascii="Times New Roman" w:hAnsi="Times New Roman" w:cs="Times New Roman"/>
          <w:bCs w:val="0"/>
          <w:kern w:val="0"/>
          <w:sz w:val="24"/>
          <w:szCs w:val="24"/>
        </w:rPr>
        <w:t xml:space="preserve">3.2. В состав комиссии входят председатель комиссии, заместитель председателя комиссии, секретарь комиссии и члены комиссии - представители </w:t>
      </w:r>
      <w:r>
        <w:rPr>
          <w:rFonts w:ascii="Times New Roman" w:hAnsi="Times New Roman" w:cs="Times New Roman"/>
          <w:bCs w:val="0"/>
          <w:kern w:val="0"/>
          <w:sz w:val="24"/>
          <w:szCs w:val="24"/>
        </w:rPr>
        <w:t>администрации Пичужинского сельского поселения.</w:t>
      </w:r>
    </w:p>
    <w:p w:rsidR="0037146D" w:rsidRPr="00032BE6" w:rsidRDefault="0037146D" w:rsidP="009643C4">
      <w:pPr>
        <w:rPr>
          <w:rFonts w:ascii="Times New Roman" w:hAnsi="Times New Roman" w:cs="Times New Roman"/>
          <w:bCs w:val="0"/>
          <w:kern w:val="0"/>
          <w:sz w:val="24"/>
          <w:szCs w:val="24"/>
        </w:rPr>
      </w:pPr>
      <w:r w:rsidRPr="000410ED">
        <w:rPr>
          <w:rFonts w:ascii="Times New Roman" w:hAnsi="Times New Roman" w:cs="Times New Roman"/>
          <w:bCs w:val="0"/>
          <w:kern w:val="0"/>
          <w:sz w:val="16"/>
          <w:szCs w:val="16"/>
        </w:rPr>
        <w:br/>
      </w:r>
      <w:r w:rsidRPr="000410ED">
        <w:rPr>
          <w:rFonts w:ascii="Times New Roman" w:hAnsi="Times New Roman" w:cs="Times New Roman"/>
          <w:bCs w:val="0"/>
          <w:kern w:val="0"/>
          <w:sz w:val="24"/>
          <w:szCs w:val="24"/>
        </w:rPr>
        <w:t>3.3. Председатель комиссии:</w:t>
      </w:r>
      <w:r w:rsidRPr="000410ED">
        <w:rPr>
          <w:rFonts w:ascii="Times New Roman" w:hAnsi="Times New Roman" w:cs="Times New Roman"/>
          <w:bCs w:val="0"/>
          <w:kern w:val="0"/>
          <w:sz w:val="24"/>
          <w:szCs w:val="24"/>
        </w:rPr>
        <w:br/>
        <w:t>осуществляет общее руководство деятельностью комиссии;</w:t>
      </w:r>
      <w:r w:rsidRPr="000410ED">
        <w:rPr>
          <w:rFonts w:ascii="Times New Roman" w:hAnsi="Times New Roman" w:cs="Times New Roman"/>
          <w:bCs w:val="0"/>
          <w:kern w:val="0"/>
          <w:sz w:val="24"/>
          <w:szCs w:val="24"/>
        </w:rPr>
        <w:br/>
        <w:t>планирует деятельность комиссии;</w:t>
      </w:r>
      <w:r w:rsidRPr="000410ED">
        <w:rPr>
          <w:rFonts w:ascii="Times New Roman" w:hAnsi="Times New Roman" w:cs="Times New Roman"/>
          <w:bCs w:val="0"/>
          <w:kern w:val="0"/>
          <w:sz w:val="24"/>
          <w:szCs w:val="24"/>
        </w:rPr>
        <w:br/>
        <w:t>созывает и ведет заседания комиссии;</w:t>
      </w:r>
      <w:r w:rsidRPr="000410ED">
        <w:rPr>
          <w:rFonts w:ascii="Times New Roman" w:hAnsi="Times New Roman" w:cs="Times New Roman"/>
          <w:bCs w:val="0"/>
          <w:kern w:val="0"/>
          <w:sz w:val="24"/>
          <w:szCs w:val="24"/>
        </w:rPr>
        <w:br/>
        <w:t>дает поручения заместителю председателя комиссии и членам комиссии;</w:t>
      </w:r>
      <w:r w:rsidRPr="000410ED">
        <w:rPr>
          <w:rFonts w:ascii="Times New Roman" w:hAnsi="Times New Roman" w:cs="Times New Roman"/>
          <w:bCs w:val="0"/>
          <w:kern w:val="0"/>
          <w:sz w:val="24"/>
          <w:szCs w:val="24"/>
        </w:rPr>
        <w:br/>
        <w:t>формирует повестку дня заседания комиссии;</w:t>
      </w:r>
      <w:r w:rsidRPr="000410ED">
        <w:rPr>
          <w:rFonts w:ascii="Times New Roman" w:hAnsi="Times New Roman" w:cs="Times New Roman"/>
          <w:bCs w:val="0"/>
          <w:kern w:val="0"/>
          <w:sz w:val="24"/>
          <w:szCs w:val="24"/>
        </w:rPr>
        <w:br/>
        <w:t>подписывает от имени комиссии все документы по вопросам, входящим в компетенцию комиссии.</w:t>
      </w:r>
      <w:r w:rsidRPr="000410ED">
        <w:rPr>
          <w:rFonts w:ascii="Times New Roman" w:hAnsi="Times New Roman" w:cs="Times New Roman"/>
          <w:bCs w:val="0"/>
          <w:kern w:val="0"/>
          <w:sz w:val="16"/>
          <w:szCs w:val="16"/>
        </w:rPr>
        <w:br/>
      </w:r>
      <w:r w:rsidRPr="000410ED">
        <w:rPr>
          <w:rFonts w:ascii="Times New Roman" w:hAnsi="Times New Roman" w:cs="Times New Roman"/>
          <w:bCs w:val="0"/>
          <w:kern w:val="0"/>
          <w:sz w:val="24"/>
          <w:szCs w:val="24"/>
        </w:rPr>
        <w:t>Функции председателя комиссии в его отсутствие осуществляет его заместитель.</w:t>
      </w:r>
      <w:r w:rsidRPr="000410ED">
        <w:rPr>
          <w:rFonts w:ascii="Times New Roman" w:hAnsi="Times New Roman" w:cs="Times New Roman"/>
          <w:bCs w:val="0"/>
          <w:kern w:val="0"/>
          <w:sz w:val="24"/>
          <w:szCs w:val="24"/>
        </w:rPr>
        <w:br/>
      </w:r>
      <w:r w:rsidRPr="000410ED">
        <w:rPr>
          <w:rFonts w:ascii="Times New Roman" w:hAnsi="Times New Roman" w:cs="Times New Roman"/>
          <w:bCs w:val="0"/>
          <w:kern w:val="0"/>
          <w:sz w:val="16"/>
          <w:szCs w:val="16"/>
        </w:rPr>
        <w:br/>
      </w:r>
      <w:r w:rsidRPr="000410ED">
        <w:rPr>
          <w:rFonts w:ascii="Times New Roman" w:hAnsi="Times New Roman" w:cs="Times New Roman"/>
          <w:bCs w:val="0"/>
          <w:kern w:val="0"/>
          <w:sz w:val="24"/>
          <w:szCs w:val="24"/>
        </w:rPr>
        <w:t>3.4. Секретарь комиссии:</w:t>
      </w:r>
      <w:r w:rsidRPr="000410ED">
        <w:rPr>
          <w:rFonts w:ascii="Times New Roman" w:hAnsi="Times New Roman" w:cs="Times New Roman"/>
          <w:bCs w:val="0"/>
          <w:kern w:val="0"/>
          <w:sz w:val="16"/>
          <w:szCs w:val="16"/>
        </w:rPr>
        <w:br/>
      </w:r>
      <w:r w:rsidRPr="000410ED">
        <w:rPr>
          <w:rFonts w:ascii="Times New Roman" w:hAnsi="Times New Roman" w:cs="Times New Roman"/>
          <w:bCs w:val="0"/>
          <w:kern w:val="0"/>
          <w:sz w:val="24"/>
          <w:szCs w:val="24"/>
        </w:rPr>
        <w:t>осуществляет работу по подготовке документов для рассмотрения на заседании комиссии;</w:t>
      </w:r>
      <w:r w:rsidRPr="000410ED">
        <w:rPr>
          <w:rFonts w:ascii="Times New Roman" w:hAnsi="Times New Roman" w:cs="Times New Roman"/>
          <w:bCs w:val="0"/>
          <w:kern w:val="0"/>
          <w:sz w:val="24"/>
          <w:szCs w:val="24"/>
        </w:rPr>
        <w:br/>
        <w:t>оповещает членов комиссии о месте, времени проведения заседания комиссии, повестке дня;</w:t>
      </w:r>
      <w:r w:rsidRPr="000410ED">
        <w:rPr>
          <w:rFonts w:ascii="Times New Roman" w:hAnsi="Times New Roman" w:cs="Times New Roman"/>
          <w:bCs w:val="0"/>
          <w:kern w:val="0"/>
          <w:sz w:val="24"/>
          <w:szCs w:val="24"/>
        </w:rPr>
        <w:br/>
        <w:t>обеспечивает заблаговременное представление членам комиссии документов по вопросам повестки дня заседания комиссии;</w:t>
      </w:r>
      <w:r w:rsidRPr="000410ED">
        <w:rPr>
          <w:rFonts w:ascii="Times New Roman" w:hAnsi="Times New Roman" w:cs="Times New Roman"/>
          <w:bCs w:val="0"/>
          <w:kern w:val="0"/>
          <w:sz w:val="24"/>
          <w:szCs w:val="24"/>
        </w:rPr>
        <w:br/>
        <w:t>ведет и оформляет протокол заседания комиссии;</w:t>
      </w:r>
      <w:r w:rsidRPr="000410ED">
        <w:rPr>
          <w:rFonts w:ascii="Times New Roman" w:hAnsi="Times New Roman" w:cs="Times New Roman"/>
          <w:bCs w:val="0"/>
          <w:kern w:val="0"/>
          <w:sz w:val="24"/>
          <w:szCs w:val="24"/>
        </w:rPr>
        <w:br/>
        <w:t>обеспечивает сохранность документов, связанных с деятельностью комиссии.</w:t>
      </w:r>
      <w:r w:rsidRPr="000410ED">
        <w:rPr>
          <w:rFonts w:ascii="Times New Roman" w:hAnsi="Times New Roman" w:cs="Times New Roman"/>
          <w:bCs w:val="0"/>
          <w:kern w:val="0"/>
          <w:sz w:val="24"/>
          <w:szCs w:val="24"/>
        </w:rPr>
        <w:br/>
        <w:t>функции секретаря комиссии в его отсутствие осуществляет один из присутствующих членов комиссии.</w:t>
      </w:r>
      <w:r w:rsidRPr="000410ED">
        <w:rPr>
          <w:rFonts w:ascii="Times New Roman" w:hAnsi="Times New Roman" w:cs="Times New Roman"/>
          <w:bCs w:val="0"/>
          <w:kern w:val="0"/>
          <w:sz w:val="24"/>
          <w:szCs w:val="24"/>
        </w:rPr>
        <w:br/>
      </w:r>
      <w:r w:rsidRPr="000410ED">
        <w:rPr>
          <w:rFonts w:ascii="Times New Roman" w:hAnsi="Times New Roman" w:cs="Times New Roman"/>
          <w:bCs w:val="0"/>
          <w:kern w:val="0"/>
          <w:sz w:val="16"/>
          <w:szCs w:val="16"/>
        </w:rPr>
        <w:br/>
      </w:r>
      <w:r w:rsidRPr="000410ED">
        <w:rPr>
          <w:rFonts w:ascii="Times New Roman" w:hAnsi="Times New Roman" w:cs="Times New Roman"/>
          <w:bCs w:val="0"/>
          <w:kern w:val="0"/>
          <w:sz w:val="24"/>
          <w:szCs w:val="24"/>
        </w:rPr>
        <w:t>3.5. Заседание комиссии проводит председатель комиссии, а в его отсутствие - заместитель председателя комиссии.</w:t>
      </w:r>
      <w:r w:rsidRPr="000410ED">
        <w:rPr>
          <w:rFonts w:ascii="Times New Roman" w:hAnsi="Times New Roman" w:cs="Times New Roman"/>
          <w:bCs w:val="0"/>
          <w:kern w:val="0"/>
          <w:sz w:val="24"/>
          <w:szCs w:val="24"/>
        </w:rPr>
        <w:br/>
      </w:r>
      <w:r w:rsidRPr="000410ED">
        <w:rPr>
          <w:rFonts w:ascii="Times New Roman" w:hAnsi="Times New Roman" w:cs="Times New Roman"/>
          <w:bCs w:val="0"/>
          <w:kern w:val="0"/>
          <w:sz w:val="16"/>
          <w:szCs w:val="16"/>
        </w:rPr>
        <w:br/>
      </w:r>
      <w:r w:rsidRPr="000410ED">
        <w:rPr>
          <w:rFonts w:ascii="Times New Roman" w:hAnsi="Times New Roman" w:cs="Times New Roman"/>
          <w:bCs w:val="0"/>
          <w:kern w:val="0"/>
          <w:sz w:val="24"/>
          <w:szCs w:val="24"/>
        </w:rPr>
        <w:t>В случае отсутствия председателя комиссии и заместителя председателя комиссии заседание комиссии проводит один из членов комиссии.</w:t>
      </w:r>
      <w:r w:rsidRPr="000410ED">
        <w:rPr>
          <w:rFonts w:ascii="Times New Roman" w:hAnsi="Times New Roman" w:cs="Times New Roman"/>
          <w:bCs w:val="0"/>
          <w:kern w:val="0"/>
          <w:sz w:val="24"/>
          <w:szCs w:val="24"/>
        </w:rPr>
        <w:br/>
      </w:r>
      <w:r w:rsidRPr="000410ED">
        <w:rPr>
          <w:rFonts w:ascii="Times New Roman" w:hAnsi="Times New Roman" w:cs="Times New Roman"/>
          <w:bCs w:val="0"/>
          <w:kern w:val="0"/>
          <w:sz w:val="16"/>
          <w:szCs w:val="16"/>
        </w:rPr>
        <w:br/>
      </w:r>
      <w:r w:rsidRPr="000410ED">
        <w:rPr>
          <w:rFonts w:ascii="Times New Roman" w:hAnsi="Times New Roman" w:cs="Times New Roman"/>
          <w:bCs w:val="0"/>
          <w:kern w:val="0"/>
          <w:sz w:val="24"/>
          <w:szCs w:val="24"/>
        </w:rPr>
        <w:t>3.6. Члены комиссии участвуют в ее работе лично. Заседание комиссии считается правомочным, если на нем присутствует не менее 50% от общего числа членов комиссии.</w:t>
      </w:r>
      <w:r w:rsidRPr="000410ED">
        <w:rPr>
          <w:rFonts w:ascii="Times New Roman" w:hAnsi="Times New Roman" w:cs="Times New Roman"/>
          <w:bCs w:val="0"/>
          <w:kern w:val="0"/>
          <w:sz w:val="24"/>
          <w:szCs w:val="24"/>
        </w:rPr>
        <w:br/>
      </w:r>
      <w:r w:rsidRPr="000410ED">
        <w:rPr>
          <w:rFonts w:ascii="Times New Roman" w:hAnsi="Times New Roman" w:cs="Times New Roman"/>
          <w:bCs w:val="0"/>
          <w:kern w:val="0"/>
          <w:sz w:val="16"/>
          <w:szCs w:val="16"/>
        </w:rPr>
        <w:br/>
      </w:r>
      <w:r w:rsidRPr="000410ED">
        <w:rPr>
          <w:rFonts w:ascii="Times New Roman" w:hAnsi="Times New Roman" w:cs="Times New Roman"/>
          <w:bCs w:val="0"/>
          <w:kern w:val="0"/>
          <w:sz w:val="24"/>
          <w:szCs w:val="24"/>
        </w:rPr>
        <w:t>3.7. Решение комиссии принимается простым большинством голосов членов комиссии, присутствующих на заседании, путем открытого голосования.</w:t>
      </w:r>
      <w:r w:rsidRPr="000410ED">
        <w:rPr>
          <w:rFonts w:ascii="Times New Roman" w:hAnsi="Times New Roman" w:cs="Times New Roman"/>
          <w:bCs w:val="0"/>
          <w:kern w:val="0"/>
          <w:sz w:val="24"/>
          <w:szCs w:val="24"/>
        </w:rPr>
        <w:br/>
      </w:r>
      <w:r w:rsidRPr="000410ED">
        <w:rPr>
          <w:rFonts w:ascii="Times New Roman" w:hAnsi="Times New Roman" w:cs="Times New Roman"/>
          <w:bCs w:val="0"/>
          <w:kern w:val="0"/>
          <w:sz w:val="16"/>
          <w:szCs w:val="16"/>
        </w:rPr>
        <w:br/>
      </w:r>
      <w:r w:rsidRPr="000410ED">
        <w:rPr>
          <w:rFonts w:ascii="Times New Roman" w:hAnsi="Times New Roman" w:cs="Times New Roman"/>
          <w:bCs w:val="0"/>
          <w:kern w:val="0"/>
          <w:sz w:val="24"/>
          <w:szCs w:val="24"/>
        </w:rPr>
        <w:t>3.8. Решения, принимаемые комиссией в пределах ее компетенции, оформляются протоколом. Протоколы заседаний комиссии подписываются всеми членами комиссии, присутствующими на заседании.</w:t>
      </w:r>
      <w:r w:rsidRPr="000410ED">
        <w:rPr>
          <w:rFonts w:ascii="Times New Roman" w:hAnsi="Times New Roman" w:cs="Times New Roman"/>
          <w:bCs w:val="0"/>
          <w:kern w:val="0"/>
          <w:sz w:val="24"/>
          <w:szCs w:val="24"/>
        </w:rPr>
        <w:br/>
      </w:r>
      <w:r w:rsidRPr="000410ED">
        <w:rPr>
          <w:rFonts w:ascii="Times New Roman" w:hAnsi="Times New Roman" w:cs="Times New Roman"/>
          <w:bCs w:val="0"/>
          <w:kern w:val="0"/>
          <w:sz w:val="16"/>
          <w:szCs w:val="16"/>
        </w:rPr>
        <w:br/>
      </w:r>
      <w:r w:rsidRPr="000410ED">
        <w:rPr>
          <w:rFonts w:ascii="Times New Roman" w:hAnsi="Times New Roman" w:cs="Times New Roman"/>
          <w:bCs w:val="0"/>
          <w:kern w:val="0"/>
          <w:sz w:val="24"/>
          <w:szCs w:val="24"/>
        </w:rPr>
        <w:t xml:space="preserve">Решение о проведении торгов по продаже земельных участков, находящихся в собственности </w:t>
      </w:r>
      <w:r>
        <w:rPr>
          <w:rFonts w:ascii="Times New Roman" w:hAnsi="Times New Roman" w:cs="Times New Roman"/>
          <w:bCs w:val="0"/>
          <w:kern w:val="0"/>
          <w:sz w:val="24"/>
          <w:szCs w:val="24"/>
        </w:rPr>
        <w:t>Пичужинского сельского поселения</w:t>
      </w:r>
      <w:r w:rsidRPr="000410ED">
        <w:rPr>
          <w:rFonts w:ascii="Times New Roman" w:hAnsi="Times New Roman" w:cs="Times New Roman"/>
          <w:bCs w:val="0"/>
          <w:kern w:val="0"/>
          <w:sz w:val="24"/>
          <w:szCs w:val="24"/>
        </w:rPr>
        <w:t xml:space="preserve">, земельных участков, государственная собственность на которые не разграничена, оформляется распорядительным актом </w:t>
      </w:r>
      <w:r>
        <w:rPr>
          <w:rFonts w:ascii="Times New Roman" w:hAnsi="Times New Roman" w:cs="Times New Roman"/>
          <w:bCs w:val="0"/>
          <w:kern w:val="0"/>
          <w:sz w:val="24"/>
          <w:szCs w:val="24"/>
        </w:rPr>
        <w:t>администрации Пичужинского сельского поселения.</w:t>
      </w:r>
      <w:r w:rsidRPr="000410ED">
        <w:rPr>
          <w:rFonts w:ascii="Times New Roman" w:hAnsi="Times New Roman" w:cs="Times New Roman"/>
          <w:bCs w:val="0"/>
          <w:kern w:val="0"/>
          <w:sz w:val="24"/>
          <w:szCs w:val="24"/>
        </w:rPr>
        <w:br/>
      </w:r>
    </w:p>
    <w:p w:rsidR="0037146D" w:rsidRDefault="0037146D" w:rsidP="005753FB">
      <w:pPr>
        <w:spacing w:before="100" w:beforeAutospacing="1" w:after="100" w:afterAutospacing="1"/>
        <w:rPr>
          <w:rFonts w:ascii="Times New Roman" w:hAnsi="Times New Roman" w:cs="Times New Roman"/>
          <w:bCs w:val="0"/>
          <w:kern w:val="0"/>
          <w:sz w:val="24"/>
          <w:szCs w:val="24"/>
        </w:rPr>
      </w:pPr>
    </w:p>
    <w:p w:rsidR="0037146D" w:rsidRDefault="0037146D" w:rsidP="005753FB">
      <w:pPr>
        <w:jc w:val="right"/>
        <w:rPr>
          <w:rFonts w:ascii="Times New Roman" w:hAnsi="Times New Roman" w:cs="Times New Roman"/>
          <w:bCs w:val="0"/>
          <w:kern w:val="0"/>
          <w:sz w:val="24"/>
          <w:szCs w:val="24"/>
        </w:rPr>
      </w:pPr>
      <w:r>
        <w:rPr>
          <w:rFonts w:ascii="Times New Roman" w:hAnsi="Times New Roman" w:cs="Times New Roman"/>
          <w:bCs w:val="0"/>
          <w:kern w:val="0"/>
          <w:sz w:val="24"/>
          <w:szCs w:val="24"/>
        </w:rPr>
        <w:t>П</w:t>
      </w:r>
      <w:r w:rsidRPr="000410ED">
        <w:rPr>
          <w:rFonts w:ascii="Times New Roman" w:hAnsi="Times New Roman" w:cs="Times New Roman"/>
          <w:bCs w:val="0"/>
          <w:kern w:val="0"/>
          <w:sz w:val="24"/>
          <w:szCs w:val="24"/>
        </w:rPr>
        <w:t xml:space="preserve">риложение </w:t>
      </w:r>
      <w:r>
        <w:rPr>
          <w:rFonts w:ascii="Times New Roman" w:hAnsi="Times New Roman" w:cs="Times New Roman"/>
          <w:bCs w:val="0"/>
          <w:kern w:val="0"/>
          <w:sz w:val="24"/>
          <w:szCs w:val="24"/>
        </w:rPr>
        <w:t>3</w:t>
      </w:r>
      <w:r w:rsidRPr="000410ED">
        <w:rPr>
          <w:rFonts w:ascii="Times New Roman" w:hAnsi="Times New Roman" w:cs="Times New Roman"/>
          <w:bCs w:val="0"/>
          <w:kern w:val="0"/>
          <w:sz w:val="24"/>
          <w:szCs w:val="24"/>
        </w:rPr>
        <w:br/>
        <w:t>Утверждено</w:t>
      </w:r>
      <w:r w:rsidRPr="000410ED">
        <w:rPr>
          <w:rFonts w:ascii="Times New Roman" w:hAnsi="Times New Roman" w:cs="Times New Roman"/>
          <w:bCs w:val="0"/>
          <w:kern w:val="0"/>
          <w:sz w:val="24"/>
          <w:szCs w:val="24"/>
        </w:rPr>
        <w:br/>
      </w:r>
      <w:r>
        <w:rPr>
          <w:rFonts w:ascii="Times New Roman" w:hAnsi="Times New Roman" w:cs="Times New Roman"/>
          <w:bCs w:val="0"/>
          <w:kern w:val="0"/>
          <w:sz w:val="24"/>
          <w:szCs w:val="24"/>
        </w:rPr>
        <w:t xml:space="preserve">постановлением </w:t>
      </w:r>
      <w:r w:rsidRPr="000410ED">
        <w:rPr>
          <w:rFonts w:ascii="Times New Roman" w:hAnsi="Times New Roman" w:cs="Times New Roman"/>
          <w:bCs w:val="0"/>
          <w:kern w:val="0"/>
          <w:sz w:val="24"/>
          <w:szCs w:val="24"/>
        </w:rPr>
        <w:br/>
      </w:r>
      <w:r>
        <w:rPr>
          <w:rFonts w:ascii="Times New Roman" w:hAnsi="Times New Roman" w:cs="Times New Roman"/>
          <w:bCs w:val="0"/>
          <w:kern w:val="0"/>
          <w:sz w:val="24"/>
          <w:szCs w:val="24"/>
        </w:rPr>
        <w:t>администрации Пичужинского</w:t>
      </w:r>
    </w:p>
    <w:p w:rsidR="0037146D" w:rsidRDefault="0037146D" w:rsidP="005753FB">
      <w:pPr>
        <w:jc w:val="right"/>
        <w:rPr>
          <w:rFonts w:ascii="Times New Roman" w:hAnsi="Times New Roman" w:cs="Times New Roman"/>
          <w:bCs w:val="0"/>
          <w:kern w:val="0"/>
          <w:sz w:val="24"/>
          <w:szCs w:val="24"/>
        </w:rPr>
      </w:pPr>
      <w:r>
        <w:rPr>
          <w:rFonts w:ascii="Times New Roman" w:hAnsi="Times New Roman" w:cs="Times New Roman"/>
          <w:bCs w:val="0"/>
          <w:kern w:val="0"/>
          <w:sz w:val="24"/>
          <w:szCs w:val="24"/>
        </w:rPr>
        <w:t xml:space="preserve"> сельского поселения</w:t>
      </w:r>
      <w:r w:rsidRPr="000410ED">
        <w:rPr>
          <w:rFonts w:ascii="Times New Roman" w:hAnsi="Times New Roman" w:cs="Times New Roman"/>
          <w:bCs w:val="0"/>
          <w:kern w:val="0"/>
          <w:sz w:val="24"/>
          <w:szCs w:val="24"/>
        </w:rPr>
        <w:br/>
        <w:t xml:space="preserve">от </w:t>
      </w:r>
      <w:r>
        <w:rPr>
          <w:rFonts w:ascii="Times New Roman" w:hAnsi="Times New Roman" w:cs="Times New Roman"/>
          <w:bCs w:val="0"/>
          <w:kern w:val="0"/>
          <w:sz w:val="24"/>
          <w:szCs w:val="24"/>
        </w:rPr>
        <w:t>20 ноября</w:t>
      </w:r>
      <w:r w:rsidRPr="000410ED">
        <w:rPr>
          <w:rFonts w:ascii="Times New Roman" w:hAnsi="Times New Roman" w:cs="Times New Roman"/>
          <w:bCs w:val="0"/>
          <w:kern w:val="0"/>
          <w:sz w:val="24"/>
          <w:szCs w:val="24"/>
        </w:rPr>
        <w:t xml:space="preserve"> 2015 года N </w:t>
      </w:r>
      <w:r>
        <w:rPr>
          <w:rFonts w:ascii="Times New Roman" w:hAnsi="Times New Roman" w:cs="Times New Roman"/>
          <w:bCs w:val="0"/>
          <w:kern w:val="0"/>
          <w:sz w:val="24"/>
          <w:szCs w:val="24"/>
        </w:rPr>
        <w:t>107</w:t>
      </w:r>
    </w:p>
    <w:p w:rsidR="0037146D" w:rsidRPr="00306C26" w:rsidRDefault="0037146D" w:rsidP="005753FB">
      <w:pPr>
        <w:pStyle w:val="ListParagraph"/>
        <w:ind w:left="-567"/>
        <w:jc w:val="center"/>
        <w:rPr>
          <w:rFonts w:ascii="Times New Roman" w:hAnsi="Times New Roman" w:cs="Times New Roman"/>
          <w:b/>
          <w:bCs w:val="0"/>
          <w:kern w:val="0"/>
          <w:sz w:val="22"/>
          <w:szCs w:val="22"/>
        </w:rPr>
      </w:pPr>
    </w:p>
    <w:p w:rsidR="0037146D" w:rsidRPr="00306C26" w:rsidRDefault="0037146D" w:rsidP="005753FB">
      <w:pPr>
        <w:pStyle w:val="ListParagraph"/>
        <w:ind w:left="-567"/>
        <w:jc w:val="center"/>
        <w:rPr>
          <w:rFonts w:ascii="Times New Roman" w:hAnsi="Times New Roman" w:cs="Times New Roman"/>
          <w:b/>
          <w:bCs w:val="0"/>
          <w:kern w:val="0"/>
          <w:sz w:val="22"/>
          <w:szCs w:val="22"/>
        </w:rPr>
      </w:pPr>
      <w:r w:rsidRPr="00306C26">
        <w:rPr>
          <w:rFonts w:ascii="Times New Roman" w:hAnsi="Times New Roman" w:cs="Times New Roman"/>
          <w:b/>
          <w:bCs w:val="0"/>
          <w:kern w:val="0"/>
          <w:sz w:val="22"/>
          <w:szCs w:val="22"/>
        </w:rPr>
        <w:t>ТИПОВАЯ ФОРМА ЗАЯВКИ НА УЧАСТИЕ В АУКЦИОНЕ</w:t>
      </w:r>
    </w:p>
    <w:p w:rsidR="0037146D" w:rsidRPr="00CF2D75" w:rsidRDefault="0037146D" w:rsidP="005753FB">
      <w:pPr>
        <w:pStyle w:val="ListParagraph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</w:p>
    <w:p w:rsidR="0037146D" w:rsidRDefault="0037146D" w:rsidP="005753FB">
      <w:pPr>
        <w:pStyle w:val="ListParagraph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_________________________________________________________________________________________ </w:t>
      </w:r>
    </w:p>
    <w:p w:rsidR="0037146D" w:rsidRPr="003C3013" w:rsidRDefault="0037146D" w:rsidP="005753FB">
      <w:pPr>
        <w:pStyle w:val="ListParagraph"/>
        <w:ind w:left="-567"/>
        <w:jc w:val="center"/>
        <w:rPr>
          <w:rFonts w:ascii="Times New Roman" w:hAnsi="Times New Roman" w:cs="Times New Roman"/>
          <w:bCs w:val="0"/>
          <w:kern w:val="0"/>
          <w:sz w:val="16"/>
          <w:szCs w:val="16"/>
        </w:rPr>
      </w:pPr>
      <w:r w:rsidRPr="003C3013">
        <w:rPr>
          <w:rFonts w:ascii="Times New Roman" w:hAnsi="Times New Roman" w:cs="Times New Roman"/>
          <w:bCs w:val="0"/>
          <w:kern w:val="0"/>
          <w:sz w:val="16"/>
          <w:szCs w:val="16"/>
        </w:rPr>
        <w:t>(наименование предмета торгов)</w:t>
      </w:r>
    </w:p>
    <w:p w:rsidR="0037146D" w:rsidRPr="00CF2D75" w:rsidRDefault="0037146D" w:rsidP="005753FB">
      <w:pPr>
        <w:pStyle w:val="ListParagraph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>
        <w:rPr>
          <w:rFonts w:ascii="Times New Roman" w:hAnsi="Times New Roman" w:cs="Times New Roman"/>
          <w:bCs w:val="0"/>
          <w:kern w:val="0"/>
          <w:sz w:val="22"/>
          <w:szCs w:val="22"/>
        </w:rPr>
        <w:t>Заявитель</w:t>
      </w: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_________________________________________________________________________________</w:t>
      </w:r>
    </w:p>
    <w:p w:rsidR="0037146D" w:rsidRPr="00CF2D75" w:rsidRDefault="0037146D" w:rsidP="005753FB">
      <w:pPr>
        <w:pStyle w:val="ListParagraph"/>
        <w:ind w:left="-567"/>
        <w:rPr>
          <w:rFonts w:ascii="Times New Roman" w:hAnsi="Times New Roman" w:cs="Times New Roman"/>
          <w:bCs w:val="0"/>
          <w:kern w:val="0"/>
          <w:sz w:val="16"/>
          <w:szCs w:val="16"/>
        </w:rPr>
      </w:pPr>
      <w:r w:rsidRPr="00CF2D75">
        <w:rPr>
          <w:rFonts w:ascii="Times New Roman" w:hAnsi="Times New Roman" w:cs="Times New Roman"/>
          <w:bCs w:val="0"/>
          <w:kern w:val="0"/>
          <w:sz w:val="16"/>
          <w:szCs w:val="16"/>
        </w:rPr>
        <w:t>(полное наименование юридического лица или фамилия, имя, отчество и паспортные данные физического лица, подающего заявку)</w:t>
      </w:r>
    </w:p>
    <w:p w:rsidR="0037146D" w:rsidRPr="00CF2D75" w:rsidRDefault="0037146D" w:rsidP="005753FB">
      <w:pPr>
        <w:pStyle w:val="ListParagraph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__________________________________________________________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>_______________________________</w:t>
      </w: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,</w:t>
      </w:r>
    </w:p>
    <w:p w:rsidR="0037146D" w:rsidRPr="00CF2D75" w:rsidRDefault="0037146D" w:rsidP="005753FB">
      <w:pPr>
        <w:pStyle w:val="ListParagraph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</w:p>
    <w:p w:rsidR="0037146D" w:rsidRPr="00CF2D75" w:rsidRDefault="0037146D" w:rsidP="005753FB">
      <w:pPr>
        <w:pStyle w:val="ListParagraph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имену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>емый далее – Претендент, в лице ______</w:t>
      </w: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_________________________________________________</w:t>
      </w:r>
    </w:p>
    <w:p w:rsidR="0037146D" w:rsidRPr="00CF2D75" w:rsidRDefault="0037146D" w:rsidP="005753FB">
      <w:pPr>
        <w:pStyle w:val="ListParagraph"/>
        <w:ind w:left="-567"/>
        <w:rPr>
          <w:rFonts w:ascii="Times New Roman" w:hAnsi="Times New Roman" w:cs="Times New Roman"/>
          <w:bCs w:val="0"/>
          <w:kern w:val="0"/>
          <w:sz w:val="16"/>
          <w:szCs w:val="16"/>
        </w:rPr>
      </w:pPr>
      <w:r w:rsidRPr="00CF2D75">
        <w:rPr>
          <w:rFonts w:ascii="Times New Roman" w:hAnsi="Times New Roman" w:cs="Times New Roman"/>
          <w:bCs w:val="0"/>
          <w:kern w:val="0"/>
          <w:sz w:val="16"/>
          <w:szCs w:val="16"/>
        </w:rPr>
        <w:t xml:space="preserve">  (фамилия, имя, отчество, должность)</w:t>
      </w:r>
    </w:p>
    <w:p w:rsidR="0037146D" w:rsidRPr="00CF2D75" w:rsidRDefault="0037146D" w:rsidP="005753FB">
      <w:pPr>
        <w:pStyle w:val="ListParagraph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__________________________________________________________________________________________</w:t>
      </w:r>
    </w:p>
    <w:p w:rsidR="0037146D" w:rsidRPr="00CF2D75" w:rsidRDefault="0037146D" w:rsidP="005753FB">
      <w:pPr>
        <w:pStyle w:val="ListParagraph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действующий на основании 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>__</w:t>
      </w: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_______________________________________________________________,</w:t>
      </w:r>
    </w:p>
    <w:p w:rsidR="0037146D" w:rsidRPr="004D07A8" w:rsidRDefault="0037146D" w:rsidP="005753FB">
      <w:pPr>
        <w:pStyle w:val="ListParagraph"/>
        <w:ind w:left="-567"/>
        <w:rPr>
          <w:rFonts w:ascii="Times New Roman" w:hAnsi="Times New Roman" w:cs="Times New Roman"/>
          <w:bCs w:val="0"/>
          <w:kern w:val="0"/>
          <w:sz w:val="16"/>
          <w:szCs w:val="16"/>
        </w:rPr>
      </w:pPr>
      <w:r w:rsidRPr="004D07A8">
        <w:rPr>
          <w:rFonts w:ascii="Times New Roman" w:hAnsi="Times New Roman" w:cs="Times New Roman"/>
          <w:bCs w:val="0"/>
          <w:kern w:val="0"/>
          <w:sz w:val="16"/>
          <w:szCs w:val="16"/>
        </w:rPr>
        <w:t xml:space="preserve"> (наименование, дата и номер уполномочивающего  документа)</w:t>
      </w:r>
    </w:p>
    <w:p w:rsidR="0037146D" w:rsidRPr="00CF2D75" w:rsidRDefault="0037146D" w:rsidP="005753FB">
      <w:pPr>
        <w:pStyle w:val="ListParagraph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__________________________________________________________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>_______________________________,</w:t>
      </w:r>
    </w:p>
    <w:p w:rsidR="0037146D" w:rsidRPr="00CF2D75" w:rsidRDefault="0037146D" w:rsidP="005753FB">
      <w:pPr>
        <w:pStyle w:val="ListParagraph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принимая решение об участии в открытом конкурсе по продаже земельного участка, расположенного по адресу: ____________________________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>_________________</w:t>
      </w: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___________________________________ </w:t>
      </w:r>
    </w:p>
    <w:p w:rsidR="0037146D" w:rsidRPr="00CF2D75" w:rsidRDefault="0037146D" w:rsidP="005753FB">
      <w:pPr>
        <w:pStyle w:val="ListParagraph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_______________________________________________________________________________________</w:t>
      </w:r>
    </w:p>
    <w:p w:rsidR="0037146D" w:rsidRPr="00CF2D75" w:rsidRDefault="0037146D" w:rsidP="005753FB">
      <w:pPr>
        <w:pStyle w:val="ListParagraph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кадастровый номер: _______________________________________</w:t>
      </w:r>
    </w:p>
    <w:p w:rsidR="0037146D" w:rsidRPr="00CF2D75" w:rsidRDefault="0037146D" w:rsidP="005753FB">
      <w:pPr>
        <w:pStyle w:val="ListParagraph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обязуюсь:</w:t>
      </w:r>
    </w:p>
    <w:p w:rsidR="0037146D" w:rsidRPr="00CF2D75" w:rsidRDefault="0037146D" w:rsidP="005753FB">
      <w:pPr>
        <w:pStyle w:val="ListParagraph"/>
        <w:ind w:left="-567"/>
        <w:jc w:val="both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1) соблюдать условия аукциона, содержащиеся в информационном сообщении о проведении аукциона,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_______________________________________________________________________________________</w:t>
      </w: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 установленные Федеральным законом «О приватизации государственного и муниципального имущества» от 21 декабря 2001 года № 178-ФЗ, и порядок проведения аукциона, установленный Постановлением Правительства Российской Федерации от 12 августа 2002 года № 585 «Об утверждении Положения об организации продажи государственного или муниципального имущества на аукционе и Положения об организации продажи находящихся в государственной или муниципальной собственности акций открытых акционерных обществ на специализированном аукционе», Земельным кодексом РФ; </w:t>
      </w:r>
    </w:p>
    <w:p w:rsidR="0037146D" w:rsidRPr="00CF2D75" w:rsidRDefault="0037146D" w:rsidP="005753FB">
      <w:pPr>
        <w:pStyle w:val="ListParagraph"/>
        <w:ind w:left="-567"/>
        <w:jc w:val="both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2) в случае признания победителем аукциона заключить с Продавцом договор купли-продажи государственного имущества не ранее 10 рабочих дней и не позднее 15 рабочих дней со дня подведения итогов аукциона.</w:t>
      </w:r>
    </w:p>
    <w:p w:rsidR="0037146D" w:rsidRPr="00CF2D75" w:rsidRDefault="0037146D" w:rsidP="005753FB">
      <w:pPr>
        <w:pStyle w:val="ListParagraph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Адрес и банковские реквизиты Претендента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(</w:t>
      </w:r>
      <w:r w:rsidRPr="00DC129E">
        <w:rPr>
          <w:rFonts w:ascii="Times New Roman" w:hAnsi="Times New Roman" w:cs="Times New Roman"/>
          <w:bCs w:val="0"/>
          <w:kern w:val="0"/>
          <w:sz w:val="18"/>
          <w:szCs w:val="18"/>
        </w:rPr>
        <w:t>на который перечисляется сумма возвращаемого задатка в случае, если Претендент не станет победителем торгов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>)</w:t>
      </w: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: _____________________________________________________________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>___</w:t>
      </w: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__________________________ 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>________</w:t>
      </w: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______________________</w:t>
      </w:r>
    </w:p>
    <w:p w:rsidR="0037146D" w:rsidRDefault="0037146D" w:rsidP="005753FB">
      <w:pPr>
        <w:pStyle w:val="ListParagraph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</w:p>
    <w:p w:rsidR="0037146D" w:rsidRDefault="0037146D" w:rsidP="00691F5D">
      <w:pPr>
        <w:pStyle w:val="ListParagraph"/>
        <w:ind w:left="-567"/>
        <w:jc w:val="both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Я согласен(на) на обработку персональных данных в администрации 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>Пичужинского</w:t>
      </w: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сельского поселения</w:t>
      </w:r>
    </w:p>
    <w:p w:rsidR="0037146D" w:rsidRPr="00CF2D75" w:rsidRDefault="0037146D" w:rsidP="005753FB">
      <w:pPr>
        <w:pStyle w:val="ListParagraph"/>
        <w:ind w:left="-567"/>
        <w:jc w:val="both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Настоящая заявка составлена в 2-х экземплярах, один из которых остается в Администрации 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>Пичужинского</w:t>
      </w: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сельского поселения, другой - у Претендента.</w:t>
      </w:r>
    </w:p>
    <w:p w:rsidR="0037146D" w:rsidRPr="00CF2D75" w:rsidRDefault="0037146D" w:rsidP="005753FB">
      <w:pPr>
        <w:pStyle w:val="ListParagraph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</w:p>
    <w:p w:rsidR="0037146D" w:rsidRPr="00CF2D75" w:rsidRDefault="0037146D" w:rsidP="005753FB">
      <w:pPr>
        <w:pStyle w:val="ListParagraph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Подпись Претендента</w:t>
      </w:r>
    </w:p>
    <w:p w:rsidR="0037146D" w:rsidRPr="00CF2D75" w:rsidRDefault="0037146D" w:rsidP="005753FB">
      <w:pPr>
        <w:pStyle w:val="ListParagraph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4D07A8">
        <w:rPr>
          <w:rFonts w:ascii="Times New Roman" w:hAnsi="Times New Roman" w:cs="Times New Roman"/>
          <w:bCs w:val="0"/>
          <w:kern w:val="0"/>
          <w:sz w:val="16"/>
          <w:szCs w:val="16"/>
        </w:rPr>
        <w:t>(либо его полномочного представителя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>) _______</w:t>
      </w: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______________________(________________________)</w:t>
      </w:r>
    </w:p>
    <w:p w:rsidR="0037146D" w:rsidRPr="00CF2D75" w:rsidRDefault="0037146D" w:rsidP="005753FB">
      <w:pPr>
        <w:pStyle w:val="ListParagraph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</w:p>
    <w:p w:rsidR="0037146D" w:rsidRPr="00CF2D75" w:rsidRDefault="0037146D" w:rsidP="005753FB">
      <w:pPr>
        <w:pStyle w:val="ListParagraph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"__" _________________ 201____ г.</w:t>
      </w:r>
    </w:p>
    <w:p w:rsidR="0037146D" w:rsidRDefault="0037146D" w:rsidP="005753FB">
      <w:pPr>
        <w:pStyle w:val="ListParagraph"/>
        <w:ind w:left="-567"/>
        <w:rPr>
          <w:rFonts w:ascii="Times New Roman" w:hAnsi="Times New Roman" w:cs="Times New Roman"/>
          <w:b/>
          <w:bCs w:val="0"/>
          <w:kern w:val="0"/>
          <w:sz w:val="22"/>
          <w:szCs w:val="22"/>
        </w:rPr>
      </w:pPr>
    </w:p>
    <w:p w:rsidR="0037146D" w:rsidRDefault="0037146D" w:rsidP="005753FB">
      <w:pPr>
        <w:pStyle w:val="ListParagraph"/>
        <w:ind w:left="-567"/>
        <w:rPr>
          <w:rFonts w:ascii="Times New Roman" w:hAnsi="Times New Roman" w:cs="Times New Roman"/>
          <w:b/>
          <w:bCs w:val="0"/>
          <w:kern w:val="0"/>
          <w:sz w:val="22"/>
          <w:szCs w:val="22"/>
        </w:rPr>
      </w:pPr>
      <w:r w:rsidRPr="004D07A8">
        <w:rPr>
          <w:rFonts w:ascii="Times New Roman" w:hAnsi="Times New Roman" w:cs="Times New Roman"/>
          <w:b/>
          <w:bCs w:val="0"/>
          <w:kern w:val="0"/>
          <w:sz w:val="22"/>
          <w:szCs w:val="22"/>
        </w:rPr>
        <w:t>Заявка принята Продавцом:</w:t>
      </w:r>
    </w:p>
    <w:p w:rsidR="0037146D" w:rsidRPr="00CF2D75" w:rsidRDefault="0037146D" w:rsidP="005753FB">
      <w:pPr>
        <w:pStyle w:val="ListParagraph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</w:p>
    <w:p w:rsidR="0037146D" w:rsidRPr="00CF2D75" w:rsidRDefault="0037146D" w:rsidP="005753FB">
      <w:pPr>
        <w:pStyle w:val="ListParagraph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4D07A8">
        <w:rPr>
          <w:rFonts w:ascii="Times New Roman" w:hAnsi="Times New Roman" w:cs="Times New Roman"/>
          <w:b/>
          <w:bCs w:val="0"/>
          <w:kern w:val="0"/>
          <w:sz w:val="22"/>
          <w:szCs w:val="22"/>
        </w:rPr>
        <w:t>________ ч _________ мин.           «______» ___________________ 201___ г.    за     №</w:t>
      </w: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________________</w:t>
      </w:r>
    </w:p>
    <w:p w:rsidR="0037146D" w:rsidRPr="00CF2D75" w:rsidRDefault="0037146D" w:rsidP="005753FB">
      <w:pPr>
        <w:pStyle w:val="ListParagraph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</w:p>
    <w:p w:rsidR="0037146D" w:rsidRPr="00CF2D75" w:rsidRDefault="0037146D" w:rsidP="005753FB">
      <w:pPr>
        <w:pStyle w:val="ListParagraph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</w:p>
    <w:p w:rsidR="0037146D" w:rsidRPr="00CF2D75" w:rsidRDefault="0037146D" w:rsidP="005753FB">
      <w:pPr>
        <w:pStyle w:val="ListParagraph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Представитель Продавца   ______________________________________ (___________________)</w:t>
      </w:r>
    </w:p>
    <w:p w:rsidR="0037146D" w:rsidRDefault="0037146D" w:rsidP="005753FB">
      <w:pPr>
        <w:pStyle w:val="ListParagraph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</w:p>
    <w:p w:rsidR="0037146D" w:rsidRPr="00A02BD3" w:rsidRDefault="0037146D" w:rsidP="00691F5D">
      <w:pPr>
        <w:pStyle w:val="ListParagraph"/>
        <w:ind w:left="5097" w:firstLine="1275"/>
        <w:jc w:val="both"/>
        <w:rPr>
          <w:rFonts w:ascii="Times New Roman" w:hAnsi="Times New Roman" w:cs="Times New Roman"/>
          <w:b/>
          <w:bCs w:val="0"/>
          <w:kern w:val="0"/>
          <w:sz w:val="26"/>
          <w:szCs w:val="26"/>
        </w:rPr>
      </w:pPr>
      <w:r w:rsidRPr="00A02BD3">
        <w:rPr>
          <w:rFonts w:ascii="Times New Roman" w:hAnsi="Times New Roman" w:cs="Times New Roman"/>
          <w:b/>
          <w:bCs w:val="0"/>
          <w:kern w:val="0"/>
          <w:sz w:val="26"/>
          <w:szCs w:val="26"/>
        </w:rPr>
        <w:t>Приложение к заявке:</w:t>
      </w:r>
    </w:p>
    <w:p w:rsidR="0037146D" w:rsidRPr="00A02BD3" w:rsidRDefault="0037146D" w:rsidP="005753FB">
      <w:pPr>
        <w:pStyle w:val="ListParagraph"/>
        <w:ind w:left="-567"/>
        <w:rPr>
          <w:rFonts w:ascii="Times New Roman" w:hAnsi="Times New Roman" w:cs="Times New Roman"/>
          <w:b/>
          <w:bCs w:val="0"/>
          <w:kern w:val="0"/>
          <w:sz w:val="26"/>
          <w:szCs w:val="26"/>
        </w:rPr>
      </w:pPr>
    </w:p>
    <w:p w:rsidR="0037146D" w:rsidRPr="00A02BD3" w:rsidRDefault="0037146D" w:rsidP="005753FB">
      <w:pPr>
        <w:pStyle w:val="ListParagraph"/>
        <w:ind w:left="-567" w:firstLine="567"/>
        <w:rPr>
          <w:rFonts w:ascii="Times New Roman" w:hAnsi="Times New Roman" w:cs="Times New Roman"/>
          <w:bCs w:val="0"/>
          <w:kern w:val="0"/>
          <w:sz w:val="26"/>
          <w:szCs w:val="26"/>
          <w:u w:val="single"/>
        </w:rPr>
      </w:pPr>
      <w:r w:rsidRPr="00A02BD3">
        <w:rPr>
          <w:rFonts w:ascii="Times New Roman" w:hAnsi="Times New Roman" w:cs="Times New Roman"/>
          <w:bCs w:val="0"/>
          <w:kern w:val="0"/>
          <w:sz w:val="26"/>
          <w:szCs w:val="26"/>
        </w:rPr>
        <w:tab/>
      </w:r>
      <w:r w:rsidRPr="00A02BD3">
        <w:rPr>
          <w:rFonts w:ascii="Times New Roman" w:hAnsi="Times New Roman" w:cs="Times New Roman"/>
          <w:bCs w:val="0"/>
          <w:kern w:val="0"/>
          <w:sz w:val="26"/>
          <w:szCs w:val="26"/>
          <w:u w:val="single"/>
        </w:rPr>
        <w:t>Приложение к заявке (для юридического лица):</w:t>
      </w:r>
    </w:p>
    <w:p w:rsidR="0037146D" w:rsidRPr="00A02BD3" w:rsidRDefault="0037146D" w:rsidP="005753FB">
      <w:pPr>
        <w:pStyle w:val="ListParagraph"/>
        <w:ind w:left="-567" w:firstLine="567"/>
        <w:rPr>
          <w:rFonts w:ascii="Times New Roman" w:hAnsi="Times New Roman" w:cs="Times New Roman"/>
          <w:bCs w:val="0"/>
          <w:kern w:val="0"/>
          <w:sz w:val="26"/>
          <w:szCs w:val="26"/>
        </w:rPr>
      </w:pPr>
      <w:r w:rsidRPr="00A02BD3">
        <w:rPr>
          <w:rFonts w:ascii="Times New Roman" w:hAnsi="Times New Roman" w:cs="Times New Roman"/>
          <w:bCs w:val="0"/>
          <w:kern w:val="0"/>
          <w:sz w:val="26"/>
          <w:szCs w:val="26"/>
        </w:rPr>
        <w:t>1. Нотариально заверенные копии учредительных документов и свидетельства о государственной регистрации юридического лица</w:t>
      </w:r>
    </w:p>
    <w:p w:rsidR="0037146D" w:rsidRPr="00A02BD3" w:rsidRDefault="0037146D" w:rsidP="005753FB">
      <w:pPr>
        <w:pStyle w:val="ListParagraph"/>
        <w:ind w:left="-567" w:firstLine="567"/>
        <w:rPr>
          <w:rFonts w:ascii="Times New Roman" w:hAnsi="Times New Roman" w:cs="Times New Roman"/>
          <w:bCs w:val="0"/>
          <w:kern w:val="0"/>
          <w:sz w:val="26"/>
          <w:szCs w:val="26"/>
        </w:rPr>
      </w:pPr>
      <w:r w:rsidRPr="00A02BD3">
        <w:rPr>
          <w:rFonts w:ascii="Times New Roman" w:hAnsi="Times New Roman" w:cs="Times New Roman"/>
          <w:bCs w:val="0"/>
          <w:kern w:val="0"/>
          <w:sz w:val="26"/>
          <w:szCs w:val="26"/>
        </w:rPr>
        <w:t>2. Выписку из единого государственного реестра юридических лиц на дату подачи заявки</w:t>
      </w:r>
    </w:p>
    <w:p w:rsidR="0037146D" w:rsidRPr="00A02BD3" w:rsidRDefault="0037146D" w:rsidP="005753FB">
      <w:pPr>
        <w:ind w:left="-567" w:firstLine="567"/>
        <w:rPr>
          <w:rFonts w:ascii="Times New Roman" w:hAnsi="Times New Roman" w:cs="Times New Roman"/>
          <w:bCs w:val="0"/>
          <w:kern w:val="0"/>
          <w:sz w:val="26"/>
          <w:szCs w:val="26"/>
          <w:u w:val="single"/>
        </w:rPr>
      </w:pPr>
      <w:r w:rsidRPr="00A02BD3">
        <w:rPr>
          <w:rFonts w:ascii="Times New Roman" w:hAnsi="Times New Roman" w:cs="Times New Roman"/>
          <w:bCs w:val="0"/>
          <w:kern w:val="0"/>
          <w:sz w:val="26"/>
          <w:szCs w:val="26"/>
        </w:rPr>
        <w:t xml:space="preserve"> 3. Документы, подтверждающие внесение задатка (копия оплаты банковского счета с отметкой банка об исполнении)</w:t>
      </w:r>
    </w:p>
    <w:p w:rsidR="0037146D" w:rsidRPr="00A02BD3" w:rsidRDefault="0037146D" w:rsidP="005753FB">
      <w:pPr>
        <w:pStyle w:val="ListParagraph"/>
        <w:ind w:left="-567" w:firstLine="567"/>
        <w:rPr>
          <w:rFonts w:ascii="Times New Roman" w:hAnsi="Times New Roman" w:cs="Times New Roman"/>
          <w:bCs w:val="0"/>
          <w:kern w:val="0"/>
          <w:sz w:val="26"/>
          <w:szCs w:val="26"/>
        </w:rPr>
      </w:pPr>
    </w:p>
    <w:p w:rsidR="0037146D" w:rsidRPr="00A02BD3" w:rsidRDefault="0037146D" w:rsidP="005753FB">
      <w:pPr>
        <w:pStyle w:val="ListParagraph"/>
        <w:ind w:left="-567" w:firstLine="567"/>
        <w:rPr>
          <w:rFonts w:ascii="Times New Roman" w:hAnsi="Times New Roman" w:cs="Times New Roman"/>
          <w:bCs w:val="0"/>
          <w:kern w:val="0"/>
          <w:sz w:val="26"/>
          <w:szCs w:val="26"/>
          <w:u w:val="single"/>
        </w:rPr>
      </w:pPr>
      <w:r w:rsidRPr="00A02BD3">
        <w:rPr>
          <w:rFonts w:ascii="Times New Roman" w:hAnsi="Times New Roman" w:cs="Times New Roman"/>
          <w:bCs w:val="0"/>
          <w:kern w:val="0"/>
          <w:sz w:val="26"/>
          <w:szCs w:val="26"/>
          <w:u w:val="single"/>
        </w:rPr>
        <w:t>Приложение к заявке (для индивидуального предпринимателя)</w:t>
      </w:r>
    </w:p>
    <w:p w:rsidR="0037146D" w:rsidRPr="00A02BD3" w:rsidRDefault="0037146D" w:rsidP="005753FB">
      <w:pPr>
        <w:pStyle w:val="ListParagraph"/>
        <w:numPr>
          <w:ilvl w:val="0"/>
          <w:numId w:val="2"/>
        </w:numPr>
        <w:ind w:left="-567" w:firstLine="567"/>
        <w:rPr>
          <w:rFonts w:ascii="Times New Roman" w:hAnsi="Times New Roman" w:cs="Times New Roman"/>
          <w:bCs w:val="0"/>
          <w:kern w:val="0"/>
          <w:sz w:val="26"/>
          <w:szCs w:val="26"/>
        </w:rPr>
      </w:pPr>
      <w:r w:rsidRPr="00A02BD3">
        <w:rPr>
          <w:rFonts w:ascii="Times New Roman" w:hAnsi="Times New Roman" w:cs="Times New Roman"/>
          <w:bCs w:val="0"/>
          <w:kern w:val="0"/>
          <w:sz w:val="26"/>
          <w:szCs w:val="26"/>
        </w:rPr>
        <w:t>Нотариально заверенные копии учредительных документов и свидетельства о государственной регистрации индивидуального предпринимателя</w:t>
      </w:r>
    </w:p>
    <w:p w:rsidR="0037146D" w:rsidRPr="00A02BD3" w:rsidRDefault="0037146D" w:rsidP="005753FB">
      <w:pPr>
        <w:pStyle w:val="ListParagraph"/>
        <w:numPr>
          <w:ilvl w:val="0"/>
          <w:numId w:val="2"/>
        </w:numPr>
        <w:ind w:left="-567" w:firstLine="567"/>
        <w:rPr>
          <w:rFonts w:ascii="Times New Roman" w:hAnsi="Times New Roman" w:cs="Times New Roman"/>
          <w:bCs w:val="0"/>
          <w:kern w:val="0"/>
          <w:sz w:val="26"/>
          <w:szCs w:val="26"/>
        </w:rPr>
      </w:pPr>
      <w:r w:rsidRPr="00A02BD3">
        <w:rPr>
          <w:rFonts w:ascii="Times New Roman" w:hAnsi="Times New Roman" w:cs="Times New Roman"/>
          <w:bCs w:val="0"/>
          <w:kern w:val="0"/>
          <w:sz w:val="26"/>
          <w:szCs w:val="26"/>
        </w:rPr>
        <w:t>Выписку из единого государственного реестра индивидуальных предпринимателей на дату подачи заявки;</w:t>
      </w:r>
    </w:p>
    <w:p w:rsidR="0037146D" w:rsidRPr="00A02BD3" w:rsidRDefault="0037146D" w:rsidP="005753FB">
      <w:pPr>
        <w:pStyle w:val="ListParagraph"/>
        <w:numPr>
          <w:ilvl w:val="0"/>
          <w:numId w:val="2"/>
        </w:numPr>
        <w:ind w:left="-567" w:firstLine="567"/>
        <w:rPr>
          <w:rFonts w:ascii="Times New Roman" w:hAnsi="Times New Roman" w:cs="Times New Roman"/>
          <w:bCs w:val="0"/>
          <w:kern w:val="0"/>
          <w:sz w:val="26"/>
          <w:szCs w:val="26"/>
        </w:rPr>
      </w:pPr>
      <w:r w:rsidRPr="00A02BD3">
        <w:rPr>
          <w:rFonts w:ascii="Times New Roman" w:hAnsi="Times New Roman" w:cs="Times New Roman"/>
          <w:bCs w:val="0"/>
          <w:kern w:val="0"/>
          <w:sz w:val="26"/>
          <w:szCs w:val="26"/>
        </w:rPr>
        <w:t>Документы, подтверждающие внесение задатка (копия оплаты банковского счета с отметкой банка об исполнении)</w:t>
      </w:r>
    </w:p>
    <w:p w:rsidR="0037146D" w:rsidRPr="00A02BD3" w:rsidRDefault="0037146D" w:rsidP="005753FB">
      <w:pPr>
        <w:ind w:left="-567" w:firstLine="567"/>
        <w:rPr>
          <w:rFonts w:ascii="Times New Roman" w:hAnsi="Times New Roman" w:cs="Times New Roman"/>
          <w:bCs w:val="0"/>
          <w:kern w:val="0"/>
          <w:sz w:val="26"/>
          <w:szCs w:val="26"/>
          <w:u w:val="single"/>
        </w:rPr>
      </w:pPr>
    </w:p>
    <w:p w:rsidR="0037146D" w:rsidRPr="00A02BD3" w:rsidRDefault="0037146D" w:rsidP="005753FB">
      <w:pPr>
        <w:pStyle w:val="ListParagraph"/>
        <w:ind w:left="-567" w:firstLine="567"/>
        <w:rPr>
          <w:rFonts w:ascii="Times New Roman" w:hAnsi="Times New Roman" w:cs="Times New Roman"/>
          <w:bCs w:val="0"/>
          <w:kern w:val="0"/>
          <w:sz w:val="26"/>
          <w:szCs w:val="26"/>
          <w:u w:val="single"/>
        </w:rPr>
      </w:pPr>
      <w:r w:rsidRPr="00A02BD3">
        <w:rPr>
          <w:rFonts w:ascii="Times New Roman" w:hAnsi="Times New Roman" w:cs="Times New Roman"/>
          <w:bCs w:val="0"/>
          <w:kern w:val="0"/>
          <w:sz w:val="26"/>
          <w:szCs w:val="26"/>
          <w:u w:val="single"/>
        </w:rPr>
        <w:t>Приложение к заявке (для физического лица)</w:t>
      </w:r>
    </w:p>
    <w:p w:rsidR="0037146D" w:rsidRPr="00A02BD3" w:rsidRDefault="0037146D" w:rsidP="005753FB">
      <w:pPr>
        <w:pStyle w:val="ListParagraph"/>
        <w:numPr>
          <w:ilvl w:val="0"/>
          <w:numId w:val="3"/>
        </w:numPr>
        <w:ind w:left="-567" w:firstLine="567"/>
        <w:rPr>
          <w:rFonts w:ascii="Times New Roman" w:hAnsi="Times New Roman" w:cs="Times New Roman"/>
          <w:bCs w:val="0"/>
          <w:kern w:val="0"/>
          <w:sz w:val="26"/>
          <w:szCs w:val="26"/>
          <w:u w:val="single"/>
        </w:rPr>
      </w:pPr>
      <w:r w:rsidRPr="00A02BD3">
        <w:rPr>
          <w:rFonts w:ascii="Times New Roman" w:hAnsi="Times New Roman" w:cs="Times New Roman"/>
          <w:bCs w:val="0"/>
          <w:kern w:val="0"/>
          <w:sz w:val="26"/>
          <w:szCs w:val="26"/>
        </w:rPr>
        <w:t xml:space="preserve"> Копия паспорта</w:t>
      </w:r>
    </w:p>
    <w:p w:rsidR="0037146D" w:rsidRPr="00A02BD3" w:rsidRDefault="0037146D" w:rsidP="005753FB">
      <w:pPr>
        <w:pStyle w:val="ListParagraph"/>
        <w:numPr>
          <w:ilvl w:val="0"/>
          <w:numId w:val="3"/>
        </w:numPr>
        <w:ind w:left="-567" w:firstLine="567"/>
        <w:rPr>
          <w:rFonts w:ascii="Times New Roman" w:hAnsi="Times New Roman" w:cs="Times New Roman"/>
          <w:bCs w:val="0"/>
          <w:kern w:val="0"/>
          <w:sz w:val="26"/>
          <w:szCs w:val="26"/>
          <w:u w:val="single"/>
        </w:rPr>
      </w:pPr>
      <w:r w:rsidRPr="00A02BD3">
        <w:rPr>
          <w:rFonts w:ascii="Times New Roman" w:hAnsi="Times New Roman" w:cs="Times New Roman"/>
          <w:bCs w:val="0"/>
          <w:kern w:val="0"/>
          <w:sz w:val="26"/>
          <w:szCs w:val="26"/>
        </w:rPr>
        <w:t>Копия ИНН</w:t>
      </w:r>
    </w:p>
    <w:p w:rsidR="0037146D" w:rsidRPr="00A02BD3" w:rsidRDefault="0037146D" w:rsidP="005753FB">
      <w:pPr>
        <w:pStyle w:val="ListParagraph"/>
        <w:numPr>
          <w:ilvl w:val="0"/>
          <w:numId w:val="3"/>
        </w:numPr>
        <w:ind w:left="-567" w:firstLine="567"/>
        <w:rPr>
          <w:rFonts w:ascii="Times New Roman" w:hAnsi="Times New Roman" w:cs="Times New Roman"/>
          <w:bCs w:val="0"/>
          <w:kern w:val="0"/>
          <w:sz w:val="26"/>
          <w:szCs w:val="26"/>
          <w:u w:val="single"/>
        </w:rPr>
      </w:pPr>
      <w:r w:rsidRPr="00A02BD3">
        <w:rPr>
          <w:rFonts w:ascii="Times New Roman" w:hAnsi="Times New Roman" w:cs="Times New Roman"/>
          <w:bCs w:val="0"/>
          <w:kern w:val="0"/>
          <w:sz w:val="26"/>
          <w:szCs w:val="26"/>
        </w:rPr>
        <w:t>Документы, подтверждающие внесение задатка (копия оплаты банковского счета с отметкой банка об исполнении)</w:t>
      </w:r>
    </w:p>
    <w:p w:rsidR="0037146D" w:rsidRPr="00A02BD3" w:rsidRDefault="0037146D" w:rsidP="005753FB">
      <w:pPr>
        <w:pStyle w:val="ListParagraph"/>
        <w:ind w:left="-567" w:firstLine="567"/>
        <w:rPr>
          <w:rFonts w:ascii="Times New Roman" w:hAnsi="Times New Roman" w:cs="Times New Roman"/>
          <w:bCs w:val="0"/>
          <w:kern w:val="0"/>
          <w:sz w:val="28"/>
          <w:szCs w:val="28"/>
        </w:rPr>
      </w:pPr>
      <w:r w:rsidRPr="00A02BD3">
        <w:rPr>
          <w:rFonts w:ascii="Times New Roman" w:hAnsi="Times New Roman" w:cs="Times New Roman"/>
          <w:bCs w:val="0"/>
          <w:kern w:val="0"/>
          <w:sz w:val="26"/>
          <w:szCs w:val="26"/>
        </w:rPr>
        <w:br/>
      </w:r>
      <w:r w:rsidRPr="00A02BD3">
        <w:rPr>
          <w:rFonts w:ascii="Times New Roman" w:hAnsi="Times New Roman" w:cs="Times New Roman"/>
          <w:bCs w:val="0"/>
          <w:kern w:val="0"/>
          <w:sz w:val="28"/>
          <w:szCs w:val="28"/>
        </w:rPr>
        <w:br/>
      </w:r>
    </w:p>
    <w:p w:rsidR="0037146D" w:rsidRDefault="0037146D" w:rsidP="005753FB">
      <w:pPr>
        <w:tabs>
          <w:tab w:val="left" w:pos="406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146D" w:rsidRDefault="0037146D" w:rsidP="005753FB">
      <w:pPr>
        <w:tabs>
          <w:tab w:val="left" w:pos="406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146D" w:rsidRDefault="0037146D"/>
    <w:sectPr w:rsidR="0037146D" w:rsidSect="009643C4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B0E00"/>
    <w:multiLevelType w:val="hybridMultilevel"/>
    <w:tmpl w:val="16EE23C6"/>
    <w:lvl w:ilvl="0" w:tplc="92CE8DB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9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1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  <w:rPr>
        <w:rFonts w:cs="Times New Roman"/>
      </w:rPr>
    </w:lvl>
  </w:abstractNum>
  <w:abstractNum w:abstractNumId="1">
    <w:nsid w:val="4831426A"/>
    <w:multiLevelType w:val="hybridMultilevel"/>
    <w:tmpl w:val="B0B8323E"/>
    <w:lvl w:ilvl="0" w:tplc="C29AFF3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554204F7"/>
    <w:multiLevelType w:val="hybridMultilevel"/>
    <w:tmpl w:val="371CA358"/>
    <w:lvl w:ilvl="0" w:tplc="E6607E1E">
      <w:start w:val="1"/>
      <w:numFmt w:val="decimal"/>
      <w:lvlText w:val="%1."/>
      <w:lvlJc w:val="left"/>
      <w:pPr>
        <w:ind w:left="11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262FD"/>
    <w:rsid w:val="00002C4F"/>
    <w:rsid w:val="00002CD5"/>
    <w:rsid w:val="00004906"/>
    <w:rsid w:val="000050C5"/>
    <w:rsid w:val="00006468"/>
    <w:rsid w:val="000068AF"/>
    <w:rsid w:val="00012037"/>
    <w:rsid w:val="00012440"/>
    <w:rsid w:val="0001465C"/>
    <w:rsid w:val="00015321"/>
    <w:rsid w:val="00017F70"/>
    <w:rsid w:val="00021098"/>
    <w:rsid w:val="00025A7E"/>
    <w:rsid w:val="00026CE2"/>
    <w:rsid w:val="00032BE6"/>
    <w:rsid w:val="00034CE9"/>
    <w:rsid w:val="00035498"/>
    <w:rsid w:val="00037862"/>
    <w:rsid w:val="000410ED"/>
    <w:rsid w:val="0004138C"/>
    <w:rsid w:val="000418E8"/>
    <w:rsid w:val="00041C08"/>
    <w:rsid w:val="0004210A"/>
    <w:rsid w:val="000452EB"/>
    <w:rsid w:val="000471F1"/>
    <w:rsid w:val="000532A4"/>
    <w:rsid w:val="00055767"/>
    <w:rsid w:val="00055F3C"/>
    <w:rsid w:val="00062772"/>
    <w:rsid w:val="00062A76"/>
    <w:rsid w:val="00066117"/>
    <w:rsid w:val="0007019A"/>
    <w:rsid w:val="0007425C"/>
    <w:rsid w:val="00075255"/>
    <w:rsid w:val="00077559"/>
    <w:rsid w:val="00090D1F"/>
    <w:rsid w:val="000930A5"/>
    <w:rsid w:val="00095D5C"/>
    <w:rsid w:val="0009612C"/>
    <w:rsid w:val="000964CA"/>
    <w:rsid w:val="000A133F"/>
    <w:rsid w:val="000A1C91"/>
    <w:rsid w:val="000A5116"/>
    <w:rsid w:val="000B2AD4"/>
    <w:rsid w:val="000C29DD"/>
    <w:rsid w:val="000C33EC"/>
    <w:rsid w:val="000C41D8"/>
    <w:rsid w:val="000C4CD2"/>
    <w:rsid w:val="000C76E9"/>
    <w:rsid w:val="000D34AD"/>
    <w:rsid w:val="000D7781"/>
    <w:rsid w:val="000E2694"/>
    <w:rsid w:val="000E4532"/>
    <w:rsid w:val="000E5147"/>
    <w:rsid w:val="000E59AD"/>
    <w:rsid w:val="000E6B30"/>
    <w:rsid w:val="00103F48"/>
    <w:rsid w:val="00110C20"/>
    <w:rsid w:val="00111F70"/>
    <w:rsid w:val="001173D3"/>
    <w:rsid w:val="00120EAF"/>
    <w:rsid w:val="00122E8D"/>
    <w:rsid w:val="001261C3"/>
    <w:rsid w:val="00132ED8"/>
    <w:rsid w:val="0013485C"/>
    <w:rsid w:val="00136788"/>
    <w:rsid w:val="00140CE0"/>
    <w:rsid w:val="00144556"/>
    <w:rsid w:val="00145B0E"/>
    <w:rsid w:val="00146334"/>
    <w:rsid w:val="00146529"/>
    <w:rsid w:val="00146961"/>
    <w:rsid w:val="00147A57"/>
    <w:rsid w:val="001510D1"/>
    <w:rsid w:val="001529B7"/>
    <w:rsid w:val="00157276"/>
    <w:rsid w:val="00163F47"/>
    <w:rsid w:val="00166030"/>
    <w:rsid w:val="00166F16"/>
    <w:rsid w:val="0016742F"/>
    <w:rsid w:val="00174579"/>
    <w:rsid w:val="00176B3C"/>
    <w:rsid w:val="00181C5D"/>
    <w:rsid w:val="00183186"/>
    <w:rsid w:val="001843B6"/>
    <w:rsid w:val="00184497"/>
    <w:rsid w:val="00186B0A"/>
    <w:rsid w:val="00187803"/>
    <w:rsid w:val="0019326D"/>
    <w:rsid w:val="001932AA"/>
    <w:rsid w:val="001968C8"/>
    <w:rsid w:val="001978A2"/>
    <w:rsid w:val="001A1699"/>
    <w:rsid w:val="001A5384"/>
    <w:rsid w:val="001B14E2"/>
    <w:rsid w:val="001B4CD2"/>
    <w:rsid w:val="001C0B20"/>
    <w:rsid w:val="001C305E"/>
    <w:rsid w:val="001E0187"/>
    <w:rsid w:val="001E1880"/>
    <w:rsid w:val="001E5451"/>
    <w:rsid w:val="001E622A"/>
    <w:rsid w:val="001E6662"/>
    <w:rsid w:val="001F1164"/>
    <w:rsid w:val="001F1CF5"/>
    <w:rsid w:val="001F33CA"/>
    <w:rsid w:val="001F4515"/>
    <w:rsid w:val="001F6832"/>
    <w:rsid w:val="00200A54"/>
    <w:rsid w:val="00202665"/>
    <w:rsid w:val="00203CDB"/>
    <w:rsid w:val="00205FB3"/>
    <w:rsid w:val="00212ECF"/>
    <w:rsid w:val="002159D8"/>
    <w:rsid w:val="00216B06"/>
    <w:rsid w:val="00217661"/>
    <w:rsid w:val="00217B3D"/>
    <w:rsid w:val="00223896"/>
    <w:rsid w:val="00225C8F"/>
    <w:rsid w:val="00226C08"/>
    <w:rsid w:val="00237779"/>
    <w:rsid w:val="00244719"/>
    <w:rsid w:val="0024588F"/>
    <w:rsid w:val="0024756B"/>
    <w:rsid w:val="00250674"/>
    <w:rsid w:val="00251FAD"/>
    <w:rsid w:val="00257DE1"/>
    <w:rsid w:val="00264171"/>
    <w:rsid w:val="002656CE"/>
    <w:rsid w:val="002662D7"/>
    <w:rsid w:val="0026687B"/>
    <w:rsid w:val="00267E29"/>
    <w:rsid w:val="002741C5"/>
    <w:rsid w:val="00274F0E"/>
    <w:rsid w:val="002755E8"/>
    <w:rsid w:val="00277620"/>
    <w:rsid w:val="00277AD5"/>
    <w:rsid w:val="002807AA"/>
    <w:rsid w:val="00283DFF"/>
    <w:rsid w:val="00285A61"/>
    <w:rsid w:val="00286BF4"/>
    <w:rsid w:val="00290802"/>
    <w:rsid w:val="002917B8"/>
    <w:rsid w:val="00293B96"/>
    <w:rsid w:val="0029453E"/>
    <w:rsid w:val="00296276"/>
    <w:rsid w:val="002A1AD2"/>
    <w:rsid w:val="002A1EC5"/>
    <w:rsid w:val="002A2D8A"/>
    <w:rsid w:val="002A56C9"/>
    <w:rsid w:val="002B02F2"/>
    <w:rsid w:val="002B045B"/>
    <w:rsid w:val="002B33F0"/>
    <w:rsid w:val="002B4123"/>
    <w:rsid w:val="002B50AD"/>
    <w:rsid w:val="002C0FFA"/>
    <w:rsid w:val="002C6046"/>
    <w:rsid w:val="002D02BF"/>
    <w:rsid w:val="002D23BD"/>
    <w:rsid w:val="002D2F35"/>
    <w:rsid w:val="002D7E04"/>
    <w:rsid w:val="002E03F5"/>
    <w:rsid w:val="002E1AB9"/>
    <w:rsid w:val="002E4858"/>
    <w:rsid w:val="002E5278"/>
    <w:rsid w:val="002E6525"/>
    <w:rsid w:val="002E6750"/>
    <w:rsid w:val="002F03A6"/>
    <w:rsid w:val="002F3C52"/>
    <w:rsid w:val="002F4549"/>
    <w:rsid w:val="002F7800"/>
    <w:rsid w:val="0030660B"/>
    <w:rsid w:val="00306C26"/>
    <w:rsid w:val="00307A69"/>
    <w:rsid w:val="00313F78"/>
    <w:rsid w:val="0031521A"/>
    <w:rsid w:val="00317347"/>
    <w:rsid w:val="0032033C"/>
    <w:rsid w:val="00321A8C"/>
    <w:rsid w:val="003337A7"/>
    <w:rsid w:val="00333D0E"/>
    <w:rsid w:val="003370D3"/>
    <w:rsid w:val="00344D77"/>
    <w:rsid w:val="00345D07"/>
    <w:rsid w:val="003479FD"/>
    <w:rsid w:val="0035252B"/>
    <w:rsid w:val="003538C7"/>
    <w:rsid w:val="0035472C"/>
    <w:rsid w:val="00355106"/>
    <w:rsid w:val="003609BB"/>
    <w:rsid w:val="00362650"/>
    <w:rsid w:val="00362DD5"/>
    <w:rsid w:val="003667FD"/>
    <w:rsid w:val="0037146D"/>
    <w:rsid w:val="00371F8F"/>
    <w:rsid w:val="00385D57"/>
    <w:rsid w:val="003914E1"/>
    <w:rsid w:val="0039210F"/>
    <w:rsid w:val="00397FB2"/>
    <w:rsid w:val="003A020C"/>
    <w:rsid w:val="003A0308"/>
    <w:rsid w:val="003A1DAA"/>
    <w:rsid w:val="003A3AD2"/>
    <w:rsid w:val="003A563E"/>
    <w:rsid w:val="003A5DB1"/>
    <w:rsid w:val="003A6417"/>
    <w:rsid w:val="003A6B0B"/>
    <w:rsid w:val="003A7E67"/>
    <w:rsid w:val="003B1DEE"/>
    <w:rsid w:val="003B3047"/>
    <w:rsid w:val="003B514D"/>
    <w:rsid w:val="003B554D"/>
    <w:rsid w:val="003B61B5"/>
    <w:rsid w:val="003C0BEB"/>
    <w:rsid w:val="003C2064"/>
    <w:rsid w:val="003C3013"/>
    <w:rsid w:val="003C7F56"/>
    <w:rsid w:val="003D3011"/>
    <w:rsid w:val="003D364E"/>
    <w:rsid w:val="003D4273"/>
    <w:rsid w:val="003D6BCD"/>
    <w:rsid w:val="003E23EB"/>
    <w:rsid w:val="003E5BB1"/>
    <w:rsid w:val="003F1940"/>
    <w:rsid w:val="003F24ED"/>
    <w:rsid w:val="003F4280"/>
    <w:rsid w:val="003F4571"/>
    <w:rsid w:val="003F45FA"/>
    <w:rsid w:val="003F558C"/>
    <w:rsid w:val="00400401"/>
    <w:rsid w:val="00401661"/>
    <w:rsid w:val="00403080"/>
    <w:rsid w:val="0040402F"/>
    <w:rsid w:val="00404E86"/>
    <w:rsid w:val="004112E7"/>
    <w:rsid w:val="00417441"/>
    <w:rsid w:val="004175F2"/>
    <w:rsid w:val="00422C08"/>
    <w:rsid w:val="00422E08"/>
    <w:rsid w:val="00424DAB"/>
    <w:rsid w:val="00426CA3"/>
    <w:rsid w:val="00432B38"/>
    <w:rsid w:val="00440E24"/>
    <w:rsid w:val="00442296"/>
    <w:rsid w:val="00450754"/>
    <w:rsid w:val="004514C5"/>
    <w:rsid w:val="004544EC"/>
    <w:rsid w:val="00454F28"/>
    <w:rsid w:val="00456403"/>
    <w:rsid w:val="00460C89"/>
    <w:rsid w:val="00461672"/>
    <w:rsid w:val="00463402"/>
    <w:rsid w:val="0046751F"/>
    <w:rsid w:val="00470300"/>
    <w:rsid w:val="00470D8C"/>
    <w:rsid w:val="00472F1C"/>
    <w:rsid w:val="00473585"/>
    <w:rsid w:val="00473A67"/>
    <w:rsid w:val="00473E95"/>
    <w:rsid w:val="004744EF"/>
    <w:rsid w:val="004823FB"/>
    <w:rsid w:val="0048369F"/>
    <w:rsid w:val="004905D2"/>
    <w:rsid w:val="00492177"/>
    <w:rsid w:val="004947C5"/>
    <w:rsid w:val="004A17BB"/>
    <w:rsid w:val="004A2AEE"/>
    <w:rsid w:val="004A52AB"/>
    <w:rsid w:val="004B0EDC"/>
    <w:rsid w:val="004B5A03"/>
    <w:rsid w:val="004B65BD"/>
    <w:rsid w:val="004B6643"/>
    <w:rsid w:val="004C134E"/>
    <w:rsid w:val="004C279E"/>
    <w:rsid w:val="004C2A35"/>
    <w:rsid w:val="004C4C2A"/>
    <w:rsid w:val="004C5E43"/>
    <w:rsid w:val="004C76B5"/>
    <w:rsid w:val="004D07A8"/>
    <w:rsid w:val="004D08D2"/>
    <w:rsid w:val="004D60D2"/>
    <w:rsid w:val="004D7DBC"/>
    <w:rsid w:val="004E0028"/>
    <w:rsid w:val="004E064A"/>
    <w:rsid w:val="004E0750"/>
    <w:rsid w:val="004E191E"/>
    <w:rsid w:val="004E33FE"/>
    <w:rsid w:val="004F1D9B"/>
    <w:rsid w:val="004F2756"/>
    <w:rsid w:val="004F34AA"/>
    <w:rsid w:val="004F5FF5"/>
    <w:rsid w:val="00502473"/>
    <w:rsid w:val="00502C51"/>
    <w:rsid w:val="00504987"/>
    <w:rsid w:val="00506F35"/>
    <w:rsid w:val="0051100B"/>
    <w:rsid w:val="005203E6"/>
    <w:rsid w:val="005208AC"/>
    <w:rsid w:val="00521D20"/>
    <w:rsid w:val="0052455D"/>
    <w:rsid w:val="005268CD"/>
    <w:rsid w:val="00527620"/>
    <w:rsid w:val="0053456C"/>
    <w:rsid w:val="005359EB"/>
    <w:rsid w:val="00553D26"/>
    <w:rsid w:val="00554433"/>
    <w:rsid w:val="00554DC7"/>
    <w:rsid w:val="005600A8"/>
    <w:rsid w:val="00565F14"/>
    <w:rsid w:val="00573C61"/>
    <w:rsid w:val="005753FB"/>
    <w:rsid w:val="00575B4E"/>
    <w:rsid w:val="00577330"/>
    <w:rsid w:val="00580982"/>
    <w:rsid w:val="00584E74"/>
    <w:rsid w:val="005855EC"/>
    <w:rsid w:val="005944DE"/>
    <w:rsid w:val="00594814"/>
    <w:rsid w:val="00595108"/>
    <w:rsid w:val="0059551E"/>
    <w:rsid w:val="00595A91"/>
    <w:rsid w:val="00596BA9"/>
    <w:rsid w:val="00597F6C"/>
    <w:rsid w:val="005A0573"/>
    <w:rsid w:val="005A09C4"/>
    <w:rsid w:val="005A2C00"/>
    <w:rsid w:val="005A3E81"/>
    <w:rsid w:val="005A5D23"/>
    <w:rsid w:val="005B2922"/>
    <w:rsid w:val="005B5FEB"/>
    <w:rsid w:val="005B6902"/>
    <w:rsid w:val="005B702D"/>
    <w:rsid w:val="005B7069"/>
    <w:rsid w:val="005C3AB5"/>
    <w:rsid w:val="005D0636"/>
    <w:rsid w:val="005D273B"/>
    <w:rsid w:val="005D419F"/>
    <w:rsid w:val="005E23E2"/>
    <w:rsid w:val="005E38FB"/>
    <w:rsid w:val="005E3D55"/>
    <w:rsid w:val="005E76AA"/>
    <w:rsid w:val="005F0006"/>
    <w:rsid w:val="005F18A4"/>
    <w:rsid w:val="005F3553"/>
    <w:rsid w:val="005F4A76"/>
    <w:rsid w:val="005F6701"/>
    <w:rsid w:val="00600E07"/>
    <w:rsid w:val="00601E7D"/>
    <w:rsid w:val="006021D7"/>
    <w:rsid w:val="00605350"/>
    <w:rsid w:val="006115B7"/>
    <w:rsid w:val="00612432"/>
    <w:rsid w:val="0061454A"/>
    <w:rsid w:val="00615502"/>
    <w:rsid w:val="00621050"/>
    <w:rsid w:val="00626BEC"/>
    <w:rsid w:val="0062764A"/>
    <w:rsid w:val="00627A9B"/>
    <w:rsid w:val="00627FB0"/>
    <w:rsid w:val="006334CA"/>
    <w:rsid w:val="0063576E"/>
    <w:rsid w:val="00637D47"/>
    <w:rsid w:val="00645CB3"/>
    <w:rsid w:val="0064745F"/>
    <w:rsid w:val="00655BEB"/>
    <w:rsid w:val="0065735D"/>
    <w:rsid w:val="00660E3B"/>
    <w:rsid w:val="0066244C"/>
    <w:rsid w:val="00662666"/>
    <w:rsid w:val="00662E69"/>
    <w:rsid w:val="00664693"/>
    <w:rsid w:val="00667637"/>
    <w:rsid w:val="006720EA"/>
    <w:rsid w:val="00673A9C"/>
    <w:rsid w:val="00674787"/>
    <w:rsid w:val="00677574"/>
    <w:rsid w:val="0068075B"/>
    <w:rsid w:val="006847C9"/>
    <w:rsid w:val="00684B4B"/>
    <w:rsid w:val="00686479"/>
    <w:rsid w:val="00686CBD"/>
    <w:rsid w:val="00690A7F"/>
    <w:rsid w:val="00691C5B"/>
    <w:rsid w:val="00691F5D"/>
    <w:rsid w:val="006A08A7"/>
    <w:rsid w:val="006A34B5"/>
    <w:rsid w:val="006A6AB8"/>
    <w:rsid w:val="006A7931"/>
    <w:rsid w:val="006B53F9"/>
    <w:rsid w:val="006B7623"/>
    <w:rsid w:val="006C27CF"/>
    <w:rsid w:val="006D328D"/>
    <w:rsid w:val="006D3AB9"/>
    <w:rsid w:val="006D3BED"/>
    <w:rsid w:val="006D491A"/>
    <w:rsid w:val="006D5949"/>
    <w:rsid w:val="006D673A"/>
    <w:rsid w:val="006E0229"/>
    <w:rsid w:val="006E07D9"/>
    <w:rsid w:val="006E1F25"/>
    <w:rsid w:val="006E4241"/>
    <w:rsid w:val="006E667E"/>
    <w:rsid w:val="006E77F0"/>
    <w:rsid w:val="006F3DF2"/>
    <w:rsid w:val="00702C3F"/>
    <w:rsid w:val="0070779A"/>
    <w:rsid w:val="0071013E"/>
    <w:rsid w:val="0071702B"/>
    <w:rsid w:val="007217CE"/>
    <w:rsid w:val="00722B5D"/>
    <w:rsid w:val="00727BC1"/>
    <w:rsid w:val="00730BAA"/>
    <w:rsid w:val="00733493"/>
    <w:rsid w:val="00734E43"/>
    <w:rsid w:val="007368E3"/>
    <w:rsid w:val="007404C2"/>
    <w:rsid w:val="007421A2"/>
    <w:rsid w:val="007606E5"/>
    <w:rsid w:val="00761F1B"/>
    <w:rsid w:val="007625AD"/>
    <w:rsid w:val="007660C1"/>
    <w:rsid w:val="00770CB8"/>
    <w:rsid w:val="00772A8B"/>
    <w:rsid w:val="007775FE"/>
    <w:rsid w:val="00780694"/>
    <w:rsid w:val="007902DA"/>
    <w:rsid w:val="00791325"/>
    <w:rsid w:val="00793E7F"/>
    <w:rsid w:val="00794FDB"/>
    <w:rsid w:val="00795085"/>
    <w:rsid w:val="007971AB"/>
    <w:rsid w:val="007A2451"/>
    <w:rsid w:val="007A318E"/>
    <w:rsid w:val="007A32A2"/>
    <w:rsid w:val="007A4781"/>
    <w:rsid w:val="007A5D04"/>
    <w:rsid w:val="007A5E54"/>
    <w:rsid w:val="007A5E88"/>
    <w:rsid w:val="007A778B"/>
    <w:rsid w:val="007B2A03"/>
    <w:rsid w:val="007B550A"/>
    <w:rsid w:val="007B5A16"/>
    <w:rsid w:val="007C5C56"/>
    <w:rsid w:val="007C7725"/>
    <w:rsid w:val="007C7EF0"/>
    <w:rsid w:val="007D1B31"/>
    <w:rsid w:val="007D2AF0"/>
    <w:rsid w:val="007D510A"/>
    <w:rsid w:val="007D585E"/>
    <w:rsid w:val="007E0159"/>
    <w:rsid w:val="007E0344"/>
    <w:rsid w:val="007E035E"/>
    <w:rsid w:val="007E1555"/>
    <w:rsid w:val="007E649B"/>
    <w:rsid w:val="007E6E00"/>
    <w:rsid w:val="007E7791"/>
    <w:rsid w:val="007F3057"/>
    <w:rsid w:val="007F404C"/>
    <w:rsid w:val="007F7204"/>
    <w:rsid w:val="00800150"/>
    <w:rsid w:val="008015F4"/>
    <w:rsid w:val="0080189F"/>
    <w:rsid w:val="00814DAE"/>
    <w:rsid w:val="00815AD3"/>
    <w:rsid w:val="00816C59"/>
    <w:rsid w:val="0082155E"/>
    <w:rsid w:val="008222DA"/>
    <w:rsid w:val="00822FC8"/>
    <w:rsid w:val="008234D3"/>
    <w:rsid w:val="00827280"/>
    <w:rsid w:val="0082784F"/>
    <w:rsid w:val="008309FC"/>
    <w:rsid w:val="00831709"/>
    <w:rsid w:val="00832AFA"/>
    <w:rsid w:val="00833543"/>
    <w:rsid w:val="008348EC"/>
    <w:rsid w:val="008363F4"/>
    <w:rsid w:val="00842A57"/>
    <w:rsid w:val="00843F29"/>
    <w:rsid w:val="008476AA"/>
    <w:rsid w:val="008515D8"/>
    <w:rsid w:val="00852CAD"/>
    <w:rsid w:val="008551C1"/>
    <w:rsid w:val="00861AAE"/>
    <w:rsid w:val="0086215D"/>
    <w:rsid w:val="00864B10"/>
    <w:rsid w:val="0086552B"/>
    <w:rsid w:val="00866F1F"/>
    <w:rsid w:val="00870768"/>
    <w:rsid w:val="0087152B"/>
    <w:rsid w:val="00872AAA"/>
    <w:rsid w:val="008755D8"/>
    <w:rsid w:val="00885DE9"/>
    <w:rsid w:val="0088742C"/>
    <w:rsid w:val="00890DBC"/>
    <w:rsid w:val="00892327"/>
    <w:rsid w:val="008954A0"/>
    <w:rsid w:val="008972A2"/>
    <w:rsid w:val="008A06F9"/>
    <w:rsid w:val="008A1A41"/>
    <w:rsid w:val="008A2FFB"/>
    <w:rsid w:val="008A54F1"/>
    <w:rsid w:val="008A797D"/>
    <w:rsid w:val="008B607D"/>
    <w:rsid w:val="008C01D7"/>
    <w:rsid w:val="008C0829"/>
    <w:rsid w:val="008C0D09"/>
    <w:rsid w:val="008C0E9A"/>
    <w:rsid w:val="008C34FF"/>
    <w:rsid w:val="008C5C7D"/>
    <w:rsid w:val="008C5F4B"/>
    <w:rsid w:val="008D009F"/>
    <w:rsid w:val="008D0BD6"/>
    <w:rsid w:val="008D0C00"/>
    <w:rsid w:val="008D2A51"/>
    <w:rsid w:val="008E155E"/>
    <w:rsid w:val="008E2943"/>
    <w:rsid w:val="008E4FFD"/>
    <w:rsid w:val="008E65DF"/>
    <w:rsid w:val="008F4DF9"/>
    <w:rsid w:val="0090007A"/>
    <w:rsid w:val="009023AD"/>
    <w:rsid w:val="00904043"/>
    <w:rsid w:val="00910271"/>
    <w:rsid w:val="00911392"/>
    <w:rsid w:val="009115BC"/>
    <w:rsid w:val="0091320D"/>
    <w:rsid w:val="00913695"/>
    <w:rsid w:val="00915CEE"/>
    <w:rsid w:val="00916C88"/>
    <w:rsid w:val="0092498B"/>
    <w:rsid w:val="009252FE"/>
    <w:rsid w:val="00925FFF"/>
    <w:rsid w:val="00930552"/>
    <w:rsid w:val="00931F50"/>
    <w:rsid w:val="00936725"/>
    <w:rsid w:val="00937DA3"/>
    <w:rsid w:val="009470FA"/>
    <w:rsid w:val="00954A67"/>
    <w:rsid w:val="00956E9B"/>
    <w:rsid w:val="009643C4"/>
    <w:rsid w:val="00985ED2"/>
    <w:rsid w:val="00991965"/>
    <w:rsid w:val="00993503"/>
    <w:rsid w:val="00993F2B"/>
    <w:rsid w:val="00996558"/>
    <w:rsid w:val="0099738B"/>
    <w:rsid w:val="00997953"/>
    <w:rsid w:val="009A39E2"/>
    <w:rsid w:val="009A44B0"/>
    <w:rsid w:val="009A4911"/>
    <w:rsid w:val="009A4A66"/>
    <w:rsid w:val="009C01FA"/>
    <w:rsid w:val="009C182D"/>
    <w:rsid w:val="009C2465"/>
    <w:rsid w:val="009C2BB2"/>
    <w:rsid w:val="009C5E9F"/>
    <w:rsid w:val="009C650A"/>
    <w:rsid w:val="009C7F73"/>
    <w:rsid w:val="009D1A08"/>
    <w:rsid w:val="009D1B2C"/>
    <w:rsid w:val="009D276E"/>
    <w:rsid w:val="009D2A88"/>
    <w:rsid w:val="009D2C4D"/>
    <w:rsid w:val="009D43FD"/>
    <w:rsid w:val="009D5C0C"/>
    <w:rsid w:val="009D7568"/>
    <w:rsid w:val="009D7FA1"/>
    <w:rsid w:val="009E245D"/>
    <w:rsid w:val="009E5F81"/>
    <w:rsid w:val="009F373C"/>
    <w:rsid w:val="009F79D8"/>
    <w:rsid w:val="00A0096F"/>
    <w:rsid w:val="00A00A5B"/>
    <w:rsid w:val="00A02BD3"/>
    <w:rsid w:val="00A044E8"/>
    <w:rsid w:val="00A111E0"/>
    <w:rsid w:val="00A1249D"/>
    <w:rsid w:val="00A165AA"/>
    <w:rsid w:val="00A178D9"/>
    <w:rsid w:val="00A20515"/>
    <w:rsid w:val="00A2069F"/>
    <w:rsid w:val="00A221A0"/>
    <w:rsid w:val="00A22E03"/>
    <w:rsid w:val="00A24EFC"/>
    <w:rsid w:val="00A269FA"/>
    <w:rsid w:val="00A30245"/>
    <w:rsid w:val="00A3563A"/>
    <w:rsid w:val="00A36988"/>
    <w:rsid w:val="00A41841"/>
    <w:rsid w:val="00A42AC0"/>
    <w:rsid w:val="00A46925"/>
    <w:rsid w:val="00A50766"/>
    <w:rsid w:val="00A51D04"/>
    <w:rsid w:val="00A60FCE"/>
    <w:rsid w:val="00A62E98"/>
    <w:rsid w:val="00A6554F"/>
    <w:rsid w:val="00A72160"/>
    <w:rsid w:val="00A7224C"/>
    <w:rsid w:val="00A75F35"/>
    <w:rsid w:val="00A77245"/>
    <w:rsid w:val="00A82F8E"/>
    <w:rsid w:val="00A90CA3"/>
    <w:rsid w:val="00AA06C2"/>
    <w:rsid w:val="00AA2EA3"/>
    <w:rsid w:val="00AA4348"/>
    <w:rsid w:val="00AA587D"/>
    <w:rsid w:val="00AA688C"/>
    <w:rsid w:val="00AB4D40"/>
    <w:rsid w:val="00AC4311"/>
    <w:rsid w:val="00AC556F"/>
    <w:rsid w:val="00AC5F4F"/>
    <w:rsid w:val="00AD1A68"/>
    <w:rsid w:val="00AD34B4"/>
    <w:rsid w:val="00AD4A3D"/>
    <w:rsid w:val="00AE150D"/>
    <w:rsid w:val="00AE2CDD"/>
    <w:rsid w:val="00AE4B3B"/>
    <w:rsid w:val="00AF1E10"/>
    <w:rsid w:val="00AF2152"/>
    <w:rsid w:val="00AF2156"/>
    <w:rsid w:val="00AF2C27"/>
    <w:rsid w:val="00AF2E47"/>
    <w:rsid w:val="00AF51CF"/>
    <w:rsid w:val="00AF7ECE"/>
    <w:rsid w:val="00B00148"/>
    <w:rsid w:val="00B02CE2"/>
    <w:rsid w:val="00B06734"/>
    <w:rsid w:val="00B06768"/>
    <w:rsid w:val="00B10BB8"/>
    <w:rsid w:val="00B11E0F"/>
    <w:rsid w:val="00B13587"/>
    <w:rsid w:val="00B144E7"/>
    <w:rsid w:val="00B153A9"/>
    <w:rsid w:val="00B16108"/>
    <w:rsid w:val="00B23F61"/>
    <w:rsid w:val="00B31AE5"/>
    <w:rsid w:val="00B32698"/>
    <w:rsid w:val="00B328BB"/>
    <w:rsid w:val="00B34226"/>
    <w:rsid w:val="00B34B82"/>
    <w:rsid w:val="00B3666C"/>
    <w:rsid w:val="00B407E0"/>
    <w:rsid w:val="00B44B99"/>
    <w:rsid w:val="00B46FBB"/>
    <w:rsid w:val="00B471A6"/>
    <w:rsid w:val="00B50CC9"/>
    <w:rsid w:val="00B52E72"/>
    <w:rsid w:val="00B55429"/>
    <w:rsid w:val="00B55B0A"/>
    <w:rsid w:val="00B578FF"/>
    <w:rsid w:val="00B57B33"/>
    <w:rsid w:val="00B60B25"/>
    <w:rsid w:val="00B60C83"/>
    <w:rsid w:val="00B6164B"/>
    <w:rsid w:val="00B62AC9"/>
    <w:rsid w:val="00B65A84"/>
    <w:rsid w:val="00B708EF"/>
    <w:rsid w:val="00B70991"/>
    <w:rsid w:val="00B71F03"/>
    <w:rsid w:val="00B72D60"/>
    <w:rsid w:val="00B80EE8"/>
    <w:rsid w:val="00B859C4"/>
    <w:rsid w:val="00B90359"/>
    <w:rsid w:val="00B90B90"/>
    <w:rsid w:val="00B922FB"/>
    <w:rsid w:val="00B92D90"/>
    <w:rsid w:val="00BA25D2"/>
    <w:rsid w:val="00BA4232"/>
    <w:rsid w:val="00BA6F3D"/>
    <w:rsid w:val="00BB3201"/>
    <w:rsid w:val="00BB4AC7"/>
    <w:rsid w:val="00BB6D3C"/>
    <w:rsid w:val="00BC0AC7"/>
    <w:rsid w:val="00BC3DAD"/>
    <w:rsid w:val="00BC3FD3"/>
    <w:rsid w:val="00BC523D"/>
    <w:rsid w:val="00BC55B6"/>
    <w:rsid w:val="00BD08BE"/>
    <w:rsid w:val="00BD69AC"/>
    <w:rsid w:val="00BD78EB"/>
    <w:rsid w:val="00BE0149"/>
    <w:rsid w:val="00BE1BD8"/>
    <w:rsid w:val="00BE1DDA"/>
    <w:rsid w:val="00BE4A7C"/>
    <w:rsid w:val="00BE593F"/>
    <w:rsid w:val="00BF2F9D"/>
    <w:rsid w:val="00BF4DB1"/>
    <w:rsid w:val="00BF4F74"/>
    <w:rsid w:val="00BF6070"/>
    <w:rsid w:val="00C009C9"/>
    <w:rsid w:val="00C04E46"/>
    <w:rsid w:val="00C10C51"/>
    <w:rsid w:val="00C127FC"/>
    <w:rsid w:val="00C1561E"/>
    <w:rsid w:val="00C1693B"/>
    <w:rsid w:val="00C171B4"/>
    <w:rsid w:val="00C21B74"/>
    <w:rsid w:val="00C22730"/>
    <w:rsid w:val="00C238C4"/>
    <w:rsid w:val="00C24418"/>
    <w:rsid w:val="00C2447F"/>
    <w:rsid w:val="00C253BA"/>
    <w:rsid w:val="00C25803"/>
    <w:rsid w:val="00C25984"/>
    <w:rsid w:val="00C262FD"/>
    <w:rsid w:val="00C31C12"/>
    <w:rsid w:val="00C31FCF"/>
    <w:rsid w:val="00C33230"/>
    <w:rsid w:val="00C3412F"/>
    <w:rsid w:val="00C351AA"/>
    <w:rsid w:val="00C36090"/>
    <w:rsid w:val="00C410A6"/>
    <w:rsid w:val="00C413DC"/>
    <w:rsid w:val="00C4467D"/>
    <w:rsid w:val="00C44EC3"/>
    <w:rsid w:val="00C4681F"/>
    <w:rsid w:val="00C51022"/>
    <w:rsid w:val="00C5110E"/>
    <w:rsid w:val="00C51364"/>
    <w:rsid w:val="00C57ACD"/>
    <w:rsid w:val="00C606FE"/>
    <w:rsid w:val="00C628E0"/>
    <w:rsid w:val="00C63003"/>
    <w:rsid w:val="00C64801"/>
    <w:rsid w:val="00C64B0D"/>
    <w:rsid w:val="00C7014F"/>
    <w:rsid w:val="00C70B1B"/>
    <w:rsid w:val="00C83670"/>
    <w:rsid w:val="00C83951"/>
    <w:rsid w:val="00C90040"/>
    <w:rsid w:val="00C90B29"/>
    <w:rsid w:val="00C938AE"/>
    <w:rsid w:val="00C9533A"/>
    <w:rsid w:val="00CA10A6"/>
    <w:rsid w:val="00CA2EFF"/>
    <w:rsid w:val="00CA36D5"/>
    <w:rsid w:val="00CA3AA5"/>
    <w:rsid w:val="00CB0AA8"/>
    <w:rsid w:val="00CB1C1E"/>
    <w:rsid w:val="00CC0FF1"/>
    <w:rsid w:val="00CC48EB"/>
    <w:rsid w:val="00CD0219"/>
    <w:rsid w:val="00CD1B25"/>
    <w:rsid w:val="00CD34DF"/>
    <w:rsid w:val="00CD371A"/>
    <w:rsid w:val="00CD6AC2"/>
    <w:rsid w:val="00CE091F"/>
    <w:rsid w:val="00CE6282"/>
    <w:rsid w:val="00CE670D"/>
    <w:rsid w:val="00CE6876"/>
    <w:rsid w:val="00CE76B2"/>
    <w:rsid w:val="00CE7787"/>
    <w:rsid w:val="00CE7970"/>
    <w:rsid w:val="00CF0848"/>
    <w:rsid w:val="00CF11AE"/>
    <w:rsid w:val="00CF2D75"/>
    <w:rsid w:val="00CF63A6"/>
    <w:rsid w:val="00CF7F66"/>
    <w:rsid w:val="00D0012D"/>
    <w:rsid w:val="00D055AD"/>
    <w:rsid w:val="00D10E8B"/>
    <w:rsid w:val="00D11671"/>
    <w:rsid w:val="00D11D25"/>
    <w:rsid w:val="00D12CCB"/>
    <w:rsid w:val="00D14A6B"/>
    <w:rsid w:val="00D17A75"/>
    <w:rsid w:val="00D239BA"/>
    <w:rsid w:val="00D23E31"/>
    <w:rsid w:val="00D2744A"/>
    <w:rsid w:val="00D27630"/>
    <w:rsid w:val="00D30214"/>
    <w:rsid w:val="00D3166E"/>
    <w:rsid w:val="00D33CBE"/>
    <w:rsid w:val="00D437A9"/>
    <w:rsid w:val="00D44014"/>
    <w:rsid w:val="00D469F5"/>
    <w:rsid w:val="00D5193B"/>
    <w:rsid w:val="00D527A8"/>
    <w:rsid w:val="00D52B1E"/>
    <w:rsid w:val="00D52CED"/>
    <w:rsid w:val="00D5454B"/>
    <w:rsid w:val="00D55203"/>
    <w:rsid w:val="00D5565E"/>
    <w:rsid w:val="00D566E3"/>
    <w:rsid w:val="00D568B6"/>
    <w:rsid w:val="00D62784"/>
    <w:rsid w:val="00D634B4"/>
    <w:rsid w:val="00D64391"/>
    <w:rsid w:val="00D67912"/>
    <w:rsid w:val="00D7147E"/>
    <w:rsid w:val="00D72A4D"/>
    <w:rsid w:val="00D749AD"/>
    <w:rsid w:val="00D75E52"/>
    <w:rsid w:val="00D81542"/>
    <w:rsid w:val="00D876F6"/>
    <w:rsid w:val="00D879C6"/>
    <w:rsid w:val="00D87AA9"/>
    <w:rsid w:val="00D90E22"/>
    <w:rsid w:val="00D95F97"/>
    <w:rsid w:val="00D96DCB"/>
    <w:rsid w:val="00D97D08"/>
    <w:rsid w:val="00DA54C2"/>
    <w:rsid w:val="00DA571F"/>
    <w:rsid w:val="00DA64E1"/>
    <w:rsid w:val="00DA7244"/>
    <w:rsid w:val="00DA79BB"/>
    <w:rsid w:val="00DB0BA4"/>
    <w:rsid w:val="00DB7183"/>
    <w:rsid w:val="00DB742F"/>
    <w:rsid w:val="00DC0FA9"/>
    <w:rsid w:val="00DC129E"/>
    <w:rsid w:val="00DC3BFB"/>
    <w:rsid w:val="00DD0250"/>
    <w:rsid w:val="00DD1E51"/>
    <w:rsid w:val="00DD79A0"/>
    <w:rsid w:val="00DE1048"/>
    <w:rsid w:val="00DE194C"/>
    <w:rsid w:val="00DE20A2"/>
    <w:rsid w:val="00DE305B"/>
    <w:rsid w:val="00DE3DD4"/>
    <w:rsid w:val="00DE4307"/>
    <w:rsid w:val="00DF15BD"/>
    <w:rsid w:val="00DF52E6"/>
    <w:rsid w:val="00E065C0"/>
    <w:rsid w:val="00E06C79"/>
    <w:rsid w:val="00E10036"/>
    <w:rsid w:val="00E10C06"/>
    <w:rsid w:val="00E1347E"/>
    <w:rsid w:val="00E15122"/>
    <w:rsid w:val="00E15303"/>
    <w:rsid w:val="00E15DE8"/>
    <w:rsid w:val="00E17DC7"/>
    <w:rsid w:val="00E22858"/>
    <w:rsid w:val="00E2297F"/>
    <w:rsid w:val="00E22A40"/>
    <w:rsid w:val="00E31C5B"/>
    <w:rsid w:val="00E373EF"/>
    <w:rsid w:val="00E37AAC"/>
    <w:rsid w:val="00E37EBD"/>
    <w:rsid w:val="00E466D2"/>
    <w:rsid w:val="00E466EC"/>
    <w:rsid w:val="00E50167"/>
    <w:rsid w:val="00E516BD"/>
    <w:rsid w:val="00E5419E"/>
    <w:rsid w:val="00E64856"/>
    <w:rsid w:val="00E6638C"/>
    <w:rsid w:val="00E66A7D"/>
    <w:rsid w:val="00E72E45"/>
    <w:rsid w:val="00E74E21"/>
    <w:rsid w:val="00E77A73"/>
    <w:rsid w:val="00E8097A"/>
    <w:rsid w:val="00E8391E"/>
    <w:rsid w:val="00E85F19"/>
    <w:rsid w:val="00E8770D"/>
    <w:rsid w:val="00E92A83"/>
    <w:rsid w:val="00E93535"/>
    <w:rsid w:val="00E95505"/>
    <w:rsid w:val="00E96390"/>
    <w:rsid w:val="00E96B02"/>
    <w:rsid w:val="00E97C7C"/>
    <w:rsid w:val="00EA0098"/>
    <w:rsid w:val="00EA11AB"/>
    <w:rsid w:val="00EA5878"/>
    <w:rsid w:val="00EB1DCB"/>
    <w:rsid w:val="00EB4E0A"/>
    <w:rsid w:val="00EC1B16"/>
    <w:rsid w:val="00EC4012"/>
    <w:rsid w:val="00EC7EA0"/>
    <w:rsid w:val="00ED1013"/>
    <w:rsid w:val="00ED21E4"/>
    <w:rsid w:val="00ED2BDB"/>
    <w:rsid w:val="00ED570B"/>
    <w:rsid w:val="00EE3C3F"/>
    <w:rsid w:val="00EE6F0D"/>
    <w:rsid w:val="00EF0535"/>
    <w:rsid w:val="00EF186D"/>
    <w:rsid w:val="00F01A10"/>
    <w:rsid w:val="00F05830"/>
    <w:rsid w:val="00F112C0"/>
    <w:rsid w:val="00F1218B"/>
    <w:rsid w:val="00F1237C"/>
    <w:rsid w:val="00F1274C"/>
    <w:rsid w:val="00F12914"/>
    <w:rsid w:val="00F13B1D"/>
    <w:rsid w:val="00F1726B"/>
    <w:rsid w:val="00F21C84"/>
    <w:rsid w:val="00F234BF"/>
    <w:rsid w:val="00F2419D"/>
    <w:rsid w:val="00F26B6C"/>
    <w:rsid w:val="00F27592"/>
    <w:rsid w:val="00F326E9"/>
    <w:rsid w:val="00F33BAA"/>
    <w:rsid w:val="00F3444D"/>
    <w:rsid w:val="00F34D32"/>
    <w:rsid w:val="00F5303A"/>
    <w:rsid w:val="00F543FF"/>
    <w:rsid w:val="00F54F79"/>
    <w:rsid w:val="00F63254"/>
    <w:rsid w:val="00F6649B"/>
    <w:rsid w:val="00F70C3D"/>
    <w:rsid w:val="00F74D36"/>
    <w:rsid w:val="00F7611C"/>
    <w:rsid w:val="00F765B8"/>
    <w:rsid w:val="00F8248C"/>
    <w:rsid w:val="00F83555"/>
    <w:rsid w:val="00F84C5C"/>
    <w:rsid w:val="00F85242"/>
    <w:rsid w:val="00F92CAE"/>
    <w:rsid w:val="00F966F3"/>
    <w:rsid w:val="00FA3391"/>
    <w:rsid w:val="00FA744A"/>
    <w:rsid w:val="00FB580A"/>
    <w:rsid w:val="00FB6322"/>
    <w:rsid w:val="00FB7C01"/>
    <w:rsid w:val="00FC42CB"/>
    <w:rsid w:val="00FC5EAC"/>
    <w:rsid w:val="00FD5FBB"/>
    <w:rsid w:val="00FE1A42"/>
    <w:rsid w:val="00FE35A8"/>
    <w:rsid w:val="00FE3857"/>
    <w:rsid w:val="00FF08B7"/>
    <w:rsid w:val="00FF308F"/>
    <w:rsid w:val="00FF351E"/>
    <w:rsid w:val="00FF60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3FB"/>
    <w:rPr>
      <w:rFonts w:ascii="Arial" w:eastAsia="Times New Roman" w:hAnsi="Arial" w:cs="Arial"/>
      <w:bCs/>
      <w:kern w:val="32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753FB"/>
    <w:pPr>
      <w:ind w:left="720"/>
      <w:contextualSpacing/>
    </w:pPr>
  </w:style>
  <w:style w:type="paragraph" w:styleId="NoSpacing">
    <w:name w:val="No Spacing"/>
    <w:uiPriority w:val="99"/>
    <w:qFormat/>
    <w:rsid w:val="005753FB"/>
    <w:pPr>
      <w:suppressAutoHyphens/>
    </w:pPr>
    <w:rPr>
      <w:rFonts w:ascii="Times New Roman" w:eastAsia="Times New Roman" w:hAnsi="Times New Roman"/>
      <w:sz w:val="20"/>
      <w:szCs w:val="20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5753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753FB"/>
    <w:rPr>
      <w:rFonts w:ascii="Tahoma" w:hAnsi="Tahoma" w:cs="Tahoma"/>
      <w:bCs/>
      <w:kern w:val="32"/>
      <w:sz w:val="16"/>
      <w:szCs w:val="16"/>
      <w:lang w:eastAsia="ru-RU"/>
    </w:rPr>
  </w:style>
  <w:style w:type="character" w:customStyle="1" w:styleId="FontStyle22">
    <w:name w:val="Font Style22"/>
    <w:basedOn w:val="DefaultParagraphFont"/>
    <w:uiPriority w:val="99"/>
    <w:rsid w:val="0024756B"/>
    <w:rPr>
      <w:rFonts w:ascii="Times New Roman" w:hAnsi="Times New Roman" w:cs="Times New Roman"/>
      <w:b/>
      <w:bCs/>
      <w:spacing w:val="-1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docs.cntd.ru/document/74410000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</TotalTime>
  <Pages>6</Pages>
  <Words>1911</Words>
  <Characters>10893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Ведущий Специалист</dc:creator>
  <cp:keywords/>
  <dc:description/>
  <cp:lastModifiedBy>1</cp:lastModifiedBy>
  <cp:revision>3</cp:revision>
  <cp:lastPrinted>2015-11-19T13:29:00Z</cp:lastPrinted>
  <dcterms:created xsi:type="dcterms:W3CDTF">2015-11-19T13:12:00Z</dcterms:created>
  <dcterms:modified xsi:type="dcterms:W3CDTF">2015-11-19T13:29:00Z</dcterms:modified>
</cp:coreProperties>
</file>